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759" w:rsidRPr="008515CD" w:rsidRDefault="004A1759" w:rsidP="00CB5B42">
      <w:pPr>
        <w:pStyle w:val="Lauftext"/>
        <w:rPr>
          <w:b/>
          <w:sz w:val="28"/>
          <w:szCs w:val="28"/>
          <w:lang w:val="fr-CH"/>
        </w:rPr>
      </w:pPr>
      <w:r w:rsidRPr="008515CD">
        <w:rPr>
          <w:b/>
          <w:sz w:val="28"/>
          <w:szCs w:val="28"/>
          <w:lang w:val="fr-CH"/>
        </w:rPr>
        <w:t>Lettre d’intention et de soutien</w:t>
      </w:r>
    </w:p>
    <w:p w:rsidR="004A1759" w:rsidRPr="004A1759" w:rsidRDefault="004A1759" w:rsidP="00CB5B42">
      <w:pPr>
        <w:pStyle w:val="Lauftext"/>
        <w:rPr>
          <w:lang w:val="fr-CH"/>
        </w:rPr>
      </w:pPr>
    </w:p>
    <w:p w:rsidR="00D22C46" w:rsidRDefault="008515CD" w:rsidP="00CB5B42">
      <w:pPr>
        <w:pStyle w:val="Lauftext"/>
      </w:pPr>
      <w:r>
        <w:rPr>
          <w:lang w:val="fr-CH"/>
        </w:rPr>
        <w:fldChar w:fldCharType="begin"/>
      </w:r>
      <w:r>
        <w:rPr>
          <w:lang w:val="fr-CH"/>
        </w:rPr>
        <w:instrText xml:space="preserve"> TIME \@ "d MMMM yyyy" </w:instrText>
      </w:r>
      <w:r>
        <w:rPr>
          <w:lang w:val="fr-CH"/>
        </w:rPr>
        <w:fldChar w:fldCharType="separate"/>
      </w:r>
      <w:r w:rsidR="002E1DF5">
        <w:rPr>
          <w:noProof/>
          <w:lang w:val="fr-CH"/>
        </w:rPr>
        <w:t>19 novembre 2018</w:t>
      </w:r>
      <w:r>
        <w:rPr>
          <w:lang w:val="fr-CH"/>
        </w:rPr>
        <w:fldChar w:fldCharType="end"/>
      </w:r>
    </w:p>
    <w:p w:rsidR="00D22C46" w:rsidRDefault="00D22C46" w:rsidP="00CB5B42">
      <w:pPr>
        <w:pStyle w:val="Lauftext"/>
      </w:pPr>
    </w:p>
    <w:p w:rsidR="008515CD" w:rsidRDefault="008515CD" w:rsidP="00CB5B42">
      <w:pPr>
        <w:pStyle w:val="Lauftext"/>
        <w:rPr>
          <w:b/>
          <w:lang w:val="fr-CH"/>
        </w:rPr>
      </w:pPr>
    </w:p>
    <w:p w:rsidR="005812C4" w:rsidRDefault="005812C4" w:rsidP="00CB5B42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Nom du projet</w:t>
      </w:r>
      <w:r w:rsidR="008515CD">
        <w:rPr>
          <w:b/>
          <w:lang w:val="fr-CH"/>
        </w:rPr>
        <w:t>………………………………………………………………………………………………</w:t>
      </w:r>
    </w:p>
    <w:p w:rsidR="008515CD" w:rsidRDefault="008515CD" w:rsidP="00CB5B42">
      <w:pPr>
        <w:pStyle w:val="Lauftext"/>
        <w:rPr>
          <w:b/>
          <w:lang w:val="fr-CH"/>
        </w:rPr>
      </w:pPr>
    </w:p>
    <w:p w:rsidR="008515CD" w:rsidRPr="004A1759" w:rsidRDefault="008515CD" w:rsidP="00CB5B42">
      <w:pPr>
        <w:pStyle w:val="Lauftext"/>
        <w:rPr>
          <w:b/>
          <w:lang w:val="fr-CH"/>
        </w:rPr>
      </w:pPr>
      <w:r>
        <w:rPr>
          <w:b/>
          <w:lang w:val="fr-CH"/>
        </w:rPr>
        <w:t>…………………………………………………………………………………………………………………</w:t>
      </w:r>
    </w:p>
    <w:p w:rsidR="005812C4" w:rsidRPr="004A1759" w:rsidRDefault="005812C4" w:rsidP="00CB5B42">
      <w:pPr>
        <w:pStyle w:val="Lauftext"/>
        <w:rPr>
          <w:lang w:val="fr-CH"/>
        </w:rPr>
      </w:pPr>
    </w:p>
    <w:p w:rsidR="005812C4" w:rsidRPr="004A1759" w:rsidRDefault="005812C4" w:rsidP="00CB5B42">
      <w:pPr>
        <w:pStyle w:val="Lauftext"/>
        <w:rPr>
          <w:lang w:val="fr-CH"/>
        </w:rPr>
      </w:pPr>
    </w:p>
    <w:p w:rsidR="005812C4" w:rsidRPr="004A1759" w:rsidRDefault="005812C4" w:rsidP="00CB5B42">
      <w:pPr>
        <w:pStyle w:val="Lauftext"/>
        <w:rPr>
          <w:lang w:val="fr-CH"/>
        </w:rPr>
      </w:pPr>
    </w:p>
    <w:p w:rsidR="008515CD" w:rsidRDefault="004A1759" w:rsidP="00CB5B42">
      <w:pPr>
        <w:pStyle w:val="Lauftext"/>
        <w:rPr>
          <w:lang w:val="fr-CH"/>
        </w:rPr>
      </w:pPr>
      <w:r>
        <w:rPr>
          <w:lang w:val="fr-CH"/>
        </w:rPr>
        <w:t>L’institution</w:t>
      </w:r>
      <w:r w:rsidR="005812C4">
        <w:rPr>
          <w:lang w:val="fr-CH"/>
        </w:rPr>
        <w:t xml:space="preserve"> ________</w:t>
      </w:r>
      <w:r w:rsidR="008515CD">
        <w:rPr>
          <w:lang w:val="fr-CH"/>
        </w:rPr>
        <w:t>____________________________________________________________</w:t>
      </w:r>
      <w:r w:rsidR="005812C4">
        <w:rPr>
          <w:lang w:val="fr-CH"/>
        </w:rPr>
        <w:t xml:space="preserve"> </w:t>
      </w:r>
    </w:p>
    <w:p w:rsidR="008515CD" w:rsidRDefault="008515CD" w:rsidP="00CB5B42">
      <w:pPr>
        <w:pStyle w:val="Lauftext"/>
        <w:rPr>
          <w:lang w:val="fr-CH"/>
        </w:rPr>
      </w:pPr>
    </w:p>
    <w:p w:rsidR="008515CD" w:rsidRDefault="005812C4" w:rsidP="00CB5B42">
      <w:pPr>
        <w:pStyle w:val="Lauftext"/>
        <w:rPr>
          <w:lang w:val="fr-CH"/>
        </w:rPr>
      </w:pPr>
      <w:r>
        <w:rPr>
          <w:lang w:val="fr-CH"/>
        </w:rPr>
        <w:t>a connaissance du projet intitulé __________</w:t>
      </w:r>
      <w:r w:rsidR="008515CD">
        <w:rPr>
          <w:lang w:val="fr-CH"/>
        </w:rPr>
        <w:t>_________________________________________</w:t>
      </w:r>
      <w:r>
        <w:rPr>
          <w:lang w:val="fr-CH"/>
        </w:rPr>
        <w:t xml:space="preserve"> </w:t>
      </w:r>
    </w:p>
    <w:p w:rsidR="008515CD" w:rsidRDefault="008515CD" w:rsidP="00CB5B42">
      <w:pPr>
        <w:pStyle w:val="Lauftext"/>
        <w:rPr>
          <w:lang w:val="fr-CH"/>
        </w:rPr>
      </w:pPr>
    </w:p>
    <w:p w:rsidR="005812C4" w:rsidRPr="005812C4" w:rsidRDefault="005812C4" w:rsidP="00CB5B42">
      <w:pPr>
        <w:pStyle w:val="Lauftext"/>
        <w:rPr>
          <w:lang w:val="fr-CH"/>
        </w:rPr>
      </w:pPr>
      <w:r>
        <w:rPr>
          <w:lang w:val="fr-CH"/>
        </w:rPr>
        <w:t>et déposé auprès du fonds</w:t>
      </w:r>
      <w:r w:rsidRPr="005812C4">
        <w:rPr>
          <w:lang w:val="fr-CH"/>
        </w:rPr>
        <w:t xml:space="preserve"> de soutien </w:t>
      </w:r>
      <w:r w:rsidR="00240695">
        <w:rPr>
          <w:lang w:val="fr-CH"/>
        </w:rPr>
        <w:t>P</w:t>
      </w:r>
      <w:r>
        <w:rPr>
          <w:lang w:val="fr-CH"/>
        </w:rPr>
        <w:t xml:space="preserve">révention dans le domaine des soins </w:t>
      </w:r>
      <w:r w:rsidRPr="005812C4">
        <w:rPr>
          <w:lang w:val="fr-CH"/>
        </w:rPr>
        <w:t xml:space="preserve">de </w:t>
      </w:r>
      <w:r w:rsidR="00240695">
        <w:rPr>
          <w:lang w:val="fr-CH"/>
        </w:rPr>
        <w:t>P</w:t>
      </w:r>
      <w:r w:rsidRPr="005812C4">
        <w:rPr>
          <w:lang w:val="fr-CH"/>
        </w:rPr>
        <w:t xml:space="preserve">romotion </w:t>
      </w:r>
      <w:r w:rsidR="00240695">
        <w:rPr>
          <w:lang w:val="fr-CH"/>
        </w:rPr>
        <w:t>S</w:t>
      </w:r>
      <w:r w:rsidRPr="005812C4">
        <w:rPr>
          <w:lang w:val="fr-CH"/>
        </w:rPr>
        <w:t xml:space="preserve">anté </w:t>
      </w:r>
      <w:r w:rsidR="00240695">
        <w:rPr>
          <w:lang w:val="fr-CH"/>
        </w:rPr>
        <w:t>S</w:t>
      </w:r>
      <w:r w:rsidRPr="005812C4">
        <w:rPr>
          <w:lang w:val="fr-CH"/>
        </w:rPr>
        <w:t>uisse.</w:t>
      </w:r>
    </w:p>
    <w:p w:rsidR="005812C4" w:rsidRDefault="005812C4" w:rsidP="00CB5B42">
      <w:pPr>
        <w:pStyle w:val="Lauftext"/>
        <w:rPr>
          <w:lang w:val="fr-CH"/>
        </w:rPr>
      </w:pPr>
    </w:p>
    <w:p w:rsidR="005812C4" w:rsidRDefault="005812C4" w:rsidP="00CB5B42">
      <w:pPr>
        <w:pStyle w:val="Lauftext"/>
        <w:rPr>
          <w:lang w:val="fr-CH"/>
        </w:rPr>
      </w:pPr>
      <w:r>
        <w:rPr>
          <w:lang w:val="fr-CH"/>
        </w:rPr>
        <w:t>Par la présente nous confirmons avoir connaissance du projet et sommes impliqués dans :</w:t>
      </w:r>
    </w:p>
    <w:p w:rsidR="005812C4" w:rsidRDefault="005812C4" w:rsidP="00CB5B42">
      <w:pPr>
        <w:pStyle w:val="Lauftext"/>
        <w:rPr>
          <w:lang w:val="fr-CH"/>
        </w:rPr>
      </w:pPr>
    </w:p>
    <w:p w:rsidR="005812C4" w:rsidRDefault="005812C4" w:rsidP="005812C4">
      <w:pPr>
        <w:pStyle w:val="Lauftext"/>
        <w:ind w:left="720"/>
        <w:rPr>
          <w:lang w:val="fr-CH"/>
        </w:rPr>
      </w:pPr>
      <w:r>
        <w:rPr>
          <w:lang w:val="fr-CH"/>
        </w:rPr>
        <w:sym w:font="Symbol" w:char="F080"/>
      </w:r>
      <w:r>
        <w:rPr>
          <w:lang w:val="fr-CH"/>
        </w:rPr>
        <w:t xml:space="preserve"> l’accompagnement par le biais d’un groupe de pilotage, de conseils ou de supervision et avons connaissance du projet</w:t>
      </w:r>
      <w:r w:rsidR="004A1759">
        <w:rPr>
          <w:lang w:val="fr-CH"/>
        </w:rPr>
        <w:t>.</w:t>
      </w:r>
    </w:p>
    <w:p w:rsidR="004A1759" w:rsidRDefault="004A1759" w:rsidP="005812C4">
      <w:pPr>
        <w:pStyle w:val="Lauftext"/>
        <w:ind w:left="720"/>
        <w:rPr>
          <w:lang w:val="fr-CH"/>
        </w:rPr>
      </w:pPr>
    </w:p>
    <w:p w:rsidR="005812C4" w:rsidRDefault="005812C4" w:rsidP="005812C4">
      <w:pPr>
        <w:pStyle w:val="Lauftext"/>
        <w:ind w:left="720"/>
        <w:rPr>
          <w:lang w:val="fr-CH"/>
        </w:rPr>
      </w:pPr>
      <w:r>
        <w:rPr>
          <w:lang w:val="fr-CH"/>
        </w:rPr>
        <w:sym w:font="Symbol" w:char="F080"/>
      </w:r>
      <w:r>
        <w:rPr>
          <w:lang w:val="fr-CH"/>
        </w:rPr>
        <w:t xml:space="preserve"> le financement, comme mentionné dans le</w:t>
      </w:r>
      <w:r w:rsidR="004A1759">
        <w:rPr>
          <w:lang w:val="fr-CH"/>
        </w:rPr>
        <w:t xml:space="preserve"> budget nous prenons par</w:t>
      </w:r>
      <w:r w:rsidR="00AB7665">
        <w:rPr>
          <w:lang w:val="fr-CH"/>
        </w:rPr>
        <w:t>t</w:t>
      </w:r>
      <w:r w:rsidR="004A1759">
        <w:rPr>
          <w:lang w:val="fr-CH"/>
        </w:rPr>
        <w:t xml:space="preserve"> au financement du projet ou apportons une contribution matérielle ou humaine à la mise en œuvre du projet.</w:t>
      </w:r>
    </w:p>
    <w:p w:rsidR="004A1759" w:rsidRDefault="004A1759" w:rsidP="005812C4">
      <w:pPr>
        <w:pStyle w:val="Lauftext"/>
        <w:ind w:left="720"/>
        <w:rPr>
          <w:lang w:val="fr-CH"/>
        </w:rPr>
      </w:pPr>
    </w:p>
    <w:p w:rsidR="008515CD" w:rsidRDefault="004A1759" w:rsidP="005812C4">
      <w:pPr>
        <w:pStyle w:val="Lauftext"/>
        <w:ind w:left="720"/>
        <w:rPr>
          <w:lang w:val="fr-CH"/>
        </w:rPr>
      </w:pPr>
      <w:r>
        <w:rPr>
          <w:lang w:val="fr-CH"/>
        </w:rPr>
        <w:sym w:font="Symbol" w:char="F080"/>
      </w:r>
      <w:r>
        <w:rPr>
          <w:lang w:val="fr-CH"/>
        </w:rPr>
        <w:t xml:space="preserve"> autre :……………………………………………………………………………………….. </w:t>
      </w:r>
    </w:p>
    <w:p w:rsidR="008515CD" w:rsidRDefault="008515CD" w:rsidP="005812C4">
      <w:pPr>
        <w:pStyle w:val="Lauftext"/>
        <w:ind w:left="720"/>
        <w:rPr>
          <w:lang w:val="fr-CH"/>
        </w:rPr>
      </w:pPr>
    </w:p>
    <w:p w:rsidR="004A1759" w:rsidRDefault="004A1759" w:rsidP="005812C4">
      <w:pPr>
        <w:pStyle w:val="Lauftext"/>
        <w:ind w:left="720"/>
        <w:rPr>
          <w:lang w:val="fr-CH"/>
        </w:rPr>
      </w:pPr>
      <w:r>
        <w:rPr>
          <w:lang w:val="fr-CH"/>
        </w:rPr>
        <w:t>………………………………………………………………………………………………….</w:t>
      </w:r>
    </w:p>
    <w:p w:rsidR="008515CD" w:rsidRDefault="008515CD" w:rsidP="005812C4">
      <w:pPr>
        <w:pStyle w:val="Lauftext"/>
        <w:ind w:left="720"/>
        <w:rPr>
          <w:lang w:val="fr-CH"/>
        </w:rPr>
      </w:pPr>
    </w:p>
    <w:p w:rsidR="004A1759" w:rsidRDefault="004A1759" w:rsidP="005812C4">
      <w:pPr>
        <w:pStyle w:val="Lauftext"/>
        <w:ind w:left="720"/>
        <w:rPr>
          <w:lang w:val="fr-CH"/>
        </w:rPr>
      </w:pPr>
      <w:r>
        <w:rPr>
          <w:lang w:val="fr-CH"/>
        </w:rPr>
        <w:t>………………………………………………………………………………………………….</w:t>
      </w:r>
    </w:p>
    <w:p w:rsidR="004A1759" w:rsidRDefault="004A1759" w:rsidP="005812C4">
      <w:pPr>
        <w:pStyle w:val="Lauftext"/>
        <w:ind w:left="720"/>
        <w:rPr>
          <w:lang w:val="fr-CH"/>
        </w:rPr>
      </w:pPr>
    </w:p>
    <w:p w:rsidR="004A1759" w:rsidRDefault="004A1759" w:rsidP="004A1759">
      <w:pPr>
        <w:pStyle w:val="Lauftext"/>
        <w:rPr>
          <w:lang w:val="fr-CH"/>
        </w:rPr>
      </w:pPr>
    </w:p>
    <w:p w:rsidR="004A1759" w:rsidRPr="004A1759" w:rsidRDefault="004A1759" w:rsidP="004A1759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Personne de contact :</w:t>
      </w:r>
    </w:p>
    <w:p w:rsidR="008515CD" w:rsidRDefault="008515CD" w:rsidP="004A1759">
      <w:pPr>
        <w:pStyle w:val="Lauftext"/>
        <w:rPr>
          <w:b/>
          <w:lang w:val="fr-CH"/>
        </w:rPr>
      </w:pPr>
    </w:p>
    <w:p w:rsidR="004A1759" w:rsidRPr="004A1759" w:rsidRDefault="004A1759" w:rsidP="004A1759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Adresse</w:t>
      </w:r>
    </w:p>
    <w:p w:rsidR="008515CD" w:rsidRDefault="008515CD" w:rsidP="004A1759">
      <w:pPr>
        <w:pStyle w:val="Lauftext"/>
        <w:rPr>
          <w:b/>
          <w:lang w:val="fr-CH"/>
        </w:rPr>
      </w:pPr>
    </w:p>
    <w:p w:rsidR="004A1759" w:rsidRPr="004A1759" w:rsidRDefault="004A1759" w:rsidP="004A1759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Mail</w:t>
      </w:r>
    </w:p>
    <w:p w:rsidR="008515CD" w:rsidRDefault="008515CD" w:rsidP="004A1759">
      <w:pPr>
        <w:pStyle w:val="Lauftext"/>
        <w:rPr>
          <w:b/>
          <w:lang w:val="fr-CH"/>
        </w:rPr>
      </w:pPr>
    </w:p>
    <w:p w:rsidR="004A1759" w:rsidRPr="004A1759" w:rsidRDefault="004A1759" w:rsidP="004A1759">
      <w:pPr>
        <w:pStyle w:val="Lauftext"/>
        <w:rPr>
          <w:b/>
          <w:lang w:val="fr-CH"/>
        </w:rPr>
      </w:pPr>
      <w:r w:rsidRPr="004A1759">
        <w:rPr>
          <w:b/>
          <w:lang w:val="fr-CH"/>
        </w:rPr>
        <w:t>Tel.</w:t>
      </w:r>
    </w:p>
    <w:p w:rsidR="004A1759" w:rsidRDefault="004A1759" w:rsidP="004A1759">
      <w:pPr>
        <w:pStyle w:val="Lauftext"/>
        <w:rPr>
          <w:lang w:val="fr-CH"/>
        </w:rPr>
      </w:pPr>
    </w:p>
    <w:p w:rsidR="008515CD" w:rsidRDefault="008515CD" w:rsidP="004A1759">
      <w:pPr>
        <w:pStyle w:val="Lauftext"/>
        <w:rPr>
          <w:lang w:val="fr-CH"/>
        </w:rPr>
      </w:pPr>
    </w:p>
    <w:p w:rsidR="004A1759" w:rsidRDefault="004A1759" w:rsidP="004A1759">
      <w:pPr>
        <w:pStyle w:val="Lauftext"/>
        <w:rPr>
          <w:lang w:val="fr-CH"/>
        </w:rPr>
      </w:pPr>
      <w:r>
        <w:rPr>
          <w:lang w:val="fr-CH"/>
        </w:rPr>
        <w:t>Promotion Santé S</w:t>
      </w:r>
      <w:r w:rsidRPr="005812C4">
        <w:rPr>
          <w:lang w:val="fr-CH"/>
        </w:rPr>
        <w:t>uisse</w:t>
      </w:r>
      <w:r>
        <w:rPr>
          <w:lang w:val="fr-CH"/>
        </w:rPr>
        <w:t xml:space="preserve">, </w:t>
      </w:r>
      <w:r w:rsidR="00172E80">
        <w:rPr>
          <w:lang w:val="fr-CH"/>
        </w:rPr>
        <w:t xml:space="preserve">ou une </w:t>
      </w:r>
      <w:r>
        <w:rPr>
          <w:lang w:val="fr-CH"/>
        </w:rPr>
        <w:t>personne mandatée, peut prendre contact avec nous pour entreprendre des vérifications ou approfondir des points en fonction des besoins lors de l’évaluation ou à différentes étapes du projet.</w:t>
      </w:r>
    </w:p>
    <w:p w:rsidR="004A1759" w:rsidRDefault="004A1759" w:rsidP="004A1759">
      <w:pPr>
        <w:pStyle w:val="Lauftext"/>
        <w:rPr>
          <w:lang w:val="fr-CH"/>
        </w:rPr>
      </w:pPr>
    </w:p>
    <w:p w:rsidR="004A1759" w:rsidRDefault="004A1759" w:rsidP="004A1759">
      <w:pPr>
        <w:pStyle w:val="Lauftext"/>
        <w:rPr>
          <w:lang w:val="fr-CH"/>
        </w:rPr>
      </w:pPr>
    </w:p>
    <w:p w:rsidR="004A1759" w:rsidRDefault="004A1759" w:rsidP="004A1759">
      <w:pPr>
        <w:pStyle w:val="Lauftext"/>
        <w:rPr>
          <w:lang w:val="fr-CH"/>
        </w:rPr>
      </w:pPr>
    </w:p>
    <w:p w:rsidR="004A1759" w:rsidRPr="005812C4" w:rsidRDefault="004A1759" w:rsidP="004A1759">
      <w:pPr>
        <w:pStyle w:val="Lauftext"/>
        <w:rPr>
          <w:lang w:val="fr-CH"/>
        </w:rPr>
      </w:pPr>
      <w:r>
        <w:rPr>
          <w:lang w:val="fr-CH"/>
        </w:rPr>
        <w:t>Signature</w:t>
      </w:r>
    </w:p>
    <w:sectPr w:rsidR="004A1759" w:rsidRPr="005812C4" w:rsidSect="00764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851" w:bottom="170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44F" w:rsidRDefault="0057744F">
      <w:r>
        <w:separator/>
      </w:r>
    </w:p>
  </w:endnote>
  <w:endnote w:type="continuationSeparator" w:id="0">
    <w:p w:rsidR="0057744F" w:rsidRDefault="0057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redit Suisse Type Roman">
    <w:altName w:val="Corbel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LTStd-Roman">
    <w:altName w:val="Verdana"/>
    <w:panose1 w:val="020B0604020202020204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DF5" w:rsidRDefault="002E1D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Pr="008D6BB6" w:rsidRDefault="00A64A0B" w:rsidP="008D6BB6">
    <w:pPr>
      <w:pStyle w:val="Fuzeile"/>
      <w:tabs>
        <w:tab w:val="clear" w:pos="9356"/>
        <w:tab w:val="right" w:pos="9639"/>
      </w:tabs>
      <w:rPr>
        <w:rFonts w:cs="Arial"/>
        <w:szCs w:val="16"/>
        <w:lang w:val="fr-CH"/>
      </w:rPr>
    </w:pPr>
    <w:r>
      <w:rPr>
        <w:rFonts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205A3F" wp14:editId="05D64A0F">
              <wp:simplePos x="0" y="0"/>
              <wp:positionH relativeFrom="rightMargin">
                <wp:posOffset>-1080135</wp:posOffset>
              </wp:positionH>
              <wp:positionV relativeFrom="bottomMargin">
                <wp:posOffset>288290</wp:posOffset>
              </wp:positionV>
              <wp:extent cx="1080000" cy="360000"/>
              <wp:effectExtent l="0" t="0" r="12700" b="2159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4A0B" w:rsidRPr="00F407B1" w:rsidRDefault="00A64A0B" w:rsidP="00F407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812C4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306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812C4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310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05A3F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-85.05pt;margin-top:22.7pt;width:85.0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" filled="f" stroked="f">
              <v:textbox inset="0,0,0,0">
                <w:txbxContent>
                  <w:p w:rsidR="00A64A0B" w:rsidRPr="00F407B1" w:rsidRDefault="00A64A0B" w:rsidP="00F407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PAGE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5812C4">
                      <w:rPr>
                        <w:rFonts w:cs="Arial"/>
                        <w:noProof/>
                        <w:sz w:val="16"/>
                        <w:szCs w:val="16"/>
                      </w:rPr>
                      <w:t>306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t xml:space="preserve"> | 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NUMPAGES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5812C4">
                      <w:rPr>
                        <w:rFonts w:cs="Arial"/>
                        <w:noProof/>
                        <w:sz w:val="16"/>
                        <w:szCs w:val="16"/>
                      </w:rPr>
                      <w:t>310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ab/>
    </w:r>
    <w:r>
      <w:rPr>
        <w:lang w:val="fr-CH"/>
      </w:rPr>
      <w:tab/>
    </w:r>
    <w:r w:rsidRPr="008D6BB6">
      <w:rPr>
        <w:rFonts w:cs="Arial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58463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1759" w:rsidRDefault="004A1759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E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4A0B" w:rsidRDefault="00A64A0B" w:rsidP="00741593">
    <w:pPr>
      <w:pStyle w:val="Fuzeile"/>
      <w:tabs>
        <w:tab w:val="clear" w:pos="4678"/>
      </w:tabs>
      <w:ind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44F" w:rsidRDefault="0057744F">
      <w:r>
        <w:separator/>
      </w:r>
    </w:p>
  </w:footnote>
  <w:footnote w:type="continuationSeparator" w:id="0">
    <w:p w:rsidR="0057744F" w:rsidRDefault="00577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DF5" w:rsidRDefault="002E1D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BB2452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9764AB">
    <w:pPr>
      <w:pStyle w:val="Kopfzeile"/>
      <w:ind w:right="-2"/>
      <w:jc w:val="right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5804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CA1C68"/>
    <w:multiLevelType w:val="hybridMultilevel"/>
    <w:tmpl w:val="922C14BA"/>
    <w:lvl w:ilvl="0" w:tplc="C9F41950">
      <w:start w:val="1"/>
      <w:numFmt w:val="bullet"/>
      <w:pStyle w:val="Aufzhlung"/>
      <w:lvlText w:val="–"/>
      <w:lvlJc w:val="left"/>
      <w:pPr>
        <w:ind w:left="360" w:hanging="360"/>
      </w:pPr>
      <w:rPr>
        <w:rFonts w:ascii="Credit Suisse Type Roman" w:hAnsi="Credit Suisse Type Roman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81AB5"/>
    <w:multiLevelType w:val="hybridMultilevel"/>
    <w:tmpl w:val="0682193A"/>
    <w:lvl w:ilvl="0" w:tplc="363C1D08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97375"/>
    <w:multiLevelType w:val="multilevel"/>
    <w:tmpl w:val="A5007E92"/>
    <w:styleLink w:val="FormatvorlageAufgezhlt"/>
    <w:lvl w:ilvl="0">
      <w:start w:val="1"/>
      <w:numFmt w:val="bullet"/>
      <w:lvlText w:val="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D2759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6CD60A2"/>
    <w:multiLevelType w:val="multilevel"/>
    <w:tmpl w:val="A5CC2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7AF56DF"/>
    <w:multiLevelType w:val="multilevel"/>
    <w:tmpl w:val="E24E630A"/>
    <w:lvl w:ilvl="0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</w:lvl>
    <w:lvl w:ilvl="1">
      <w:start w:val="1"/>
      <w:numFmt w:val="decimal"/>
      <w:lvlText w:val="%1.%2."/>
      <w:lvlJc w:val="left"/>
      <w:pPr>
        <w:tabs>
          <w:tab w:val="num" w:pos="1756"/>
        </w:tabs>
        <w:ind w:left="1756" w:hanging="432"/>
      </w:pPr>
    </w:lvl>
    <w:lvl w:ilvl="2">
      <w:start w:val="1"/>
      <w:numFmt w:val="decimal"/>
      <w:lvlText w:val="%1.%2.%3."/>
      <w:lvlJc w:val="left"/>
      <w:pPr>
        <w:tabs>
          <w:tab w:val="num" w:pos="2404"/>
        </w:tabs>
        <w:ind w:left="2188" w:hanging="504"/>
      </w:pPr>
    </w:lvl>
    <w:lvl w:ilvl="3">
      <w:start w:val="1"/>
      <w:numFmt w:val="decimal"/>
      <w:lvlText w:val="%1.%2.%3.%4."/>
      <w:lvlJc w:val="left"/>
      <w:pPr>
        <w:tabs>
          <w:tab w:val="num" w:pos="3124"/>
        </w:tabs>
        <w:ind w:left="2692" w:hanging="648"/>
      </w:pPr>
    </w:lvl>
    <w:lvl w:ilvl="4">
      <w:start w:val="1"/>
      <w:numFmt w:val="decimal"/>
      <w:lvlText w:val="%1.%2.%3.%4.%5."/>
      <w:lvlJc w:val="left"/>
      <w:pPr>
        <w:tabs>
          <w:tab w:val="num" w:pos="3484"/>
        </w:tabs>
        <w:ind w:left="3196" w:hanging="792"/>
      </w:pPr>
    </w:lvl>
    <w:lvl w:ilvl="5">
      <w:start w:val="1"/>
      <w:numFmt w:val="decimal"/>
      <w:lvlText w:val="%1.%2.%3.%4.%5.%6."/>
      <w:lvlJc w:val="left"/>
      <w:pPr>
        <w:tabs>
          <w:tab w:val="num" w:pos="4204"/>
        </w:tabs>
        <w:ind w:left="370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64"/>
        </w:tabs>
        <w:ind w:left="420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84"/>
        </w:tabs>
        <w:ind w:left="470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44"/>
        </w:tabs>
        <w:ind w:left="5284" w:hanging="1440"/>
      </w:pPr>
    </w:lvl>
  </w:abstractNum>
  <w:abstractNum w:abstractNumId="7" w15:restartNumberingAfterBreak="0">
    <w:nsid w:val="57B91945"/>
    <w:multiLevelType w:val="multilevel"/>
    <w:tmpl w:val="037C2988"/>
    <w:lvl w:ilvl="0">
      <w:start w:val="1"/>
      <w:numFmt w:val="decimal"/>
      <w:lvlText w:val="%1.0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color="FF99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3101"/>
        </w:tabs>
        <w:ind w:left="2835" w:hanging="45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7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2C4"/>
    <w:rsid w:val="00012238"/>
    <w:rsid w:val="0002686F"/>
    <w:rsid w:val="00046A65"/>
    <w:rsid w:val="0006666D"/>
    <w:rsid w:val="000714F4"/>
    <w:rsid w:val="000870C1"/>
    <w:rsid w:val="0009432E"/>
    <w:rsid w:val="000A676A"/>
    <w:rsid w:val="000B3291"/>
    <w:rsid w:val="000B64CA"/>
    <w:rsid w:val="000C62CA"/>
    <w:rsid w:val="000D75D9"/>
    <w:rsid w:val="00113051"/>
    <w:rsid w:val="001347E8"/>
    <w:rsid w:val="0013624C"/>
    <w:rsid w:val="001363A4"/>
    <w:rsid w:val="00141FCA"/>
    <w:rsid w:val="00147445"/>
    <w:rsid w:val="00172E80"/>
    <w:rsid w:val="00187387"/>
    <w:rsid w:val="001C2AD9"/>
    <w:rsid w:val="001E6B78"/>
    <w:rsid w:val="001F3DEE"/>
    <w:rsid w:val="001F6DE0"/>
    <w:rsid w:val="00207FB7"/>
    <w:rsid w:val="00215C9B"/>
    <w:rsid w:val="00232814"/>
    <w:rsid w:val="00237415"/>
    <w:rsid w:val="00240695"/>
    <w:rsid w:val="00245A01"/>
    <w:rsid w:val="002731A6"/>
    <w:rsid w:val="002836DD"/>
    <w:rsid w:val="00284A58"/>
    <w:rsid w:val="002C5E56"/>
    <w:rsid w:val="002D38A2"/>
    <w:rsid w:val="002E1DF5"/>
    <w:rsid w:val="002E4945"/>
    <w:rsid w:val="00300527"/>
    <w:rsid w:val="00314809"/>
    <w:rsid w:val="003509B1"/>
    <w:rsid w:val="00353121"/>
    <w:rsid w:val="00353E57"/>
    <w:rsid w:val="00371B5E"/>
    <w:rsid w:val="00377B14"/>
    <w:rsid w:val="00387BF8"/>
    <w:rsid w:val="003920A1"/>
    <w:rsid w:val="00395F24"/>
    <w:rsid w:val="003A2FD2"/>
    <w:rsid w:val="003B6793"/>
    <w:rsid w:val="003D00D3"/>
    <w:rsid w:val="003F1661"/>
    <w:rsid w:val="00436DBC"/>
    <w:rsid w:val="0045584D"/>
    <w:rsid w:val="0046529B"/>
    <w:rsid w:val="0048693F"/>
    <w:rsid w:val="004A1759"/>
    <w:rsid w:val="004C61E2"/>
    <w:rsid w:val="004F5BDA"/>
    <w:rsid w:val="00502BA8"/>
    <w:rsid w:val="00534412"/>
    <w:rsid w:val="0054227E"/>
    <w:rsid w:val="0057744F"/>
    <w:rsid w:val="005812C4"/>
    <w:rsid w:val="00590B03"/>
    <w:rsid w:val="005A611D"/>
    <w:rsid w:val="005B17BF"/>
    <w:rsid w:val="005D28C1"/>
    <w:rsid w:val="005D640E"/>
    <w:rsid w:val="005E574C"/>
    <w:rsid w:val="0060181E"/>
    <w:rsid w:val="00624035"/>
    <w:rsid w:val="0062738D"/>
    <w:rsid w:val="006371CC"/>
    <w:rsid w:val="0065723B"/>
    <w:rsid w:val="00680EE5"/>
    <w:rsid w:val="006C1612"/>
    <w:rsid w:val="006D61AF"/>
    <w:rsid w:val="006F108E"/>
    <w:rsid w:val="007109AB"/>
    <w:rsid w:val="00716AE9"/>
    <w:rsid w:val="00741593"/>
    <w:rsid w:val="00746B49"/>
    <w:rsid w:val="007552A5"/>
    <w:rsid w:val="007641A9"/>
    <w:rsid w:val="00775924"/>
    <w:rsid w:val="00775DA2"/>
    <w:rsid w:val="007B5725"/>
    <w:rsid w:val="007D7F70"/>
    <w:rsid w:val="007F4C5C"/>
    <w:rsid w:val="007F4F59"/>
    <w:rsid w:val="008109A4"/>
    <w:rsid w:val="00834323"/>
    <w:rsid w:val="008515CD"/>
    <w:rsid w:val="00864EFF"/>
    <w:rsid w:val="008674FA"/>
    <w:rsid w:val="0087092D"/>
    <w:rsid w:val="008829B7"/>
    <w:rsid w:val="00886DC1"/>
    <w:rsid w:val="0089010F"/>
    <w:rsid w:val="00891A2A"/>
    <w:rsid w:val="00897911"/>
    <w:rsid w:val="0089793F"/>
    <w:rsid w:val="008A0BAD"/>
    <w:rsid w:val="008A489B"/>
    <w:rsid w:val="008D506F"/>
    <w:rsid w:val="008D6BB6"/>
    <w:rsid w:val="008F2A02"/>
    <w:rsid w:val="00905403"/>
    <w:rsid w:val="009056B1"/>
    <w:rsid w:val="00951F4F"/>
    <w:rsid w:val="009764AB"/>
    <w:rsid w:val="009914C8"/>
    <w:rsid w:val="009B0BD0"/>
    <w:rsid w:val="009B6F12"/>
    <w:rsid w:val="009F1D8D"/>
    <w:rsid w:val="00A0063D"/>
    <w:rsid w:val="00A0233E"/>
    <w:rsid w:val="00A037A2"/>
    <w:rsid w:val="00A262E7"/>
    <w:rsid w:val="00A3698A"/>
    <w:rsid w:val="00A44672"/>
    <w:rsid w:val="00A64A0B"/>
    <w:rsid w:val="00A71099"/>
    <w:rsid w:val="00AB1AA3"/>
    <w:rsid w:val="00AB7665"/>
    <w:rsid w:val="00AD0EC2"/>
    <w:rsid w:val="00B20BE5"/>
    <w:rsid w:val="00B41858"/>
    <w:rsid w:val="00B42236"/>
    <w:rsid w:val="00B46593"/>
    <w:rsid w:val="00B65A08"/>
    <w:rsid w:val="00B7066B"/>
    <w:rsid w:val="00B70C90"/>
    <w:rsid w:val="00B77BE7"/>
    <w:rsid w:val="00BA1E0F"/>
    <w:rsid w:val="00BA438C"/>
    <w:rsid w:val="00BB2452"/>
    <w:rsid w:val="00BE5CEE"/>
    <w:rsid w:val="00BF36C5"/>
    <w:rsid w:val="00C36A95"/>
    <w:rsid w:val="00C6334D"/>
    <w:rsid w:val="00C65999"/>
    <w:rsid w:val="00C8615A"/>
    <w:rsid w:val="00CA2DE5"/>
    <w:rsid w:val="00CA4C02"/>
    <w:rsid w:val="00CA5286"/>
    <w:rsid w:val="00CB2B34"/>
    <w:rsid w:val="00CB4A9C"/>
    <w:rsid w:val="00CB5B42"/>
    <w:rsid w:val="00CE1CB6"/>
    <w:rsid w:val="00CF17D4"/>
    <w:rsid w:val="00D03F2B"/>
    <w:rsid w:val="00D22C46"/>
    <w:rsid w:val="00D42384"/>
    <w:rsid w:val="00D43A9A"/>
    <w:rsid w:val="00D7637C"/>
    <w:rsid w:val="00D87228"/>
    <w:rsid w:val="00D95006"/>
    <w:rsid w:val="00D95D7B"/>
    <w:rsid w:val="00DA44CA"/>
    <w:rsid w:val="00DA5C35"/>
    <w:rsid w:val="00DB2709"/>
    <w:rsid w:val="00DE2788"/>
    <w:rsid w:val="00DF2777"/>
    <w:rsid w:val="00E04023"/>
    <w:rsid w:val="00E073FA"/>
    <w:rsid w:val="00E30B00"/>
    <w:rsid w:val="00E31915"/>
    <w:rsid w:val="00E32808"/>
    <w:rsid w:val="00E40893"/>
    <w:rsid w:val="00E417AE"/>
    <w:rsid w:val="00E579E0"/>
    <w:rsid w:val="00E61A18"/>
    <w:rsid w:val="00E62D09"/>
    <w:rsid w:val="00EB00F5"/>
    <w:rsid w:val="00EB097C"/>
    <w:rsid w:val="00EB1C31"/>
    <w:rsid w:val="00EB2F62"/>
    <w:rsid w:val="00ED35D0"/>
    <w:rsid w:val="00ED5D97"/>
    <w:rsid w:val="00F27600"/>
    <w:rsid w:val="00F312B8"/>
    <w:rsid w:val="00F4069D"/>
    <w:rsid w:val="00F407B1"/>
    <w:rsid w:val="00F47297"/>
    <w:rsid w:val="00F67060"/>
    <w:rsid w:val="00F70EE7"/>
    <w:rsid w:val="00F727EF"/>
    <w:rsid w:val="00F86109"/>
    <w:rsid w:val="00FC19C0"/>
    <w:rsid w:val="00FF40E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463A521-CA97-406C-9C35-DDB3B904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semiHidden/>
    <w:qFormat/>
    <w:rsid w:val="00716AE9"/>
    <w:rPr>
      <w:rFonts w:ascii="Arial" w:eastAsia="Times" w:hAnsi="Arial"/>
      <w:sz w:val="22"/>
      <w:lang w:val="de-CH" w:eastAsia="de-DE"/>
    </w:rPr>
  </w:style>
  <w:style w:type="paragraph" w:styleId="berschrift1">
    <w:name w:val="heading 1"/>
    <w:basedOn w:val="Standard"/>
    <w:next w:val="Lauftext"/>
    <w:autoRedefine/>
    <w:uiPriority w:val="3"/>
    <w:qFormat/>
    <w:rsid w:val="00775924"/>
    <w:pPr>
      <w:keepNext/>
      <w:numPr>
        <w:numId w:val="9"/>
      </w:numPr>
      <w:spacing w:before="360" w:after="260" w:line="260" w:lineRule="exact"/>
      <w:ind w:left="431" w:hanging="431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Lauftext"/>
    <w:uiPriority w:val="4"/>
    <w:qFormat/>
    <w:rsid w:val="00775924"/>
    <w:pPr>
      <w:keepNext/>
      <w:numPr>
        <w:ilvl w:val="1"/>
        <w:numId w:val="9"/>
      </w:numPr>
      <w:spacing w:before="260" w:after="120" w:line="260" w:lineRule="exact"/>
      <w:ind w:left="578" w:hanging="578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Lauftext"/>
    <w:uiPriority w:val="5"/>
    <w:qFormat/>
    <w:rsid w:val="00775924"/>
    <w:pPr>
      <w:keepNext/>
      <w:numPr>
        <w:ilvl w:val="2"/>
        <w:numId w:val="9"/>
      </w:numPr>
      <w:spacing w:before="260" w:after="120" w:line="260" w:lineRule="exact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Lauftext"/>
    <w:uiPriority w:val="6"/>
    <w:qFormat/>
    <w:rsid w:val="00775924"/>
    <w:pPr>
      <w:keepNext/>
      <w:numPr>
        <w:ilvl w:val="3"/>
        <w:numId w:val="9"/>
      </w:numPr>
      <w:spacing w:before="260" w:after="120" w:line="260" w:lineRule="exact"/>
      <w:ind w:left="907" w:hanging="907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semiHidden/>
    <w:qFormat/>
    <w:rsid w:val="00F70EE7"/>
    <w:pPr>
      <w:keepNext/>
      <w:numPr>
        <w:ilvl w:val="4"/>
        <w:numId w:val="9"/>
      </w:numPr>
      <w:outlineLvl w:val="4"/>
    </w:pPr>
    <w:rPr>
      <w:b/>
      <w:bCs/>
      <w:sz w:val="24"/>
    </w:rPr>
  </w:style>
  <w:style w:type="paragraph" w:styleId="berschrift6">
    <w:name w:val="heading 6"/>
    <w:basedOn w:val="Standard"/>
    <w:next w:val="Standard"/>
    <w:link w:val="berschrift6Zchn"/>
    <w:semiHidden/>
    <w:qFormat/>
    <w:rsid w:val="00EB097C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342D17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EB097C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342D17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EB097C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EB097C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1"/>
    <w:rsid w:val="00F70EE7"/>
    <w:rPr>
      <w:sz w:val="16"/>
    </w:rPr>
  </w:style>
  <w:style w:type="paragraph" w:styleId="Fuzeile">
    <w:name w:val="footer"/>
    <w:basedOn w:val="Standard"/>
    <w:link w:val="FuzeileZchn"/>
    <w:uiPriority w:val="99"/>
    <w:rsid w:val="00FC19C0"/>
    <w:pPr>
      <w:tabs>
        <w:tab w:val="center" w:pos="4678"/>
        <w:tab w:val="right" w:pos="9356"/>
      </w:tabs>
    </w:pPr>
    <w:rPr>
      <w:sz w:val="16"/>
    </w:rPr>
  </w:style>
  <w:style w:type="paragraph" w:styleId="Verzeichnis1">
    <w:name w:val="toc 1"/>
    <w:basedOn w:val="berschrift1"/>
    <w:next w:val="Standard"/>
    <w:uiPriority w:val="39"/>
    <w:rsid w:val="00775924"/>
    <w:pPr>
      <w:numPr>
        <w:numId w:val="0"/>
      </w:numPr>
      <w:tabs>
        <w:tab w:val="left" w:pos="567"/>
        <w:tab w:val="right" w:pos="9637"/>
      </w:tabs>
      <w:spacing w:after="120"/>
    </w:pPr>
    <w:rPr>
      <w:noProof/>
    </w:rPr>
  </w:style>
  <w:style w:type="paragraph" w:customStyle="1" w:styleId="Aufzhlung">
    <w:name w:val="Aufzählung"/>
    <w:basedOn w:val="Standard"/>
    <w:uiPriority w:val="1"/>
    <w:qFormat/>
    <w:rsid w:val="00775924"/>
    <w:pPr>
      <w:numPr>
        <w:numId w:val="2"/>
      </w:numPr>
      <w:spacing w:line="260" w:lineRule="exact"/>
      <w:ind w:left="170" w:hanging="170"/>
    </w:pPr>
  </w:style>
  <w:style w:type="paragraph" w:customStyle="1" w:styleId="Textbeiberschrift3">
    <w:name w:val="Text bei Überschrift 3"/>
    <w:basedOn w:val="Standard"/>
    <w:semiHidden/>
    <w:rsid w:val="00F70EE7"/>
    <w:pPr>
      <w:ind w:left="964"/>
    </w:pPr>
  </w:style>
  <w:style w:type="paragraph" w:customStyle="1" w:styleId="Kommentar">
    <w:name w:val="Kommentar"/>
    <w:basedOn w:val="Standard"/>
    <w:next w:val="Standard"/>
    <w:semiHidden/>
    <w:rsid w:val="00F70EE7"/>
    <w:rPr>
      <w:sz w:val="16"/>
    </w:rPr>
  </w:style>
  <w:style w:type="paragraph" w:styleId="Verzeichnis2">
    <w:name w:val="toc 2"/>
    <w:basedOn w:val="berschrift2"/>
    <w:next w:val="Standard"/>
    <w:uiPriority w:val="39"/>
    <w:rsid w:val="00775924"/>
    <w:pPr>
      <w:numPr>
        <w:ilvl w:val="0"/>
        <w:numId w:val="0"/>
      </w:numPr>
      <w:tabs>
        <w:tab w:val="left" w:pos="1134"/>
        <w:tab w:val="right" w:pos="9637"/>
      </w:tabs>
      <w:spacing w:before="0"/>
      <w:ind w:firstLine="567"/>
    </w:pPr>
    <w:rPr>
      <w:noProof/>
    </w:rPr>
  </w:style>
  <w:style w:type="paragraph" w:styleId="Funotentext">
    <w:name w:val="footnote text"/>
    <w:basedOn w:val="Standard"/>
    <w:semiHidden/>
    <w:rsid w:val="00F70EE7"/>
    <w:pPr>
      <w:ind w:left="113" w:hanging="113"/>
    </w:pPr>
    <w:rPr>
      <w:sz w:val="16"/>
    </w:rPr>
  </w:style>
  <w:style w:type="character" w:styleId="Funotenzeichen">
    <w:name w:val="footnote reference"/>
    <w:basedOn w:val="Absatz-Standardschriftart"/>
    <w:semiHidden/>
    <w:rsid w:val="00F70EE7"/>
    <w:rPr>
      <w:rFonts w:ascii="Arial" w:hAnsi="Arial"/>
      <w:dstrike w:val="0"/>
      <w:sz w:val="16"/>
      <w:vertAlign w:val="superscript"/>
    </w:rPr>
  </w:style>
  <w:style w:type="paragraph" w:customStyle="1" w:styleId="Balkentitel">
    <w:name w:val="Balkentitel"/>
    <w:basedOn w:val="Standard"/>
    <w:next w:val="Standard"/>
    <w:semiHidden/>
    <w:rsid w:val="00F70E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</w:pPr>
    <w:rPr>
      <w:b/>
      <w:sz w:val="20"/>
    </w:rPr>
  </w:style>
  <w:style w:type="numbering" w:customStyle="1" w:styleId="FormatvorlageAufgezhlt">
    <w:name w:val="Formatvorlage Aufgezählt"/>
    <w:basedOn w:val="KeineListe"/>
    <w:rsid w:val="008A0BAD"/>
    <w:pPr>
      <w:numPr>
        <w:numId w:val="3"/>
      </w:numPr>
    </w:pPr>
  </w:style>
  <w:style w:type="paragraph" w:customStyle="1" w:styleId="01GfSHaupttitel">
    <w:name w:val="01_GfS_Haupttitel"/>
    <w:basedOn w:val="Standard"/>
    <w:semiHidden/>
    <w:rsid w:val="00EB2F62"/>
    <w:pPr>
      <w:widowControl w:val="0"/>
      <w:tabs>
        <w:tab w:val="left" w:pos="283"/>
        <w:tab w:val="left" w:pos="624"/>
        <w:tab w:val="left" w:pos="1162"/>
      </w:tabs>
      <w:autoSpaceDE w:val="0"/>
      <w:autoSpaceDN w:val="0"/>
      <w:adjustRightInd w:val="0"/>
      <w:spacing w:line="360" w:lineRule="atLeast"/>
      <w:textAlignment w:val="center"/>
    </w:pPr>
    <w:rPr>
      <w:rFonts w:eastAsia="Times New Roman"/>
      <w:b/>
      <w:color w:val="FF9900"/>
      <w:sz w:val="30"/>
    </w:rPr>
  </w:style>
  <w:style w:type="paragraph" w:customStyle="1" w:styleId="EinfacherAbsatz">
    <w:name w:val="[Einfacher Absatz]"/>
    <w:basedOn w:val="Standard"/>
    <w:semiHidden/>
    <w:rsid w:val="00EB2F62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HelveticaNeueLTStd-Roman" w:eastAsia="Times New Roman" w:hAnsi="HelveticaNeueLTStd-Roman"/>
      <w:color w:val="000000"/>
    </w:rPr>
  </w:style>
  <w:style w:type="table" w:styleId="Tabellenraster">
    <w:name w:val="Table Grid"/>
    <w:basedOn w:val="NormaleTabelle"/>
    <w:rsid w:val="00EB2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GfSUntertitel1">
    <w:name w:val="02_GfS_Untertitel_1"/>
    <w:basedOn w:val="Standard"/>
    <w:semiHidden/>
    <w:rsid w:val="00EB2F62"/>
    <w:pPr>
      <w:widowControl w:val="0"/>
      <w:tabs>
        <w:tab w:val="left" w:pos="283"/>
        <w:tab w:val="left" w:pos="680"/>
        <w:tab w:val="left" w:pos="1191"/>
        <w:tab w:val="left" w:pos="6804"/>
      </w:tabs>
      <w:autoSpaceDE w:val="0"/>
      <w:autoSpaceDN w:val="0"/>
      <w:adjustRightInd w:val="0"/>
      <w:spacing w:line="252" w:lineRule="atLeast"/>
      <w:textAlignment w:val="center"/>
    </w:pPr>
    <w:rPr>
      <w:rFonts w:eastAsia="Times New Roman"/>
      <w:b/>
      <w:color w:val="000000"/>
      <w:sz w:val="24"/>
    </w:rPr>
  </w:style>
  <w:style w:type="character" w:styleId="Seitenzahl">
    <w:name w:val="page number"/>
    <w:basedOn w:val="Absatz-Standardschriftart"/>
    <w:semiHidden/>
    <w:rsid w:val="00EB2F62"/>
  </w:style>
  <w:style w:type="paragraph" w:styleId="Verzeichnis3">
    <w:name w:val="toc 3"/>
    <w:basedOn w:val="Standard"/>
    <w:next w:val="Standard"/>
    <w:autoRedefine/>
    <w:uiPriority w:val="39"/>
    <w:rsid w:val="00215C9B"/>
    <w:pPr>
      <w:tabs>
        <w:tab w:val="left" w:pos="567"/>
        <w:tab w:val="left" w:pos="1985"/>
        <w:tab w:val="right" w:pos="9637"/>
      </w:tabs>
      <w:spacing w:after="120"/>
      <w:ind w:left="567" w:firstLine="567"/>
    </w:pPr>
    <w:rPr>
      <w:i/>
      <w:noProof/>
      <w:sz w:val="20"/>
    </w:rPr>
  </w:style>
  <w:style w:type="character" w:styleId="Hyperlink">
    <w:name w:val="Hyperlink"/>
    <w:basedOn w:val="Absatz-Standardschriftart"/>
    <w:uiPriority w:val="99"/>
    <w:semiHidden/>
    <w:rsid w:val="00D95D7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rsid w:val="00E417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D38A2"/>
    <w:rPr>
      <w:rFonts w:ascii="Tahoma" w:eastAsia="Times" w:hAnsi="Tahoma" w:cs="Tahoma"/>
      <w:sz w:val="16"/>
      <w:szCs w:val="16"/>
      <w:lang w:val="de-CH" w:eastAsia="de-DE"/>
    </w:rPr>
  </w:style>
  <w:style w:type="character" w:customStyle="1" w:styleId="Fliesstext01">
    <w:name w:val="Fliesstext 01"/>
    <w:basedOn w:val="Absatz-Standardschriftart"/>
    <w:semiHidden/>
    <w:rsid w:val="00387BF8"/>
    <w:rPr>
      <w:rFonts w:ascii="Verdana" w:hAnsi="Verdana"/>
      <w:color w:val="808080"/>
      <w:sz w:val="22"/>
    </w:rPr>
  </w:style>
  <w:style w:type="paragraph" w:customStyle="1" w:styleId="Lauftext">
    <w:name w:val="Lauftext"/>
    <w:basedOn w:val="Standard"/>
    <w:qFormat/>
    <w:rsid w:val="00775924"/>
    <w:pPr>
      <w:spacing w:line="260" w:lineRule="exact"/>
    </w:pPr>
  </w:style>
  <w:style w:type="paragraph" w:customStyle="1" w:styleId="Betreff">
    <w:name w:val="Betreff"/>
    <w:basedOn w:val="Lauftext"/>
    <w:semiHidden/>
    <w:qFormat/>
    <w:rsid w:val="00FC19C0"/>
    <w:rPr>
      <w:b/>
    </w:rPr>
  </w:style>
  <w:style w:type="character" w:styleId="Platzhaltertext">
    <w:name w:val="Placeholder Text"/>
    <w:basedOn w:val="Absatz-Standardschriftart"/>
    <w:uiPriority w:val="99"/>
    <w:semiHidden/>
    <w:rsid w:val="00680EE5"/>
    <w:rPr>
      <w:color w:val="80808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75924"/>
    <w:pPr>
      <w:keepLines/>
      <w:numPr>
        <w:numId w:val="0"/>
      </w:numPr>
      <w:spacing w:before="0" w:line="259" w:lineRule="auto"/>
      <w:outlineLvl w:val="9"/>
    </w:pPr>
    <w:rPr>
      <w:rFonts w:asciiTheme="majorHAnsi" w:eastAsiaTheme="majorEastAsia" w:hAnsiTheme="majorHAnsi" w:cstheme="majorBidi"/>
      <w:bCs w:val="0"/>
      <w:color w:val="F59300" w:themeColor="background1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215C9B"/>
    <w:pPr>
      <w:tabs>
        <w:tab w:val="left" w:pos="1985"/>
        <w:tab w:val="right" w:pos="9627"/>
      </w:tabs>
      <w:spacing w:after="120"/>
      <w:ind w:left="658" w:firstLine="476"/>
    </w:pPr>
    <w:rPr>
      <w:i/>
      <w:noProof/>
      <w:sz w:val="20"/>
    </w:rPr>
  </w:style>
  <w:style w:type="paragraph" w:customStyle="1" w:styleId="Zwischentitel">
    <w:name w:val="Zwischentitel"/>
    <w:basedOn w:val="Lauftext"/>
    <w:next w:val="Lauftext"/>
    <w:uiPriority w:val="2"/>
    <w:qFormat/>
    <w:rsid w:val="00775924"/>
    <w:rPr>
      <w:b/>
    </w:rPr>
  </w:style>
  <w:style w:type="character" w:customStyle="1" w:styleId="berschrift6Zchn">
    <w:name w:val="Überschrift 6 Zchn"/>
    <w:basedOn w:val="Absatz-Standardschriftart"/>
    <w:link w:val="berschrift6"/>
    <w:semiHidden/>
    <w:rsid w:val="00EB097C"/>
    <w:rPr>
      <w:rFonts w:asciiTheme="majorHAnsi" w:eastAsiaTheme="majorEastAsia" w:hAnsiTheme="majorHAnsi" w:cstheme="majorBidi"/>
      <w:color w:val="342D17" w:themeColor="accent1" w:themeShade="7F"/>
      <w:sz w:val="22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EB097C"/>
    <w:rPr>
      <w:rFonts w:asciiTheme="majorHAnsi" w:eastAsiaTheme="majorEastAsia" w:hAnsiTheme="majorHAnsi" w:cstheme="majorBidi"/>
      <w:i/>
      <w:iCs/>
      <w:color w:val="342D17" w:themeColor="accent1" w:themeShade="7F"/>
      <w:sz w:val="22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EB097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EB09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CH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A1759"/>
    <w:rPr>
      <w:rFonts w:ascii="Arial" w:eastAsia="Times" w:hAnsi="Arial"/>
      <w:sz w:val="16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4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gfsfile\GFSAblage\&#214;ffentlichkeitsarbeit\Kommunikation\VORLAGEN\Leeres%20Dokument_Document%20vierge\gfch_dokument_hoch_de.dotx" TargetMode="External"/></Relationships>
</file>

<file path=word/theme/theme1.xml><?xml version="1.0" encoding="utf-8"?>
<a:theme xmlns:a="http://schemas.openxmlformats.org/drawingml/2006/main" name="Thème Office">
  <a:themeElements>
    <a:clrScheme name="gfch">
      <a:dk1>
        <a:srgbClr val="000000"/>
      </a:dk1>
      <a:lt1>
        <a:srgbClr val="F59300"/>
      </a:lt1>
      <a:dk2>
        <a:srgbClr val="FFFFFF"/>
      </a:dk2>
      <a:lt2>
        <a:srgbClr val="FBBC00"/>
      </a:lt2>
      <a:accent1>
        <a:srgbClr val="695B2E"/>
      </a:accent1>
      <a:accent2>
        <a:srgbClr val="8A8E00"/>
      </a:accent2>
      <a:accent3>
        <a:srgbClr val="B1C000"/>
      </a:accent3>
      <a:accent4>
        <a:srgbClr val="99C6D6"/>
      </a:accent4>
      <a:accent5>
        <a:srgbClr val="4BACC6"/>
      </a:accent5>
      <a:accent6>
        <a:srgbClr val="578397"/>
      </a:accent6>
      <a:hlink>
        <a:srgbClr val="0000FF"/>
      </a:hlink>
      <a:folHlink>
        <a:srgbClr val="800080"/>
      </a:folHlink>
    </a:clrScheme>
    <a:fontScheme name="gfch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2514B-09BF-5F44-A234-EABC0CE0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gfsfile\GFSAblage\Öffentlichkeitsarbeit\Kommunikation\VORLAGEN\Leeres Dokument_Document vierge\gfch_dokument_hoch_de.dotx</Template>
  <TotalTime>0</TotalTime>
  <Pages>1</Pages>
  <Words>170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Links>
    <vt:vector size="18" baseType="variant"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_Toc230577803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_Toc230577802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_Toc230577801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Raphaël Trémeaud</dc:creator>
  <cp:lastModifiedBy>Hubert Studer</cp:lastModifiedBy>
  <cp:revision>7</cp:revision>
  <cp:lastPrinted>2016-10-04T09:08:00Z</cp:lastPrinted>
  <dcterms:created xsi:type="dcterms:W3CDTF">2018-05-31T06:14:00Z</dcterms:created>
  <dcterms:modified xsi:type="dcterms:W3CDTF">2018-11-19T03:06:00Z</dcterms:modified>
</cp:coreProperties>
</file>