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5BA87" w14:textId="77777777" w:rsidR="002D26DC" w:rsidRDefault="007B58A7" w:rsidP="00B90E23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Concetto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18A1CEE5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59137D" w14:paraId="0F71C42F" w14:textId="77777777" w:rsidTr="001949F1">
        <w:tc>
          <w:tcPr>
            <w:tcW w:w="3472" w:type="dxa"/>
          </w:tcPr>
          <w:p w14:paraId="128AF8CB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  <w:r w:rsidRPr="00742F13">
              <w:rPr>
                <w:rFonts w:cs="Arial"/>
                <w:color w:val="000000"/>
              </w:rPr>
              <w:t>Dati fondamentali</w:t>
            </w:r>
          </w:p>
        </w:tc>
        <w:tc>
          <w:tcPr>
            <w:tcW w:w="6023" w:type="dxa"/>
          </w:tcPr>
          <w:p w14:paraId="78772FCD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7B58A7" w:rsidRPr="00CA7293" w14:paraId="2A937398" w14:textId="77777777" w:rsidTr="001949F1">
        <w:tc>
          <w:tcPr>
            <w:tcW w:w="3472" w:type="dxa"/>
          </w:tcPr>
          <w:p w14:paraId="1A800A88" w14:textId="77777777" w:rsidR="007B58A7" w:rsidRPr="00742F13" w:rsidRDefault="007B58A7" w:rsidP="007B58A7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Titolo (</w:t>
            </w:r>
            <w:r>
              <w:rPr>
                <w:sz w:val="20"/>
              </w:rPr>
              <w:t>programma</w:t>
            </w:r>
            <w:r w:rsidRPr="00742F1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3D20B383" w14:textId="77777777" w:rsidR="007B58A7" w:rsidRPr="00742F13" w:rsidRDefault="007B58A7" w:rsidP="00592279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0498AFAE" w14:textId="77777777" w:rsidTr="001949F1">
        <w:tc>
          <w:tcPr>
            <w:tcW w:w="3472" w:type="dxa"/>
          </w:tcPr>
          <w:p w14:paraId="75C6613D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Responsabile (i)</w:t>
            </w:r>
          </w:p>
        </w:tc>
        <w:tc>
          <w:tcPr>
            <w:tcW w:w="6023" w:type="dxa"/>
          </w:tcPr>
          <w:p w14:paraId="568D44E3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6A99D6AE" w14:textId="77777777" w:rsidTr="001949F1">
        <w:tc>
          <w:tcPr>
            <w:tcW w:w="3472" w:type="dxa"/>
          </w:tcPr>
          <w:p w14:paraId="7098594F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Numero di telefono</w:t>
            </w:r>
          </w:p>
        </w:tc>
        <w:tc>
          <w:tcPr>
            <w:tcW w:w="6023" w:type="dxa"/>
          </w:tcPr>
          <w:p w14:paraId="1FA72742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3B313E9D" w14:textId="77777777" w:rsidTr="001949F1">
        <w:tc>
          <w:tcPr>
            <w:tcW w:w="3472" w:type="dxa"/>
          </w:tcPr>
          <w:p w14:paraId="2ACDCAE5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Indirizzo e-mail</w:t>
            </w:r>
          </w:p>
        </w:tc>
        <w:tc>
          <w:tcPr>
            <w:tcW w:w="6023" w:type="dxa"/>
          </w:tcPr>
          <w:p w14:paraId="33ED8C6F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8FBEF47" w14:textId="77777777" w:rsidTr="001949F1">
        <w:tc>
          <w:tcPr>
            <w:tcW w:w="3472" w:type="dxa"/>
          </w:tcPr>
          <w:p w14:paraId="6B3BE107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Istituzione preposta (presunta)</w:t>
            </w:r>
          </w:p>
        </w:tc>
        <w:tc>
          <w:tcPr>
            <w:tcW w:w="6023" w:type="dxa"/>
          </w:tcPr>
          <w:p w14:paraId="7334BB22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CBB3991" w14:textId="77777777" w:rsidTr="001949F1">
        <w:tc>
          <w:tcPr>
            <w:tcW w:w="3472" w:type="dxa"/>
          </w:tcPr>
          <w:p w14:paraId="04174E3D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Data/Versione</w:t>
            </w:r>
          </w:p>
        </w:tc>
        <w:tc>
          <w:tcPr>
            <w:tcW w:w="6023" w:type="dxa"/>
          </w:tcPr>
          <w:p w14:paraId="0D212CAA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297C35FA" w14:textId="77777777" w:rsidTr="001949F1">
        <w:tc>
          <w:tcPr>
            <w:tcW w:w="3472" w:type="dxa"/>
          </w:tcPr>
          <w:p w14:paraId="459C5847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Osservazioni complementari</w:t>
            </w:r>
          </w:p>
        </w:tc>
        <w:tc>
          <w:tcPr>
            <w:tcW w:w="6023" w:type="dxa"/>
          </w:tcPr>
          <w:p w14:paraId="19F36527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D2F8320" w14:textId="77777777" w:rsidR="002D26DC" w:rsidRPr="0059137D" w:rsidRDefault="002D26DC" w:rsidP="00B90E23">
      <w:pPr>
        <w:rPr>
          <w:rFonts w:cs="Arial"/>
          <w:color w:val="000000"/>
        </w:rPr>
      </w:pPr>
    </w:p>
    <w:p w14:paraId="42C62B28" w14:textId="77777777" w:rsidR="00733E1A" w:rsidRPr="0059137D" w:rsidRDefault="007B58A7" w:rsidP="00B90E23">
      <w:pPr>
        <w:pStyle w:val="berschrift3"/>
        <w:numPr>
          <w:ilvl w:val="0"/>
          <w:numId w:val="0"/>
        </w:numPr>
        <w:ind w:left="720" w:hanging="720"/>
      </w:pPr>
      <w:r w:rsidRPr="00742F13">
        <w:rPr>
          <w:lang w:val="it-IT"/>
        </w:rPr>
        <w:t>Breve riassunto</w:t>
      </w:r>
    </w:p>
    <w:p w14:paraId="477270C7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0C5D5491" w14:textId="77777777" w:rsidR="00733E1A" w:rsidRPr="005B0224" w:rsidRDefault="007B58A7" w:rsidP="00AC408A">
      <w:pPr>
        <w:pStyle w:val="berschrift1"/>
      </w:pPr>
      <w:r w:rsidRPr="007B58A7">
        <w:t>Analisi della situazione</w:t>
      </w:r>
    </w:p>
    <w:p w14:paraId="73820315" w14:textId="77777777" w:rsidR="00733E1A" w:rsidRPr="00ED22C7" w:rsidRDefault="007B58A7" w:rsidP="00AC408A">
      <w:pPr>
        <w:pStyle w:val="berschrift2"/>
      </w:pPr>
      <w:r w:rsidRPr="007B58A7">
        <w:t>Si</w:t>
      </w:r>
      <w:r>
        <w:t>tuazione iniziale</w:t>
      </w:r>
    </w:p>
    <w:p w14:paraId="5DBD369C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3EE4F3C9" w14:textId="77777777" w:rsidR="00733E1A" w:rsidRPr="0059137D" w:rsidRDefault="007B58A7" w:rsidP="00AC408A">
      <w:pPr>
        <w:pStyle w:val="berschrift2"/>
      </w:pPr>
      <w:r>
        <w:t>Necessità</w:t>
      </w:r>
    </w:p>
    <w:p w14:paraId="70693C2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036D2EF" w14:textId="77777777" w:rsidR="00733E1A" w:rsidRPr="0059137D" w:rsidRDefault="007B58A7" w:rsidP="00AC408A">
      <w:pPr>
        <w:pStyle w:val="berschrift2"/>
      </w:pPr>
      <w:r w:rsidRPr="007B58A7">
        <w:t>Esigenze</w:t>
      </w:r>
    </w:p>
    <w:p w14:paraId="2246D80B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2DAE0D6" w14:textId="77777777" w:rsidR="00733E1A" w:rsidRPr="0059137D" w:rsidRDefault="007B58A7" w:rsidP="00AC408A">
      <w:pPr>
        <w:pStyle w:val="berschrift2"/>
      </w:pPr>
      <w:r w:rsidRPr="007B58A7">
        <w:t>Interventi già realizzati</w:t>
      </w:r>
    </w:p>
    <w:p w14:paraId="71F0261D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4F32577" w14:textId="77777777" w:rsidR="00733E1A" w:rsidRPr="0059137D" w:rsidRDefault="007B58A7" w:rsidP="00AC408A">
      <w:pPr>
        <w:pStyle w:val="berschrift2"/>
      </w:pPr>
      <w:r w:rsidRPr="005962D5">
        <w:t>Conclusioni</w:t>
      </w:r>
    </w:p>
    <w:p w14:paraId="1EF114A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1B337DF" w14:textId="77777777" w:rsidR="00733E1A" w:rsidRPr="005B0224" w:rsidRDefault="007B58A7" w:rsidP="00AC408A">
      <w:pPr>
        <w:pStyle w:val="berschrift1"/>
      </w:pPr>
      <w:r w:rsidRPr="005962D5">
        <w:t>Orientamento</w:t>
      </w:r>
    </w:p>
    <w:p w14:paraId="7373259F" w14:textId="77777777" w:rsidR="00733E1A" w:rsidRPr="0059137D" w:rsidRDefault="007B58A7" w:rsidP="00AC408A">
      <w:pPr>
        <w:pStyle w:val="berschrift2"/>
      </w:pPr>
      <w:r>
        <w:t>Visione</w:t>
      </w:r>
    </w:p>
    <w:p w14:paraId="23774D2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32D6DB4F" w14:textId="77777777" w:rsidR="00B267DA" w:rsidRPr="0059137D" w:rsidRDefault="00665121" w:rsidP="00AC408A">
      <w:pPr>
        <w:pStyle w:val="berschrift2"/>
      </w:pPr>
      <w:r>
        <w:t>Strategie</w:t>
      </w:r>
    </w:p>
    <w:p w14:paraId="77A823E3" w14:textId="77777777" w:rsidR="00B267DA" w:rsidRPr="00B90E23" w:rsidRDefault="00B267DA" w:rsidP="00B267DA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B267DA" w:rsidRPr="0059137D" w14:paraId="264EB0A6" w14:textId="77777777" w:rsidTr="00AE239D">
        <w:tc>
          <w:tcPr>
            <w:tcW w:w="9419" w:type="dxa"/>
            <w:shd w:val="clear" w:color="auto" w:fill="EAEAEA"/>
          </w:tcPr>
          <w:p w14:paraId="0875B288" w14:textId="77777777" w:rsidR="00B267DA" w:rsidRPr="0059137D" w:rsidRDefault="00665121" w:rsidP="00AE239D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</w:t>
            </w:r>
          </w:p>
        </w:tc>
      </w:tr>
      <w:tr w:rsidR="00B267DA" w:rsidRPr="0059137D" w14:paraId="08F0AF19" w14:textId="77777777" w:rsidTr="00AE239D">
        <w:tc>
          <w:tcPr>
            <w:tcW w:w="9419" w:type="dxa"/>
          </w:tcPr>
          <w:p w14:paraId="33DB8E59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274B3B19" w14:textId="77777777" w:rsidTr="00AE239D">
        <w:tc>
          <w:tcPr>
            <w:tcW w:w="9419" w:type="dxa"/>
          </w:tcPr>
          <w:p w14:paraId="1479FF7E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4E9EAEF8" w14:textId="77777777" w:rsidTr="00AE239D">
        <w:tc>
          <w:tcPr>
            <w:tcW w:w="9419" w:type="dxa"/>
          </w:tcPr>
          <w:p w14:paraId="0C26FC03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1C3EF2F9" w14:textId="77777777" w:rsidTr="00AE239D">
        <w:tc>
          <w:tcPr>
            <w:tcW w:w="9419" w:type="dxa"/>
          </w:tcPr>
          <w:p w14:paraId="38AB3C8E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1E340C5E" w14:textId="77777777" w:rsidR="00733E1A" w:rsidRPr="0059137D" w:rsidRDefault="00454364" w:rsidP="00AC408A">
      <w:pPr>
        <w:pStyle w:val="berschrift2"/>
      </w:pPr>
      <w:bookmarkStart w:id="1" w:name="_GoBack"/>
      <w:bookmarkEnd w:id="1"/>
      <w:r w:rsidRPr="00454364">
        <w:t>Collocamento</w:t>
      </w:r>
    </w:p>
    <w:p w14:paraId="4DCB35BC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07D940FF" w14:textId="77777777" w:rsidR="00C34FC2" w:rsidRPr="00454364" w:rsidRDefault="00FC7388" w:rsidP="00AC408A">
      <w:pPr>
        <w:pStyle w:val="berschrift1"/>
      </w:pPr>
      <w:r w:rsidRPr="00454364">
        <w:t>Pianificazione</w:t>
      </w:r>
    </w:p>
    <w:p w14:paraId="349F25FE" w14:textId="77777777" w:rsidR="00733E1A" w:rsidRPr="0059137D" w:rsidRDefault="00C0513E" w:rsidP="00AC408A">
      <w:pPr>
        <w:pStyle w:val="berschrift2"/>
      </w:pPr>
      <w:r>
        <w:t>Setting</w:t>
      </w:r>
    </w:p>
    <w:p w14:paraId="58815352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4751"/>
      </w:tblGrid>
      <w:tr w:rsidR="00FC3B24" w:rsidRPr="00742F13" w14:paraId="3DC91627" w14:textId="77777777" w:rsidTr="00FC3B24">
        <w:tc>
          <w:tcPr>
            <w:tcW w:w="4744" w:type="dxa"/>
            <w:shd w:val="clear" w:color="auto" w:fill="EAEAEA"/>
          </w:tcPr>
          <w:p w14:paraId="746646A7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Setting </w:t>
            </w:r>
          </w:p>
        </w:tc>
        <w:tc>
          <w:tcPr>
            <w:tcW w:w="4751" w:type="dxa"/>
            <w:shd w:val="clear" w:color="auto" w:fill="EAEAEA"/>
          </w:tcPr>
          <w:p w14:paraId="12B17B04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FC3B24" w:rsidRPr="00742F13" w14:paraId="5F6BBE37" w14:textId="77777777" w:rsidTr="00FC3B24">
        <w:tc>
          <w:tcPr>
            <w:tcW w:w="4744" w:type="dxa"/>
          </w:tcPr>
          <w:p w14:paraId="6663BDDE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1B77D67A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5229B88C" w14:textId="77777777" w:rsidTr="00FC3B24">
        <w:tc>
          <w:tcPr>
            <w:tcW w:w="4744" w:type="dxa"/>
          </w:tcPr>
          <w:p w14:paraId="436D3127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4F037198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79123647" w14:textId="77777777" w:rsidTr="00FC3B24">
        <w:tc>
          <w:tcPr>
            <w:tcW w:w="4744" w:type="dxa"/>
          </w:tcPr>
          <w:p w14:paraId="2599B504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14C23259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40782D35" w14:textId="77777777" w:rsidTr="00FC3B24">
        <w:tc>
          <w:tcPr>
            <w:tcW w:w="4744" w:type="dxa"/>
          </w:tcPr>
          <w:p w14:paraId="4AB9399A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3EE3B3DE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D6B10C3" w14:textId="77777777" w:rsidR="00E91FD1" w:rsidRDefault="00E91FD1" w:rsidP="00B90E23"/>
    <w:p w14:paraId="6F6EDFC1" w14:textId="77777777" w:rsidR="00E91FD1" w:rsidRPr="0059137D" w:rsidRDefault="00C0513E" w:rsidP="00AC408A">
      <w:pPr>
        <w:pStyle w:val="berschrift2"/>
      </w:pPr>
      <w:r w:rsidRPr="00C0513E">
        <w:t>Gruppi target</w:t>
      </w:r>
    </w:p>
    <w:p w14:paraId="0B8AE3EE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0"/>
      </w:tblGrid>
      <w:tr w:rsidR="00FC3B24" w:rsidRPr="0059137D" w14:paraId="1F94FB41" w14:textId="77777777" w:rsidTr="00FC3B24">
        <w:tc>
          <w:tcPr>
            <w:tcW w:w="4734" w:type="dxa"/>
            <w:shd w:val="clear" w:color="auto" w:fill="EAEAEA"/>
          </w:tcPr>
          <w:p w14:paraId="6A56DBD4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Gruppo target </w:t>
            </w:r>
          </w:p>
        </w:tc>
        <w:tc>
          <w:tcPr>
            <w:tcW w:w="4760" w:type="dxa"/>
            <w:shd w:val="clear" w:color="auto" w:fill="EAEAEA"/>
          </w:tcPr>
          <w:p w14:paraId="213C40F7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B90E23" w:rsidRPr="0059137D" w14:paraId="43FF6296" w14:textId="77777777" w:rsidTr="00FC3B24">
        <w:tc>
          <w:tcPr>
            <w:tcW w:w="4734" w:type="dxa"/>
          </w:tcPr>
          <w:p w14:paraId="3177B6F2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58B21C9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6B23C4C2" w14:textId="77777777" w:rsidTr="00FC3B24">
        <w:tc>
          <w:tcPr>
            <w:tcW w:w="4734" w:type="dxa"/>
          </w:tcPr>
          <w:p w14:paraId="3775E1E5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4067DA0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710C62F7" w14:textId="77777777" w:rsidTr="00FC3B24">
        <w:tc>
          <w:tcPr>
            <w:tcW w:w="4734" w:type="dxa"/>
          </w:tcPr>
          <w:p w14:paraId="5640499A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7B546DFC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46EBFD6" w14:textId="77777777" w:rsidTr="00FC3B24">
        <w:tc>
          <w:tcPr>
            <w:tcW w:w="4734" w:type="dxa"/>
          </w:tcPr>
          <w:p w14:paraId="033D98D7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6D1D345D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77C23C72" w14:textId="77777777" w:rsidR="00C34FC2" w:rsidRPr="0059137D" w:rsidRDefault="00C0513E" w:rsidP="00AC408A">
      <w:pPr>
        <w:pStyle w:val="berschrift2"/>
      </w:pPr>
      <w:r w:rsidRPr="00C0513E">
        <w:t>Obiettivi</w:t>
      </w:r>
    </w:p>
    <w:p w14:paraId="7195DB18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AC408A" w14:paraId="1D085B85" w14:textId="77777777" w:rsidTr="00A92552">
        <w:tc>
          <w:tcPr>
            <w:tcW w:w="9494" w:type="dxa"/>
            <w:shd w:val="clear" w:color="auto" w:fill="EAEAEA"/>
          </w:tcPr>
          <w:p w14:paraId="1D032753" w14:textId="77777777" w:rsidR="00C34FC2" w:rsidRPr="00AC408A" w:rsidRDefault="007B58A7" w:rsidP="00FA0BD7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AC408A">
              <w:rPr>
                <w:rFonts w:cs="Arial"/>
                <w:color w:val="000000"/>
                <w:sz w:val="20"/>
                <w:lang w:val="fr-CH"/>
              </w:rPr>
              <w:t>Classi di obiettivi e obiettivi</w:t>
            </w:r>
            <w:r w:rsidR="00C34FC2" w:rsidRPr="00AC408A">
              <w:rPr>
                <w:rFonts w:cs="Arial"/>
                <w:color w:val="000000"/>
                <w:sz w:val="20"/>
                <w:lang w:val="fr-CH"/>
              </w:rPr>
              <w:t xml:space="preserve"> </w:t>
            </w:r>
          </w:p>
        </w:tc>
      </w:tr>
      <w:tr w:rsidR="00C34FC2" w:rsidRPr="0059137D" w14:paraId="29D54B7B" w14:textId="77777777" w:rsidTr="00A92552">
        <w:tc>
          <w:tcPr>
            <w:tcW w:w="9494" w:type="dxa"/>
            <w:shd w:val="clear" w:color="auto" w:fill="F2F2F2"/>
          </w:tcPr>
          <w:p w14:paraId="64ABB1EA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C6FFA9B" w14:textId="77777777" w:rsidTr="00A92552">
        <w:tc>
          <w:tcPr>
            <w:tcW w:w="9494" w:type="dxa"/>
          </w:tcPr>
          <w:p w14:paraId="76BD6F9E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91E8069" w14:textId="77777777" w:rsidTr="00A92552">
        <w:tc>
          <w:tcPr>
            <w:tcW w:w="9494" w:type="dxa"/>
          </w:tcPr>
          <w:p w14:paraId="4EEDF00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94BC51B" w14:textId="77777777" w:rsidTr="00A92552">
        <w:tc>
          <w:tcPr>
            <w:tcW w:w="9494" w:type="dxa"/>
          </w:tcPr>
          <w:p w14:paraId="4230E847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D2C6DD7" w14:textId="77777777" w:rsidTr="00A92552">
        <w:tc>
          <w:tcPr>
            <w:tcW w:w="9494" w:type="dxa"/>
            <w:shd w:val="clear" w:color="auto" w:fill="F2F2F2"/>
          </w:tcPr>
          <w:p w14:paraId="1AD58A6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A8EF260" w14:textId="77777777" w:rsidTr="00A92552">
        <w:tc>
          <w:tcPr>
            <w:tcW w:w="9494" w:type="dxa"/>
          </w:tcPr>
          <w:p w14:paraId="7C7E765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C65B3FB" w14:textId="77777777" w:rsidTr="00A92552">
        <w:tc>
          <w:tcPr>
            <w:tcW w:w="9494" w:type="dxa"/>
          </w:tcPr>
          <w:p w14:paraId="78F50FA2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E40368A" w14:textId="77777777" w:rsidTr="00A92552">
        <w:tc>
          <w:tcPr>
            <w:tcW w:w="9494" w:type="dxa"/>
          </w:tcPr>
          <w:p w14:paraId="14B6A763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1F7BB8A" w14:textId="77777777" w:rsidTr="00A92552">
        <w:tc>
          <w:tcPr>
            <w:tcW w:w="9494" w:type="dxa"/>
            <w:shd w:val="clear" w:color="auto" w:fill="F2F2F2"/>
          </w:tcPr>
          <w:p w14:paraId="4079211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0102449" w14:textId="77777777" w:rsidTr="00A92552">
        <w:tc>
          <w:tcPr>
            <w:tcW w:w="9494" w:type="dxa"/>
          </w:tcPr>
          <w:p w14:paraId="17E24F7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F2073E7" w14:textId="77777777" w:rsidTr="00A92552">
        <w:tc>
          <w:tcPr>
            <w:tcW w:w="9494" w:type="dxa"/>
          </w:tcPr>
          <w:p w14:paraId="664CE600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9A16814" w14:textId="77777777" w:rsidTr="00A92552">
        <w:tc>
          <w:tcPr>
            <w:tcW w:w="9494" w:type="dxa"/>
          </w:tcPr>
          <w:p w14:paraId="0B0B3FF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5022AB72" w14:textId="77777777" w:rsidR="00A92552" w:rsidRPr="00742F13" w:rsidRDefault="00A92552" w:rsidP="00A92552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[per una pianificazione dettagliata e un’operazionalizzazione degli obiettivi, utilizzare la tabella di pianif</w:t>
      </w:r>
      <w:r w:rsidRPr="00742F13">
        <w:rPr>
          <w:color w:val="7F7F7F"/>
          <w:sz w:val="20"/>
          <w:lang w:val="it-IT"/>
        </w:rPr>
        <w:t>i</w:t>
      </w:r>
      <w:r w:rsidRPr="00742F13">
        <w:rPr>
          <w:color w:val="7F7F7F"/>
          <w:sz w:val="20"/>
          <w:lang w:val="it-IT"/>
        </w:rPr>
        <w:t>cazione]</w:t>
      </w:r>
    </w:p>
    <w:p w14:paraId="5D1808A2" w14:textId="77777777" w:rsidR="00C34FC2" w:rsidRPr="0059137D" w:rsidRDefault="008A410A" w:rsidP="00AC408A">
      <w:pPr>
        <w:pStyle w:val="berschrift2"/>
      </w:pPr>
      <w:r w:rsidRPr="008A410A">
        <w:lastRenderedPageBreak/>
        <w:t>Misure d'intervento e progetti</w:t>
      </w:r>
    </w:p>
    <w:p w14:paraId="7E100EFB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8A410A" w:rsidRPr="0059137D" w14:paraId="7A0A9169" w14:textId="77777777" w:rsidTr="00454364">
        <w:trPr>
          <w:tblHeader/>
        </w:trPr>
        <w:tc>
          <w:tcPr>
            <w:tcW w:w="5433" w:type="dxa"/>
            <w:shd w:val="clear" w:color="auto" w:fill="EAEAEA"/>
          </w:tcPr>
          <w:p w14:paraId="491BB51C" w14:textId="77777777" w:rsidR="008A410A" w:rsidRPr="0059137D" w:rsidRDefault="008A410A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8A410A">
              <w:rPr>
                <w:rFonts w:cs="Arial"/>
                <w:color w:val="000000"/>
                <w:sz w:val="20"/>
              </w:rPr>
              <w:t>Misure d'intervento e progetti</w:t>
            </w:r>
          </w:p>
        </w:tc>
        <w:tc>
          <w:tcPr>
            <w:tcW w:w="1211" w:type="dxa"/>
            <w:shd w:val="clear" w:color="auto" w:fill="EAEAEA"/>
          </w:tcPr>
          <w:p w14:paraId="46FFCBD0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</w:t>
            </w:r>
          </w:p>
        </w:tc>
        <w:tc>
          <w:tcPr>
            <w:tcW w:w="1135" w:type="dxa"/>
            <w:shd w:val="clear" w:color="auto" w:fill="EAEAEA"/>
          </w:tcPr>
          <w:p w14:paraId="5E3ABFD4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a</w:t>
            </w:r>
          </w:p>
        </w:tc>
        <w:tc>
          <w:tcPr>
            <w:tcW w:w="1715" w:type="dxa"/>
            <w:shd w:val="clear" w:color="auto" w:fill="EAEAEA"/>
          </w:tcPr>
          <w:p w14:paraId="0EDE1CFB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Responsabile</w:t>
            </w:r>
          </w:p>
        </w:tc>
      </w:tr>
      <w:tr w:rsidR="00C34FC2" w:rsidRPr="0059137D" w14:paraId="0DE04B13" w14:textId="77777777" w:rsidTr="008A410A">
        <w:tc>
          <w:tcPr>
            <w:tcW w:w="5433" w:type="dxa"/>
          </w:tcPr>
          <w:p w14:paraId="02796D3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760C65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6A65AF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56FB9DC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40BA9A0" w14:textId="77777777" w:rsidTr="008A410A">
        <w:tc>
          <w:tcPr>
            <w:tcW w:w="5433" w:type="dxa"/>
          </w:tcPr>
          <w:p w14:paraId="70ACD20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3102EE6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880A96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5AEEBE6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CA3FE45" w14:textId="77777777" w:rsidTr="008A410A">
        <w:tc>
          <w:tcPr>
            <w:tcW w:w="5433" w:type="dxa"/>
          </w:tcPr>
          <w:p w14:paraId="1E770CA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82E59D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5392C6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D6A289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DE41084" w14:textId="77777777" w:rsidTr="008A410A">
        <w:tc>
          <w:tcPr>
            <w:tcW w:w="5433" w:type="dxa"/>
          </w:tcPr>
          <w:p w14:paraId="6A5E9FF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B2BAD2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59EBCF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5C4E72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E3B9236" w14:textId="77777777" w:rsidTr="008A410A">
        <w:tc>
          <w:tcPr>
            <w:tcW w:w="5433" w:type="dxa"/>
          </w:tcPr>
          <w:p w14:paraId="715A79E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3702BC74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F047099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860A23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E64FBFB" w14:textId="77777777" w:rsidR="00733E1A" w:rsidRPr="0059137D" w:rsidRDefault="00C0513E" w:rsidP="00AC408A">
      <w:pPr>
        <w:pStyle w:val="berschrift2"/>
      </w:pPr>
      <w:r w:rsidRPr="00C0513E">
        <w:t>Traguardi intermedi</w:t>
      </w:r>
      <w:r>
        <w:t xml:space="preserve"> e</w:t>
      </w:r>
      <w:r w:rsidR="00C34FC2">
        <w:t xml:space="preserve"> </w:t>
      </w:r>
      <w:r>
        <w:t>s</w:t>
      </w:r>
      <w:r w:rsidRPr="00C0513E">
        <w:t>cadenza</w:t>
      </w:r>
    </w:p>
    <w:p w14:paraId="7323A845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636660" w:rsidRPr="0059137D" w14:paraId="71778FCC" w14:textId="77777777" w:rsidTr="00636660">
        <w:tc>
          <w:tcPr>
            <w:tcW w:w="7872" w:type="dxa"/>
            <w:shd w:val="clear" w:color="auto" w:fill="EAEAEA"/>
          </w:tcPr>
          <w:p w14:paraId="39FB41F9" w14:textId="77777777" w:rsidR="00636660" w:rsidRPr="00742F13" w:rsidRDefault="00636660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>
              <w:rPr>
                <w:rFonts w:cs="Arial"/>
                <w:color w:val="000000"/>
                <w:sz w:val="20"/>
                <w:lang w:val="it-IT"/>
              </w:rPr>
              <w:t>Traguardo intermedio</w:t>
            </w:r>
          </w:p>
        </w:tc>
        <w:tc>
          <w:tcPr>
            <w:tcW w:w="1622" w:type="dxa"/>
            <w:shd w:val="clear" w:color="auto" w:fill="EAEAEA"/>
          </w:tcPr>
          <w:p w14:paraId="771EBE4D" w14:textId="77777777" w:rsidR="00636660" w:rsidRPr="00742F13" w:rsidRDefault="00636660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334F571E" w14:textId="77777777" w:rsidTr="00636660">
        <w:tc>
          <w:tcPr>
            <w:tcW w:w="7872" w:type="dxa"/>
          </w:tcPr>
          <w:p w14:paraId="12D480D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D5EA79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5981CD5" w14:textId="77777777" w:rsidTr="00636660">
        <w:tc>
          <w:tcPr>
            <w:tcW w:w="7872" w:type="dxa"/>
          </w:tcPr>
          <w:p w14:paraId="05CDF40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4917EAD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514729A" w14:textId="77777777" w:rsidTr="00636660">
        <w:tc>
          <w:tcPr>
            <w:tcW w:w="7872" w:type="dxa"/>
          </w:tcPr>
          <w:p w14:paraId="2796E71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32CB47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B611D7A" w14:textId="77777777" w:rsidTr="00636660">
        <w:tc>
          <w:tcPr>
            <w:tcW w:w="7872" w:type="dxa"/>
          </w:tcPr>
          <w:p w14:paraId="3C7D665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1CB329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7B4C1DD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8A410A" w:rsidRPr="0059137D" w14:paraId="788A88D6" w14:textId="77777777" w:rsidTr="008A410A">
        <w:tc>
          <w:tcPr>
            <w:tcW w:w="7880" w:type="dxa"/>
            <w:shd w:val="clear" w:color="auto" w:fill="EAEAEA"/>
          </w:tcPr>
          <w:p w14:paraId="2C7E0E62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Scadenza</w:t>
            </w:r>
          </w:p>
        </w:tc>
        <w:tc>
          <w:tcPr>
            <w:tcW w:w="1614" w:type="dxa"/>
            <w:shd w:val="clear" w:color="auto" w:fill="EAEAEA"/>
          </w:tcPr>
          <w:p w14:paraId="7AFA89EF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1BAEC7E4" w14:textId="77777777" w:rsidTr="008A410A">
        <w:tc>
          <w:tcPr>
            <w:tcW w:w="7880" w:type="dxa"/>
          </w:tcPr>
          <w:p w14:paraId="75B0730C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D3A969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4F3AE39" w14:textId="77777777" w:rsidTr="008A410A">
        <w:tc>
          <w:tcPr>
            <w:tcW w:w="7880" w:type="dxa"/>
          </w:tcPr>
          <w:p w14:paraId="1B37247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D7D8F6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0CF7D4D" w14:textId="77777777" w:rsidTr="008A410A">
        <w:tc>
          <w:tcPr>
            <w:tcW w:w="7880" w:type="dxa"/>
          </w:tcPr>
          <w:p w14:paraId="536F9CF1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7BE4BA6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3639F84" w14:textId="77777777" w:rsidTr="008A410A">
        <w:tc>
          <w:tcPr>
            <w:tcW w:w="7880" w:type="dxa"/>
          </w:tcPr>
          <w:p w14:paraId="0306A6E7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313D9AA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2C10F57" w14:textId="77777777" w:rsidTr="008A410A">
        <w:tc>
          <w:tcPr>
            <w:tcW w:w="7880" w:type="dxa"/>
          </w:tcPr>
          <w:p w14:paraId="3FEB4C11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0D1FC1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537668A7" w14:textId="77777777" w:rsidR="00733E1A" w:rsidRPr="0059137D" w:rsidRDefault="00C0513E" w:rsidP="00AC408A">
      <w:pPr>
        <w:pStyle w:val="berschrift2"/>
      </w:pPr>
      <w:r w:rsidRPr="00C0513E">
        <w:t>Stima dei costi</w:t>
      </w:r>
    </w:p>
    <w:p w14:paraId="0099A5AA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1"/>
      </w:tblGrid>
      <w:tr w:rsidR="00CC6424" w:rsidRPr="0059137D" w14:paraId="62A539EF" w14:textId="77777777" w:rsidTr="008A410A">
        <w:tc>
          <w:tcPr>
            <w:tcW w:w="7873" w:type="dxa"/>
            <w:shd w:val="clear" w:color="auto" w:fill="auto"/>
          </w:tcPr>
          <w:p w14:paraId="217519D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21" w:type="dxa"/>
            <w:shd w:val="clear" w:color="auto" w:fill="auto"/>
          </w:tcPr>
          <w:p w14:paraId="246C1D1A" w14:textId="77777777" w:rsidR="00CC6424" w:rsidRPr="0059137D" w:rsidRDefault="008A410A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Importo</w:t>
            </w:r>
          </w:p>
        </w:tc>
      </w:tr>
      <w:tr w:rsidR="00CC6424" w:rsidRPr="0059137D" w14:paraId="2C771E48" w14:textId="77777777" w:rsidTr="008A410A">
        <w:tc>
          <w:tcPr>
            <w:tcW w:w="7873" w:type="dxa"/>
            <w:shd w:val="clear" w:color="auto" w:fill="EAEAEA"/>
          </w:tcPr>
          <w:p w14:paraId="77AC72F4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742F13">
              <w:rPr>
                <w:rFonts w:cs="Arial"/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621" w:type="dxa"/>
            <w:shd w:val="clear" w:color="auto" w:fill="EAEAEA"/>
          </w:tcPr>
          <w:p w14:paraId="2DC2FD2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A82B5F6" w14:textId="77777777" w:rsidTr="008A410A">
        <w:tc>
          <w:tcPr>
            <w:tcW w:w="7873" w:type="dxa"/>
          </w:tcPr>
          <w:p w14:paraId="70D18AD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31C76BE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5AB32A40" w14:textId="77777777" w:rsidTr="008A410A">
        <w:tc>
          <w:tcPr>
            <w:tcW w:w="7873" w:type="dxa"/>
          </w:tcPr>
          <w:p w14:paraId="138B77AF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687B3BD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FFB55BB" w14:textId="77777777" w:rsidTr="008A410A">
        <w:tc>
          <w:tcPr>
            <w:tcW w:w="7873" w:type="dxa"/>
          </w:tcPr>
          <w:p w14:paraId="2668CB38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1D48E16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110CD2B" w14:textId="77777777" w:rsidTr="008A410A">
        <w:tc>
          <w:tcPr>
            <w:tcW w:w="7873" w:type="dxa"/>
          </w:tcPr>
          <w:p w14:paraId="38149457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88BAA4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1DD9B8AA" w14:textId="77777777" w:rsidTr="008A410A">
        <w:tc>
          <w:tcPr>
            <w:tcW w:w="7873" w:type="dxa"/>
            <w:shd w:val="clear" w:color="auto" w:fill="EAEAEA"/>
          </w:tcPr>
          <w:p w14:paraId="2C9BE73A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Entrate</w:t>
            </w:r>
          </w:p>
        </w:tc>
        <w:tc>
          <w:tcPr>
            <w:tcW w:w="1621" w:type="dxa"/>
            <w:shd w:val="clear" w:color="auto" w:fill="EAEAEA"/>
          </w:tcPr>
          <w:p w14:paraId="7402789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8926DFD" w14:textId="77777777" w:rsidTr="008A410A">
        <w:tc>
          <w:tcPr>
            <w:tcW w:w="7873" w:type="dxa"/>
          </w:tcPr>
          <w:p w14:paraId="448E0A0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18239832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5079791" w14:textId="77777777" w:rsidTr="008A410A">
        <w:tc>
          <w:tcPr>
            <w:tcW w:w="7873" w:type="dxa"/>
          </w:tcPr>
          <w:p w14:paraId="149242C1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A17904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CDC2239" w14:textId="77777777" w:rsidTr="008A410A">
        <w:tc>
          <w:tcPr>
            <w:tcW w:w="7873" w:type="dxa"/>
          </w:tcPr>
          <w:p w14:paraId="0F4E54FE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B1F5A6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52D9D67" w14:textId="77777777" w:rsidTr="008A410A">
        <w:tc>
          <w:tcPr>
            <w:tcW w:w="7873" w:type="dxa"/>
            <w:tcBorders>
              <w:bottom w:val="single" w:sz="4" w:space="0" w:color="C0C0C0"/>
            </w:tcBorders>
          </w:tcPr>
          <w:p w14:paraId="7419A16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621" w:type="dxa"/>
            <w:tcBorders>
              <w:bottom w:val="single" w:sz="4" w:space="0" w:color="C0C0C0"/>
            </w:tcBorders>
          </w:tcPr>
          <w:p w14:paraId="1651A4D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030D236" w14:textId="77777777" w:rsidTr="008A410A">
        <w:tc>
          <w:tcPr>
            <w:tcW w:w="7873" w:type="dxa"/>
            <w:shd w:val="clear" w:color="auto" w:fill="E6E6E6"/>
          </w:tcPr>
          <w:p w14:paraId="51FC5554" w14:textId="77777777" w:rsidR="00CC6424" w:rsidRPr="0059137D" w:rsidRDefault="00862A7B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621" w:type="dxa"/>
            <w:shd w:val="clear" w:color="auto" w:fill="E6E6E6"/>
          </w:tcPr>
          <w:p w14:paraId="58625A5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7BFD3F33" w14:textId="77777777" w:rsidR="008A410A" w:rsidRPr="00742F13" w:rsidRDefault="008A410A" w:rsidP="008A410A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[Totale = 0: in un bilancio in pari, entrate e uscite devono corrispondere]</w:t>
      </w:r>
    </w:p>
    <w:p w14:paraId="3D6E82B6" w14:textId="77777777" w:rsidR="00CC6424" w:rsidRPr="00A05635" w:rsidRDefault="00895EC3" w:rsidP="00AC408A">
      <w:pPr>
        <w:pStyle w:val="berschrift1"/>
      </w:pPr>
      <w:r w:rsidRPr="00895EC3">
        <w:t>Organizzazione</w:t>
      </w:r>
    </w:p>
    <w:p w14:paraId="53994B45" w14:textId="77777777" w:rsidR="00CC6424" w:rsidRPr="00CC6424" w:rsidRDefault="00895EC3" w:rsidP="00AC408A">
      <w:pPr>
        <w:pStyle w:val="berschrift2"/>
      </w:pPr>
      <w:r w:rsidRPr="00895EC3">
        <w:t>Struttura del programma</w:t>
      </w:r>
    </w:p>
    <w:p w14:paraId="3AE97706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987FCAB" w14:textId="77777777" w:rsidR="00C34FC2" w:rsidRDefault="00895EC3" w:rsidP="00B90E23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[Inserire qui il piano strutturale]</w:t>
      </w:r>
    </w:p>
    <w:p w14:paraId="60F4FDA4" w14:textId="77777777" w:rsidR="00CC6424" w:rsidRPr="00CC6424" w:rsidRDefault="00FC3B24" w:rsidP="00AC408A">
      <w:pPr>
        <w:pStyle w:val="berschrift2"/>
      </w:pPr>
      <w:r w:rsidRPr="00FC3B24">
        <w:t>Interconnessioni</w:t>
      </w:r>
    </w:p>
    <w:p w14:paraId="31B36E65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4B9EEF29" w14:textId="77777777" w:rsidR="00CC6424" w:rsidRPr="005B0224" w:rsidRDefault="00FC3B24" w:rsidP="00AC408A">
      <w:pPr>
        <w:pStyle w:val="berschrift1"/>
      </w:pPr>
      <w:r>
        <w:t>Conduzione</w:t>
      </w:r>
    </w:p>
    <w:p w14:paraId="2B49C2E6" w14:textId="77777777" w:rsidR="00DF17ED" w:rsidRPr="00CC6424" w:rsidRDefault="00DF17ED" w:rsidP="00AC408A">
      <w:pPr>
        <w:pStyle w:val="berschrift2"/>
      </w:pPr>
      <w:r w:rsidRPr="00DF17ED">
        <w:t>Innovazione</w:t>
      </w:r>
    </w:p>
    <w:p w14:paraId="47C6C493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2F701F22" w14:textId="77777777" w:rsidR="00DF17ED" w:rsidRPr="00CC6424" w:rsidRDefault="00DF17ED" w:rsidP="00AC408A">
      <w:pPr>
        <w:pStyle w:val="berschrift2"/>
      </w:pPr>
      <w:r w:rsidRPr="00DF17ED">
        <w:t>Coordinazione</w:t>
      </w:r>
    </w:p>
    <w:p w14:paraId="7B672C1F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40149A1F" w14:textId="77777777" w:rsidR="00DF17ED" w:rsidRPr="00CC6424" w:rsidRDefault="00DF17ED" w:rsidP="00AC408A">
      <w:pPr>
        <w:pStyle w:val="berschrift2"/>
      </w:pPr>
      <w:r w:rsidRPr="00DF17ED">
        <w:t>Gestione del know-how</w:t>
      </w:r>
    </w:p>
    <w:p w14:paraId="716970A6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751384E4" w14:textId="77777777" w:rsidR="00CC6424" w:rsidRPr="005B0224" w:rsidRDefault="00DF17ED" w:rsidP="00AC408A">
      <w:pPr>
        <w:pStyle w:val="berschrift1"/>
      </w:pPr>
      <w:r w:rsidRPr="00DF17ED">
        <w:t>Prospettive</w:t>
      </w:r>
    </w:p>
    <w:p w14:paraId="08DE10F3" w14:textId="77777777" w:rsidR="00CC6424" w:rsidRPr="00CC6424" w:rsidRDefault="00DF17ED" w:rsidP="00AC408A">
      <w:pPr>
        <w:pStyle w:val="berschrift2"/>
      </w:pPr>
      <w:r w:rsidRPr="00DF17ED">
        <w:t>Opportunità e rischi</w:t>
      </w:r>
      <w:r w:rsidR="00CC6424" w:rsidRPr="00CC6424">
        <w:t xml:space="preserve"> </w:t>
      </w:r>
    </w:p>
    <w:p w14:paraId="4A3CDFF7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06560311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1C68EE95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00959A88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</w:t>
            </w:r>
            <w:r w:rsidRPr="00DF17ED">
              <w:rPr>
                <w:color w:val="000000"/>
                <w:sz w:val="20"/>
              </w:rPr>
              <w:t xml:space="preserve">ischi </w:t>
            </w:r>
          </w:p>
        </w:tc>
      </w:tr>
      <w:tr w:rsidR="00A30F78" w:rsidRPr="00ED039A" w14:paraId="490701D1" w14:textId="77777777" w:rsidTr="00E40CFD">
        <w:trPr>
          <w:trHeight w:val="92"/>
        </w:trPr>
        <w:tc>
          <w:tcPr>
            <w:tcW w:w="4746" w:type="dxa"/>
          </w:tcPr>
          <w:p w14:paraId="2CC0445F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670BC164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2CDD810C" w14:textId="77777777" w:rsidR="00CC6424" w:rsidRPr="00CC6424" w:rsidRDefault="00DF17ED" w:rsidP="00AC408A">
      <w:pPr>
        <w:pStyle w:val="berschrift2"/>
      </w:pPr>
      <w:r w:rsidRPr="00DF17ED">
        <w:t>Valorizzazione</w:t>
      </w:r>
    </w:p>
    <w:p w14:paraId="48AC8632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DA50807" w14:textId="77777777" w:rsidR="00CC6424" w:rsidRPr="00CC6424" w:rsidRDefault="00DF17ED" w:rsidP="00AC408A">
      <w:pPr>
        <w:pStyle w:val="berschrift2"/>
      </w:pPr>
      <w:r w:rsidRPr="00DF17ED">
        <w:t>Osservazioni e domande</w:t>
      </w:r>
    </w:p>
    <w:p w14:paraId="5F31C28B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AA27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8A877" w14:textId="77777777" w:rsidR="0027198F" w:rsidRDefault="0027198F">
      <w:r>
        <w:separator/>
      </w:r>
    </w:p>
  </w:endnote>
  <w:endnote w:type="continuationSeparator" w:id="0">
    <w:p w14:paraId="03E90B93" w14:textId="77777777" w:rsidR="0027198F" w:rsidRDefault="0027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29D7B" w14:textId="77777777" w:rsidR="002D26DC" w:rsidRPr="005E4DEC" w:rsidRDefault="005E4DEC" w:rsidP="005E4DEC">
    <w:pPr>
      <w:pStyle w:val="Fuzeile"/>
      <w:tabs>
        <w:tab w:val="clear" w:pos="9406"/>
        <w:tab w:val="right" w:pos="9356"/>
      </w:tabs>
      <w:rPr>
        <w:color w:val="7F7F7F"/>
      </w:rPr>
    </w:pPr>
    <w:r w:rsidRPr="00C5259A">
      <w:rPr>
        <w:color w:val="FF9900"/>
      </w:rPr>
      <w:t>www.quint-essenz.ch</w:t>
    </w:r>
    <w:r w:rsidRPr="00742F13">
      <w:rPr>
        <w:color w:val="7F7F7F"/>
      </w:rPr>
      <w:t>, un'offerta di Promozione Salute Svizzera</w:t>
    </w:r>
    <w:r w:rsidRPr="00742F13">
      <w:rPr>
        <w:color w:val="7F7F7F"/>
      </w:rPr>
      <w:br/>
    </w:r>
    <w:r w:rsidR="00684129">
      <w:rPr>
        <w:color w:val="7F7F7F"/>
      </w:rPr>
      <w:t>Bozza</w:t>
    </w:r>
    <w:r w:rsidRPr="00742F13">
      <w:rPr>
        <w:color w:val="7F7F7F"/>
      </w:rPr>
      <w:t xml:space="preserve"> [</w:t>
    </w:r>
    <w:r w:rsidR="00396FE5">
      <w:rPr>
        <w:color w:val="7F7F7F"/>
      </w:rPr>
      <w:t>Programma</w:t>
    </w:r>
    <w:r w:rsidRPr="00742F13">
      <w:rPr>
        <w:color w:val="7F7F7F"/>
      </w:rPr>
      <w:t>], [Autore/Autrice], [Data]</w:t>
    </w:r>
    <w:r w:rsidRPr="00742F13">
      <w:rPr>
        <w:color w:val="7F7F7F"/>
      </w:rPr>
      <w:tab/>
    </w:r>
    <w:r w:rsidRPr="00742F13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742F13">
      <w:rPr>
        <w:color w:val="7F7F7F"/>
      </w:rPr>
      <w:instrText xml:space="preserve"> </w:instrText>
    </w:r>
    <w:r w:rsidR="00EC26EB">
      <w:rPr>
        <w:color w:val="7F7F7F"/>
      </w:rPr>
      <w:instrText>PAGE</w:instrText>
    </w:r>
    <w:r w:rsidRPr="00742F13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AC408A">
      <w:rPr>
        <w:noProof/>
        <w:color w:val="7F7F7F"/>
      </w:rPr>
      <w:t>2</w:t>
    </w:r>
    <w:r w:rsidRPr="00E459D6">
      <w:rPr>
        <w:color w:val="7F7F7F"/>
        <w:lang w:val="fr-FR"/>
      </w:rPr>
      <w:fldChar w:fldCharType="end"/>
    </w:r>
    <w:r w:rsidRPr="00742F13">
      <w:rPr>
        <w:color w:val="7F7F7F"/>
      </w:rPr>
      <w:t>/</w:t>
    </w:r>
    <w:r w:rsidRPr="00E459D6">
      <w:rPr>
        <w:color w:val="7F7F7F"/>
      </w:rPr>
      <w:fldChar w:fldCharType="begin"/>
    </w:r>
    <w:r w:rsidRPr="00742F13">
      <w:rPr>
        <w:color w:val="7F7F7F"/>
      </w:rPr>
      <w:instrText xml:space="preserve"> </w:instrText>
    </w:r>
    <w:r w:rsidR="00EC26EB">
      <w:rPr>
        <w:color w:val="7F7F7F"/>
      </w:rPr>
      <w:instrText>NUMPAGES</w:instrText>
    </w:r>
    <w:r w:rsidRPr="00742F13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AC408A">
      <w:rPr>
        <w:noProof/>
        <w:color w:val="7F7F7F"/>
      </w:rPr>
      <w:t>4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41A6E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EC26EB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EC26EB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82C76" w14:textId="77777777" w:rsidR="0027198F" w:rsidRDefault="0027198F">
      <w:r>
        <w:separator/>
      </w:r>
    </w:p>
  </w:footnote>
  <w:footnote w:type="continuationSeparator" w:id="0">
    <w:p w14:paraId="170A5B8B" w14:textId="77777777" w:rsidR="0027198F" w:rsidRDefault="00271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D1D64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BC277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AC408A">
      <w:rPr>
        <w:noProof/>
        <w:lang w:eastAsia="de-DE"/>
      </w:rPr>
      <w:pict w14:anchorId="67E7CE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ED84A03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D62A7"/>
    <w:rsid w:val="000E1BDD"/>
    <w:rsid w:val="000F705F"/>
    <w:rsid w:val="00173C96"/>
    <w:rsid w:val="001949F1"/>
    <w:rsid w:val="001A12FB"/>
    <w:rsid w:val="00242ADD"/>
    <w:rsid w:val="0027198F"/>
    <w:rsid w:val="002D26DC"/>
    <w:rsid w:val="003005F4"/>
    <w:rsid w:val="00311C87"/>
    <w:rsid w:val="00315637"/>
    <w:rsid w:val="0034798C"/>
    <w:rsid w:val="0038323E"/>
    <w:rsid w:val="00396FE5"/>
    <w:rsid w:val="003C6EBE"/>
    <w:rsid w:val="004001D7"/>
    <w:rsid w:val="00454364"/>
    <w:rsid w:val="00462027"/>
    <w:rsid w:val="0047177E"/>
    <w:rsid w:val="004A76F2"/>
    <w:rsid w:val="00522195"/>
    <w:rsid w:val="00587E1D"/>
    <w:rsid w:val="0059137D"/>
    <w:rsid w:val="00592279"/>
    <w:rsid w:val="005B0224"/>
    <w:rsid w:val="005E4DEC"/>
    <w:rsid w:val="0061496F"/>
    <w:rsid w:val="00636660"/>
    <w:rsid w:val="00642CDC"/>
    <w:rsid w:val="00665121"/>
    <w:rsid w:val="00667154"/>
    <w:rsid w:val="00673555"/>
    <w:rsid w:val="00684129"/>
    <w:rsid w:val="00733E1A"/>
    <w:rsid w:val="0074202C"/>
    <w:rsid w:val="007B58A7"/>
    <w:rsid w:val="007D06E4"/>
    <w:rsid w:val="007E7A4A"/>
    <w:rsid w:val="007F362E"/>
    <w:rsid w:val="00813BF1"/>
    <w:rsid w:val="00862A7B"/>
    <w:rsid w:val="00893635"/>
    <w:rsid w:val="00895EC3"/>
    <w:rsid w:val="008A410A"/>
    <w:rsid w:val="00910DD4"/>
    <w:rsid w:val="00A05635"/>
    <w:rsid w:val="00A235B1"/>
    <w:rsid w:val="00A30F78"/>
    <w:rsid w:val="00A92552"/>
    <w:rsid w:val="00AA271A"/>
    <w:rsid w:val="00AA595C"/>
    <w:rsid w:val="00AC408A"/>
    <w:rsid w:val="00AE239D"/>
    <w:rsid w:val="00B267DA"/>
    <w:rsid w:val="00B463D2"/>
    <w:rsid w:val="00B72442"/>
    <w:rsid w:val="00B90E23"/>
    <w:rsid w:val="00BF7A36"/>
    <w:rsid w:val="00C0513E"/>
    <w:rsid w:val="00C07F12"/>
    <w:rsid w:val="00C34FC2"/>
    <w:rsid w:val="00CA7293"/>
    <w:rsid w:val="00CC6424"/>
    <w:rsid w:val="00D62ED3"/>
    <w:rsid w:val="00D74DAF"/>
    <w:rsid w:val="00D9560A"/>
    <w:rsid w:val="00DD3A16"/>
    <w:rsid w:val="00DF17ED"/>
    <w:rsid w:val="00E0257F"/>
    <w:rsid w:val="00E27F71"/>
    <w:rsid w:val="00E40CFD"/>
    <w:rsid w:val="00E91FD1"/>
    <w:rsid w:val="00EC26EB"/>
    <w:rsid w:val="00ED22C7"/>
    <w:rsid w:val="00F42C07"/>
    <w:rsid w:val="00FA0BD7"/>
    <w:rsid w:val="00FA0C22"/>
    <w:rsid w:val="00FC3B2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0ECD3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FC2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454364"/>
    <w:pPr>
      <w:numPr>
        <w:ilvl w:val="0"/>
      </w:numPr>
      <w:shd w:val="clear" w:color="auto" w:fill="D9D9D9"/>
      <w:spacing w:before="360" w:after="36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AC408A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454364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AC408A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4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3</cp:revision>
  <cp:lastPrinted>2014-06-16T09:31:00Z</cp:lastPrinted>
  <dcterms:created xsi:type="dcterms:W3CDTF">2016-09-27T11:50:00Z</dcterms:created>
  <dcterms:modified xsi:type="dcterms:W3CDTF">2016-09-27T15:26:00Z</dcterms:modified>
</cp:coreProperties>
</file>