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BE7F5" w14:textId="77777777" w:rsidR="002D26DC" w:rsidRDefault="00E55317" w:rsidP="00B90E23">
      <w:pPr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Bozza</w:t>
      </w:r>
      <w:r w:rsidR="00CC6424" w:rsidRPr="00D62ED3">
        <w:rPr>
          <w:b/>
          <w:sz w:val="32"/>
          <w:szCs w:val="32"/>
        </w:rPr>
        <w:t xml:space="preserve">: </w:t>
      </w:r>
      <w:r w:rsidR="00733E1A" w:rsidRPr="00D62ED3">
        <w:rPr>
          <w:b/>
          <w:sz w:val="32"/>
          <w:szCs w:val="32"/>
        </w:rPr>
        <w:t>…</w:t>
      </w:r>
    </w:p>
    <w:p w14:paraId="390E777F" w14:textId="77777777" w:rsidR="00D62ED3" w:rsidRPr="00D62ED3" w:rsidRDefault="00D62ED3" w:rsidP="00B90E23">
      <w:pPr>
        <w:rPr>
          <w:b/>
          <w:sz w:val="12"/>
          <w:szCs w:val="32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022"/>
      </w:tblGrid>
      <w:tr w:rsidR="007B58A7" w:rsidRPr="0059137D" w14:paraId="37F43B22" w14:textId="77777777" w:rsidTr="001949F1">
        <w:tc>
          <w:tcPr>
            <w:tcW w:w="3472" w:type="dxa"/>
          </w:tcPr>
          <w:p w14:paraId="7B0B26A3" w14:textId="77777777" w:rsidR="007B58A7" w:rsidRPr="00742F13" w:rsidRDefault="007B58A7" w:rsidP="006713FE">
            <w:pPr>
              <w:pStyle w:val="Balken"/>
              <w:rPr>
                <w:rFonts w:cs="Arial"/>
                <w:color w:val="000000"/>
              </w:rPr>
            </w:pPr>
            <w:r w:rsidRPr="00742F13">
              <w:rPr>
                <w:rFonts w:cs="Arial"/>
                <w:color w:val="000000"/>
              </w:rPr>
              <w:t>Dati fondamentali</w:t>
            </w:r>
          </w:p>
        </w:tc>
        <w:tc>
          <w:tcPr>
            <w:tcW w:w="6023" w:type="dxa"/>
          </w:tcPr>
          <w:p w14:paraId="75D643CE" w14:textId="77777777" w:rsidR="007B58A7" w:rsidRPr="00742F13" w:rsidRDefault="007B58A7" w:rsidP="006713FE">
            <w:pPr>
              <w:pStyle w:val="Balken"/>
              <w:rPr>
                <w:rFonts w:cs="Arial"/>
                <w:color w:val="000000"/>
              </w:rPr>
            </w:pPr>
          </w:p>
        </w:tc>
      </w:tr>
      <w:tr w:rsidR="007B58A7" w:rsidRPr="00CA7293" w14:paraId="08F3D17A" w14:textId="77777777" w:rsidTr="001949F1">
        <w:tc>
          <w:tcPr>
            <w:tcW w:w="3472" w:type="dxa"/>
          </w:tcPr>
          <w:p w14:paraId="2F8D6696" w14:textId="77777777" w:rsidR="007B58A7" w:rsidRPr="00742F13" w:rsidRDefault="007B58A7" w:rsidP="00E55317">
            <w:pPr>
              <w:spacing w:before="60" w:after="60"/>
              <w:rPr>
                <w:sz w:val="20"/>
              </w:rPr>
            </w:pPr>
            <w:r w:rsidRPr="00742F13">
              <w:rPr>
                <w:sz w:val="20"/>
              </w:rPr>
              <w:t>Titolo (</w:t>
            </w:r>
            <w:r w:rsidR="00E55317">
              <w:rPr>
                <w:sz w:val="20"/>
              </w:rPr>
              <w:t>progetto</w:t>
            </w:r>
            <w:r w:rsidRPr="00742F13">
              <w:rPr>
                <w:sz w:val="20"/>
              </w:rPr>
              <w:t>)</w:t>
            </w:r>
          </w:p>
        </w:tc>
        <w:tc>
          <w:tcPr>
            <w:tcW w:w="6023" w:type="dxa"/>
          </w:tcPr>
          <w:p w14:paraId="5EA55D29" w14:textId="77777777" w:rsidR="007B58A7" w:rsidRPr="00742F13" w:rsidRDefault="007B58A7" w:rsidP="006713FE">
            <w:pPr>
              <w:spacing w:before="60" w:after="60"/>
              <w:rPr>
                <w:rFonts w:cs="Arial"/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B58A7" w:rsidRPr="00CA7293" w14:paraId="13AFBCA2" w14:textId="77777777" w:rsidTr="001949F1">
        <w:tc>
          <w:tcPr>
            <w:tcW w:w="3472" w:type="dxa"/>
          </w:tcPr>
          <w:p w14:paraId="0CB7F829" w14:textId="77777777" w:rsidR="007B58A7" w:rsidRPr="00742F13" w:rsidRDefault="007B58A7" w:rsidP="006713FE">
            <w:pPr>
              <w:spacing w:before="60" w:after="60"/>
              <w:rPr>
                <w:sz w:val="20"/>
              </w:rPr>
            </w:pPr>
            <w:r w:rsidRPr="00742F13">
              <w:rPr>
                <w:sz w:val="20"/>
              </w:rPr>
              <w:t>Responsabile (i)</w:t>
            </w:r>
          </w:p>
        </w:tc>
        <w:tc>
          <w:tcPr>
            <w:tcW w:w="6023" w:type="dxa"/>
          </w:tcPr>
          <w:p w14:paraId="08B7F146" w14:textId="77777777" w:rsidR="007B58A7" w:rsidRPr="00742F13" w:rsidRDefault="007B58A7" w:rsidP="006713FE">
            <w:pPr>
              <w:spacing w:before="60" w:after="60"/>
              <w:rPr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B58A7" w:rsidRPr="00CA7293" w14:paraId="331FDDAF" w14:textId="77777777" w:rsidTr="001949F1">
        <w:tc>
          <w:tcPr>
            <w:tcW w:w="3472" w:type="dxa"/>
          </w:tcPr>
          <w:p w14:paraId="57E46127" w14:textId="77777777" w:rsidR="007B58A7" w:rsidRPr="00742F13" w:rsidRDefault="007B58A7" w:rsidP="006713FE">
            <w:pPr>
              <w:spacing w:before="60" w:after="60"/>
              <w:rPr>
                <w:sz w:val="20"/>
              </w:rPr>
            </w:pPr>
            <w:r w:rsidRPr="00742F13">
              <w:rPr>
                <w:sz w:val="20"/>
              </w:rPr>
              <w:t>Numero di telefono</w:t>
            </w:r>
          </w:p>
        </w:tc>
        <w:tc>
          <w:tcPr>
            <w:tcW w:w="6023" w:type="dxa"/>
          </w:tcPr>
          <w:p w14:paraId="6F6FE7E3" w14:textId="77777777" w:rsidR="007B58A7" w:rsidRPr="00742F13" w:rsidRDefault="007B58A7" w:rsidP="006713FE">
            <w:pPr>
              <w:spacing w:before="60" w:after="60"/>
              <w:rPr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B58A7" w:rsidRPr="00CA7293" w14:paraId="2DB6BB2B" w14:textId="77777777" w:rsidTr="001949F1">
        <w:tc>
          <w:tcPr>
            <w:tcW w:w="3472" w:type="dxa"/>
          </w:tcPr>
          <w:p w14:paraId="688863E7" w14:textId="77777777" w:rsidR="007B58A7" w:rsidRPr="00742F13" w:rsidRDefault="007B58A7" w:rsidP="006713FE">
            <w:pPr>
              <w:spacing w:before="60" w:after="60"/>
              <w:rPr>
                <w:sz w:val="20"/>
              </w:rPr>
            </w:pPr>
            <w:r w:rsidRPr="00742F13">
              <w:rPr>
                <w:sz w:val="20"/>
              </w:rPr>
              <w:t>Indirizzo e-mail</w:t>
            </w:r>
          </w:p>
        </w:tc>
        <w:tc>
          <w:tcPr>
            <w:tcW w:w="6023" w:type="dxa"/>
          </w:tcPr>
          <w:p w14:paraId="536D933F" w14:textId="77777777" w:rsidR="007B58A7" w:rsidRPr="00742F13" w:rsidRDefault="007B58A7" w:rsidP="006713FE">
            <w:pPr>
              <w:spacing w:before="60" w:after="60"/>
              <w:rPr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B58A7" w:rsidRPr="00CA7293" w14:paraId="49757DC8" w14:textId="77777777" w:rsidTr="001949F1">
        <w:tc>
          <w:tcPr>
            <w:tcW w:w="3472" w:type="dxa"/>
          </w:tcPr>
          <w:p w14:paraId="56372DF2" w14:textId="77777777" w:rsidR="007B58A7" w:rsidRPr="00742F13" w:rsidRDefault="007B58A7" w:rsidP="006713FE">
            <w:pPr>
              <w:spacing w:before="60" w:after="60"/>
              <w:rPr>
                <w:sz w:val="20"/>
              </w:rPr>
            </w:pPr>
            <w:r w:rsidRPr="00742F13">
              <w:rPr>
                <w:sz w:val="20"/>
              </w:rPr>
              <w:t>Istituzione preposta (presunta)</w:t>
            </w:r>
          </w:p>
        </w:tc>
        <w:tc>
          <w:tcPr>
            <w:tcW w:w="6023" w:type="dxa"/>
          </w:tcPr>
          <w:p w14:paraId="1DEA8824" w14:textId="77777777" w:rsidR="007B58A7" w:rsidRPr="00742F13" w:rsidRDefault="007B58A7" w:rsidP="006713FE">
            <w:pPr>
              <w:spacing w:before="60" w:after="60"/>
              <w:rPr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B58A7" w:rsidRPr="00CA7293" w14:paraId="34EA16DF" w14:textId="77777777" w:rsidTr="001949F1">
        <w:tc>
          <w:tcPr>
            <w:tcW w:w="3472" w:type="dxa"/>
          </w:tcPr>
          <w:p w14:paraId="3B673E0B" w14:textId="77777777" w:rsidR="007B58A7" w:rsidRPr="00742F13" w:rsidRDefault="007B58A7" w:rsidP="006713FE">
            <w:pPr>
              <w:spacing w:before="60" w:after="60"/>
              <w:rPr>
                <w:sz w:val="20"/>
              </w:rPr>
            </w:pPr>
            <w:r w:rsidRPr="00742F13">
              <w:rPr>
                <w:sz w:val="20"/>
              </w:rPr>
              <w:t>Data/Versione</w:t>
            </w:r>
          </w:p>
        </w:tc>
        <w:tc>
          <w:tcPr>
            <w:tcW w:w="6023" w:type="dxa"/>
          </w:tcPr>
          <w:p w14:paraId="02C4046A" w14:textId="77777777" w:rsidR="007B58A7" w:rsidRPr="00742F13" w:rsidRDefault="007B58A7" w:rsidP="006713FE">
            <w:pPr>
              <w:spacing w:before="60" w:after="60"/>
              <w:rPr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B58A7" w:rsidRPr="00CA7293" w14:paraId="7BF8A8B1" w14:textId="77777777" w:rsidTr="001949F1">
        <w:tc>
          <w:tcPr>
            <w:tcW w:w="3472" w:type="dxa"/>
          </w:tcPr>
          <w:p w14:paraId="137C43FB" w14:textId="77777777" w:rsidR="007B58A7" w:rsidRPr="00742F13" w:rsidRDefault="007B58A7" w:rsidP="006713FE">
            <w:pPr>
              <w:spacing w:before="60" w:after="60"/>
              <w:rPr>
                <w:sz w:val="20"/>
              </w:rPr>
            </w:pPr>
            <w:r w:rsidRPr="00742F13">
              <w:rPr>
                <w:sz w:val="20"/>
              </w:rPr>
              <w:t>Osservazioni complementari</w:t>
            </w:r>
          </w:p>
        </w:tc>
        <w:tc>
          <w:tcPr>
            <w:tcW w:w="6023" w:type="dxa"/>
          </w:tcPr>
          <w:p w14:paraId="2148ABEF" w14:textId="77777777" w:rsidR="007B58A7" w:rsidRPr="00742F13" w:rsidRDefault="007B58A7" w:rsidP="006713FE">
            <w:pPr>
              <w:spacing w:before="60" w:after="60"/>
              <w:rPr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</w:tbl>
    <w:p w14:paraId="0D6C8956" w14:textId="77777777" w:rsidR="002D26DC" w:rsidRPr="0059137D" w:rsidRDefault="002D26DC" w:rsidP="00B90E23">
      <w:pPr>
        <w:rPr>
          <w:rFonts w:cs="Arial"/>
          <w:color w:val="000000"/>
        </w:rPr>
      </w:pPr>
    </w:p>
    <w:p w14:paraId="17DD659C" w14:textId="77777777" w:rsidR="00733E1A" w:rsidRPr="0059137D" w:rsidRDefault="007B58A7" w:rsidP="00B90E23">
      <w:pPr>
        <w:pStyle w:val="berschrift3"/>
        <w:numPr>
          <w:ilvl w:val="0"/>
          <w:numId w:val="0"/>
        </w:numPr>
        <w:ind w:left="720" w:hanging="720"/>
      </w:pPr>
      <w:r w:rsidRPr="00742F13">
        <w:rPr>
          <w:lang w:val="it-IT"/>
        </w:rPr>
        <w:t>Breve riassunto</w:t>
      </w:r>
    </w:p>
    <w:p w14:paraId="238FE272" w14:textId="77777777" w:rsidR="00733E1A" w:rsidRDefault="00733E1A" w:rsidP="00B90E23">
      <w:pPr>
        <w:spacing w:before="60" w:after="240"/>
      </w:pPr>
      <w:bookmarkStart w:id="1" w:name="OLE_LINK19"/>
      <w:r w:rsidRPr="0059137D">
        <w:t>…</w:t>
      </w:r>
    </w:p>
    <w:bookmarkEnd w:id="1"/>
    <w:p w14:paraId="61EF01E9" w14:textId="77777777" w:rsidR="00733E1A" w:rsidRPr="005B0224" w:rsidRDefault="007B58A7" w:rsidP="009D30BA">
      <w:pPr>
        <w:pStyle w:val="berschrift1"/>
      </w:pPr>
      <w:r w:rsidRPr="007B58A7">
        <w:t>Analisi della situazione</w:t>
      </w:r>
    </w:p>
    <w:p w14:paraId="292920F6" w14:textId="77777777" w:rsidR="00733E1A" w:rsidRPr="00ED22C7" w:rsidRDefault="007B58A7" w:rsidP="009D30BA">
      <w:pPr>
        <w:pStyle w:val="berschrift2"/>
      </w:pPr>
      <w:r w:rsidRPr="007B58A7">
        <w:t>Si</w:t>
      </w:r>
      <w:r>
        <w:t>tuazione iniziale</w:t>
      </w:r>
    </w:p>
    <w:p w14:paraId="29E244A0" w14:textId="77777777" w:rsidR="00733E1A" w:rsidRPr="00ED22C7" w:rsidRDefault="00733E1A" w:rsidP="00B90E23">
      <w:pPr>
        <w:spacing w:before="60" w:after="240"/>
      </w:pPr>
      <w:r w:rsidRPr="00ED22C7">
        <w:t>…</w:t>
      </w:r>
    </w:p>
    <w:p w14:paraId="686F7DFF" w14:textId="77777777" w:rsidR="00733E1A" w:rsidRPr="0059137D" w:rsidRDefault="007B58A7" w:rsidP="009D30BA">
      <w:pPr>
        <w:pStyle w:val="berschrift2"/>
      </w:pPr>
      <w:r>
        <w:t>Necessità</w:t>
      </w:r>
    </w:p>
    <w:p w14:paraId="1841919B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267BA55A" w14:textId="77777777" w:rsidR="00733E1A" w:rsidRPr="0059137D" w:rsidRDefault="007B58A7" w:rsidP="009D30BA">
      <w:pPr>
        <w:pStyle w:val="berschrift2"/>
      </w:pPr>
      <w:r w:rsidRPr="007B58A7">
        <w:t>Esigenze</w:t>
      </w:r>
    </w:p>
    <w:p w14:paraId="70833074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73E6CC45" w14:textId="77777777" w:rsidR="00733E1A" w:rsidRPr="0059137D" w:rsidRDefault="007B58A7" w:rsidP="009D30BA">
      <w:pPr>
        <w:pStyle w:val="berschrift2"/>
      </w:pPr>
      <w:r w:rsidRPr="007B58A7">
        <w:t>Interventi già realizzati</w:t>
      </w:r>
    </w:p>
    <w:p w14:paraId="78377643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02C0EAA5" w14:textId="77777777" w:rsidR="00733E1A" w:rsidRPr="0059137D" w:rsidRDefault="007B58A7" w:rsidP="009D30BA">
      <w:pPr>
        <w:pStyle w:val="berschrift2"/>
      </w:pPr>
      <w:r w:rsidRPr="005962D5">
        <w:t>Conclusioni</w:t>
      </w:r>
    </w:p>
    <w:p w14:paraId="3DF66A9F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316535D3" w14:textId="77777777" w:rsidR="00733E1A" w:rsidRPr="005B0224" w:rsidRDefault="007B58A7" w:rsidP="009D30BA">
      <w:pPr>
        <w:pStyle w:val="berschrift1"/>
      </w:pPr>
      <w:r w:rsidRPr="005962D5">
        <w:t>Orientamento</w:t>
      </w:r>
    </w:p>
    <w:p w14:paraId="12CEA4E4" w14:textId="77777777" w:rsidR="00733E1A" w:rsidRPr="0059137D" w:rsidRDefault="007B58A7" w:rsidP="009D30BA">
      <w:pPr>
        <w:pStyle w:val="berschrift2"/>
      </w:pPr>
      <w:r>
        <w:t>Visione</w:t>
      </w:r>
    </w:p>
    <w:p w14:paraId="1C986C03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1E7476E0" w14:textId="77777777" w:rsidR="00B267DA" w:rsidRPr="0059137D" w:rsidRDefault="00A0272A" w:rsidP="009D30BA">
      <w:pPr>
        <w:pStyle w:val="berschrift2"/>
      </w:pPr>
      <w:r>
        <w:t>Strategie</w:t>
      </w:r>
    </w:p>
    <w:p w14:paraId="7501234C" w14:textId="77777777" w:rsidR="00B267DA" w:rsidRPr="00B90E23" w:rsidRDefault="00B267DA" w:rsidP="00B267DA">
      <w:pPr>
        <w:spacing w:before="60" w:after="240"/>
      </w:pPr>
      <w:r w:rsidRPr="00E0257F">
        <w:t>…</w:t>
      </w:r>
    </w:p>
    <w:tbl>
      <w:tblPr>
        <w:tblW w:w="9419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9"/>
      </w:tblGrid>
      <w:tr w:rsidR="00B267DA" w:rsidRPr="0059137D" w14:paraId="62C05761" w14:textId="77777777" w:rsidTr="00AE239D">
        <w:tc>
          <w:tcPr>
            <w:tcW w:w="9419" w:type="dxa"/>
            <w:shd w:val="clear" w:color="auto" w:fill="EAEAEA"/>
          </w:tcPr>
          <w:p w14:paraId="47B41617" w14:textId="77777777" w:rsidR="00B267DA" w:rsidRPr="0059137D" w:rsidRDefault="00A0272A" w:rsidP="00AE239D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lastRenderedPageBreak/>
              <w:t>Strategie</w:t>
            </w:r>
          </w:p>
        </w:tc>
      </w:tr>
      <w:tr w:rsidR="00B267DA" w:rsidRPr="0059137D" w14:paraId="7B4C84E3" w14:textId="77777777" w:rsidTr="00AE239D">
        <w:tc>
          <w:tcPr>
            <w:tcW w:w="9419" w:type="dxa"/>
          </w:tcPr>
          <w:p w14:paraId="07E51B14" w14:textId="77777777" w:rsidR="00B267DA" w:rsidRPr="0059137D" w:rsidRDefault="00B267DA" w:rsidP="00AE239D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  <w:tr w:rsidR="00B267DA" w:rsidRPr="0059137D" w14:paraId="3AFF1076" w14:textId="77777777" w:rsidTr="00AE239D">
        <w:tc>
          <w:tcPr>
            <w:tcW w:w="9419" w:type="dxa"/>
          </w:tcPr>
          <w:p w14:paraId="4192E244" w14:textId="77777777" w:rsidR="00B267DA" w:rsidRPr="0059137D" w:rsidRDefault="00B267DA" w:rsidP="00AE239D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  <w:tr w:rsidR="00B267DA" w:rsidRPr="0059137D" w14:paraId="0F210251" w14:textId="77777777" w:rsidTr="00AE239D">
        <w:tc>
          <w:tcPr>
            <w:tcW w:w="9419" w:type="dxa"/>
          </w:tcPr>
          <w:p w14:paraId="66275CD3" w14:textId="77777777" w:rsidR="00B267DA" w:rsidRPr="0059137D" w:rsidRDefault="00B267DA" w:rsidP="00AE239D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  <w:tr w:rsidR="00B267DA" w:rsidRPr="0059137D" w14:paraId="60D39A49" w14:textId="77777777" w:rsidTr="00AE239D">
        <w:tc>
          <w:tcPr>
            <w:tcW w:w="9419" w:type="dxa"/>
          </w:tcPr>
          <w:p w14:paraId="006293FA" w14:textId="77777777" w:rsidR="00B267DA" w:rsidRPr="0059137D" w:rsidRDefault="00B267DA" w:rsidP="00AE239D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</w:tbl>
    <w:p w14:paraId="22EC6ED0" w14:textId="77777777" w:rsidR="00733E1A" w:rsidRPr="0059137D" w:rsidRDefault="003F25ED" w:rsidP="009D30BA">
      <w:pPr>
        <w:pStyle w:val="berschrift2"/>
      </w:pPr>
      <w:r w:rsidRPr="003F25ED">
        <w:t>Collocamento</w:t>
      </w:r>
    </w:p>
    <w:p w14:paraId="6363F196" w14:textId="77777777" w:rsidR="00E91FD1" w:rsidRPr="00C34FC2" w:rsidRDefault="00733E1A" w:rsidP="00C34FC2">
      <w:pPr>
        <w:spacing w:before="60" w:after="240"/>
      </w:pPr>
      <w:r w:rsidRPr="0059137D">
        <w:t>…</w:t>
      </w:r>
    </w:p>
    <w:p w14:paraId="0C37E109" w14:textId="77777777" w:rsidR="00C34FC2" w:rsidRPr="005B0224" w:rsidRDefault="00FC7388" w:rsidP="009D30BA">
      <w:pPr>
        <w:pStyle w:val="berschrift1"/>
      </w:pPr>
      <w:r w:rsidRPr="00FC7388">
        <w:t>Pianificazione</w:t>
      </w:r>
    </w:p>
    <w:p w14:paraId="56C0CC11" w14:textId="77777777" w:rsidR="00733E1A" w:rsidRPr="0059137D" w:rsidRDefault="00C0513E" w:rsidP="009D30BA">
      <w:pPr>
        <w:pStyle w:val="berschrift2"/>
      </w:pPr>
      <w:r>
        <w:t>Setting</w:t>
      </w:r>
    </w:p>
    <w:p w14:paraId="3D61920D" w14:textId="77777777" w:rsidR="00CC6424" w:rsidRPr="00B90E23" w:rsidRDefault="00733E1A" w:rsidP="00B90E23">
      <w:pPr>
        <w:spacing w:before="60" w:after="240"/>
      </w:pPr>
      <w:r w:rsidRPr="00E0257F">
        <w:t>…</w:t>
      </w:r>
    </w:p>
    <w:tbl>
      <w:tblPr>
        <w:tblW w:w="949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4"/>
        <w:gridCol w:w="4751"/>
      </w:tblGrid>
      <w:tr w:rsidR="00FC3B24" w:rsidRPr="00742F13" w14:paraId="51BEF112" w14:textId="77777777" w:rsidTr="00FC3B24">
        <w:tc>
          <w:tcPr>
            <w:tcW w:w="4744" w:type="dxa"/>
            <w:shd w:val="clear" w:color="auto" w:fill="EAEAEA"/>
          </w:tcPr>
          <w:p w14:paraId="632CC973" w14:textId="77777777" w:rsidR="00FC3B24" w:rsidRPr="00742F13" w:rsidRDefault="00FC3B24" w:rsidP="006713FE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 xml:space="preserve">Setting </w:t>
            </w:r>
          </w:p>
        </w:tc>
        <w:tc>
          <w:tcPr>
            <w:tcW w:w="4751" w:type="dxa"/>
            <w:shd w:val="clear" w:color="auto" w:fill="EAEAEA"/>
          </w:tcPr>
          <w:p w14:paraId="48391A9E" w14:textId="77777777" w:rsidR="00FC3B24" w:rsidRPr="00742F13" w:rsidRDefault="00FC3B24" w:rsidP="006713FE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Persone-chiave</w:t>
            </w:r>
          </w:p>
        </w:tc>
      </w:tr>
      <w:tr w:rsidR="00FC3B24" w:rsidRPr="00742F13" w14:paraId="03689BB2" w14:textId="77777777" w:rsidTr="00FC3B24">
        <w:tc>
          <w:tcPr>
            <w:tcW w:w="4744" w:type="dxa"/>
          </w:tcPr>
          <w:p w14:paraId="253318EE" w14:textId="77777777" w:rsidR="00FC3B24" w:rsidRPr="00742F13" w:rsidRDefault="00FC3B24" w:rsidP="006713FE">
            <w:pPr>
              <w:rPr>
                <w:color w:val="000000"/>
              </w:rPr>
            </w:pPr>
            <w:r w:rsidRPr="00742F13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51" w:type="dxa"/>
          </w:tcPr>
          <w:p w14:paraId="345030B0" w14:textId="77777777" w:rsidR="00FC3B24" w:rsidRPr="00742F13" w:rsidRDefault="00FC3B24" w:rsidP="006713FE">
            <w:pPr>
              <w:rPr>
                <w:rFonts w:cs="Arial"/>
                <w:color w:val="000000"/>
                <w:sz w:val="20"/>
              </w:rPr>
            </w:pPr>
          </w:p>
        </w:tc>
      </w:tr>
      <w:tr w:rsidR="00FC3B24" w:rsidRPr="00742F13" w14:paraId="02D61E5F" w14:textId="77777777" w:rsidTr="00FC3B24">
        <w:tc>
          <w:tcPr>
            <w:tcW w:w="4744" w:type="dxa"/>
          </w:tcPr>
          <w:p w14:paraId="5F29A147" w14:textId="77777777" w:rsidR="00FC3B24" w:rsidRPr="00742F13" w:rsidRDefault="00FC3B24" w:rsidP="006713FE">
            <w:pPr>
              <w:rPr>
                <w:color w:val="000000"/>
              </w:rPr>
            </w:pPr>
            <w:r w:rsidRPr="00742F13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51" w:type="dxa"/>
          </w:tcPr>
          <w:p w14:paraId="5B1D01AD" w14:textId="77777777" w:rsidR="00FC3B24" w:rsidRPr="00742F13" w:rsidRDefault="00FC3B24" w:rsidP="006713FE">
            <w:pPr>
              <w:rPr>
                <w:rFonts w:cs="Arial"/>
                <w:color w:val="000000"/>
                <w:sz w:val="20"/>
              </w:rPr>
            </w:pPr>
          </w:p>
        </w:tc>
      </w:tr>
      <w:tr w:rsidR="00FC3B24" w:rsidRPr="00742F13" w14:paraId="702346B7" w14:textId="77777777" w:rsidTr="00FC3B24">
        <w:tc>
          <w:tcPr>
            <w:tcW w:w="4744" w:type="dxa"/>
          </w:tcPr>
          <w:p w14:paraId="6B57D1CA" w14:textId="77777777" w:rsidR="00FC3B24" w:rsidRPr="00742F13" w:rsidRDefault="00FC3B24" w:rsidP="006713FE">
            <w:pPr>
              <w:rPr>
                <w:color w:val="000000"/>
              </w:rPr>
            </w:pPr>
            <w:r w:rsidRPr="00742F13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51" w:type="dxa"/>
          </w:tcPr>
          <w:p w14:paraId="231823D4" w14:textId="77777777" w:rsidR="00FC3B24" w:rsidRPr="00742F13" w:rsidRDefault="00FC3B24" w:rsidP="006713FE">
            <w:pPr>
              <w:rPr>
                <w:rFonts w:cs="Arial"/>
                <w:color w:val="000000"/>
                <w:sz w:val="20"/>
              </w:rPr>
            </w:pPr>
          </w:p>
        </w:tc>
      </w:tr>
      <w:tr w:rsidR="00FC3B24" w:rsidRPr="00742F13" w14:paraId="0F3AB7EC" w14:textId="77777777" w:rsidTr="00FC3B24">
        <w:tc>
          <w:tcPr>
            <w:tcW w:w="4744" w:type="dxa"/>
          </w:tcPr>
          <w:p w14:paraId="145CDE5B" w14:textId="77777777" w:rsidR="00FC3B24" w:rsidRPr="00742F13" w:rsidRDefault="00FC3B24" w:rsidP="006713FE">
            <w:pPr>
              <w:rPr>
                <w:color w:val="000000"/>
              </w:rPr>
            </w:pPr>
            <w:r w:rsidRPr="00742F13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51" w:type="dxa"/>
          </w:tcPr>
          <w:p w14:paraId="49CB16E9" w14:textId="77777777" w:rsidR="00FC3B24" w:rsidRPr="00742F13" w:rsidRDefault="00FC3B24" w:rsidP="006713FE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5AAE92F4" w14:textId="77777777" w:rsidR="00E91FD1" w:rsidRPr="0059137D" w:rsidRDefault="00C0513E" w:rsidP="009D30BA">
      <w:pPr>
        <w:pStyle w:val="berschrift2"/>
      </w:pPr>
      <w:r w:rsidRPr="00C0513E">
        <w:t>Gruppi target</w:t>
      </w:r>
    </w:p>
    <w:p w14:paraId="764879A6" w14:textId="77777777" w:rsidR="00733E1A" w:rsidRDefault="00E91FD1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4"/>
        <w:gridCol w:w="4760"/>
      </w:tblGrid>
      <w:tr w:rsidR="00FC3B24" w:rsidRPr="0059137D" w14:paraId="698D17DD" w14:textId="77777777" w:rsidTr="00FC3B24">
        <w:tc>
          <w:tcPr>
            <w:tcW w:w="4734" w:type="dxa"/>
            <w:shd w:val="clear" w:color="auto" w:fill="EAEAEA"/>
          </w:tcPr>
          <w:p w14:paraId="556FBB6E" w14:textId="77777777" w:rsidR="00FC3B24" w:rsidRPr="00742F13" w:rsidRDefault="00FC3B24" w:rsidP="006713FE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 xml:space="preserve">Gruppo target </w:t>
            </w:r>
          </w:p>
        </w:tc>
        <w:tc>
          <w:tcPr>
            <w:tcW w:w="4760" w:type="dxa"/>
            <w:shd w:val="clear" w:color="auto" w:fill="EAEAEA"/>
          </w:tcPr>
          <w:p w14:paraId="3A765AFB" w14:textId="77777777" w:rsidR="00FC3B24" w:rsidRPr="00742F13" w:rsidRDefault="00FC3B24" w:rsidP="006713FE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Persone-chiave</w:t>
            </w:r>
          </w:p>
        </w:tc>
      </w:tr>
      <w:tr w:rsidR="00B90E23" w:rsidRPr="0059137D" w14:paraId="52A9FA48" w14:textId="77777777" w:rsidTr="00FC3B24">
        <w:tc>
          <w:tcPr>
            <w:tcW w:w="4734" w:type="dxa"/>
          </w:tcPr>
          <w:p w14:paraId="64D95A77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60" w:type="dxa"/>
          </w:tcPr>
          <w:p w14:paraId="017077A1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2C36D2AD" w14:textId="77777777" w:rsidTr="00FC3B24">
        <w:tc>
          <w:tcPr>
            <w:tcW w:w="4734" w:type="dxa"/>
          </w:tcPr>
          <w:p w14:paraId="5DF38F19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60" w:type="dxa"/>
          </w:tcPr>
          <w:p w14:paraId="63C58972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48ABBB31" w14:textId="77777777" w:rsidTr="00FC3B24">
        <w:tc>
          <w:tcPr>
            <w:tcW w:w="4734" w:type="dxa"/>
          </w:tcPr>
          <w:p w14:paraId="4E3CFEC7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60" w:type="dxa"/>
          </w:tcPr>
          <w:p w14:paraId="15070085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144D314E" w14:textId="77777777" w:rsidTr="00FC3B24">
        <w:tc>
          <w:tcPr>
            <w:tcW w:w="4734" w:type="dxa"/>
          </w:tcPr>
          <w:p w14:paraId="7F392E93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60" w:type="dxa"/>
          </w:tcPr>
          <w:p w14:paraId="4FBCAD32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70694484" w14:textId="77777777" w:rsidR="00C34FC2" w:rsidRPr="0059137D" w:rsidRDefault="00C0513E" w:rsidP="009D30BA">
      <w:pPr>
        <w:pStyle w:val="berschrift2"/>
      </w:pPr>
      <w:r w:rsidRPr="00C0513E">
        <w:t>Obiettivi</w:t>
      </w:r>
    </w:p>
    <w:p w14:paraId="11766B3A" w14:textId="77777777" w:rsidR="00B90E23" w:rsidRDefault="00C34FC2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C34FC2" w:rsidRPr="009D30BA" w14:paraId="1536F4DD" w14:textId="77777777" w:rsidTr="00A92552">
        <w:tc>
          <w:tcPr>
            <w:tcW w:w="9494" w:type="dxa"/>
            <w:shd w:val="clear" w:color="auto" w:fill="EAEAEA"/>
          </w:tcPr>
          <w:p w14:paraId="06FC3982" w14:textId="77777777" w:rsidR="00C34FC2" w:rsidRPr="009D30BA" w:rsidRDefault="007B58A7" w:rsidP="00FA0BD7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9D30BA">
              <w:rPr>
                <w:rFonts w:cs="Arial"/>
                <w:color w:val="000000"/>
                <w:sz w:val="20"/>
                <w:lang w:val="fr-CH"/>
              </w:rPr>
              <w:t>Classi di obiettivi e obiettivi</w:t>
            </w:r>
            <w:r w:rsidR="00C34FC2" w:rsidRPr="009D30BA">
              <w:rPr>
                <w:rFonts w:cs="Arial"/>
                <w:color w:val="000000"/>
                <w:sz w:val="20"/>
                <w:lang w:val="fr-CH"/>
              </w:rPr>
              <w:t xml:space="preserve"> </w:t>
            </w:r>
          </w:p>
        </w:tc>
      </w:tr>
      <w:tr w:rsidR="00C34FC2" w:rsidRPr="0059137D" w14:paraId="1051F22B" w14:textId="77777777" w:rsidTr="00A92552">
        <w:tc>
          <w:tcPr>
            <w:tcW w:w="9494" w:type="dxa"/>
            <w:shd w:val="clear" w:color="auto" w:fill="F2F2F2"/>
          </w:tcPr>
          <w:p w14:paraId="785C8472" w14:textId="77777777" w:rsidR="00C34FC2" w:rsidRPr="0059137D" w:rsidRDefault="00C34FC2" w:rsidP="00FA0BD7">
            <w:pPr>
              <w:rPr>
                <w:color w:val="00000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262807E5" w14:textId="77777777" w:rsidTr="00A92552">
        <w:tc>
          <w:tcPr>
            <w:tcW w:w="9494" w:type="dxa"/>
          </w:tcPr>
          <w:p w14:paraId="32C40CB3" w14:textId="77777777" w:rsidR="00C34FC2" w:rsidRPr="0059137D" w:rsidRDefault="00C34FC2" w:rsidP="00FA0BD7">
            <w:pPr>
              <w:rPr>
                <w:color w:val="00000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33DE089A" w14:textId="77777777" w:rsidTr="00A92552">
        <w:tc>
          <w:tcPr>
            <w:tcW w:w="9494" w:type="dxa"/>
          </w:tcPr>
          <w:p w14:paraId="68C3A000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6729EE24" w14:textId="77777777" w:rsidTr="00A92552">
        <w:tc>
          <w:tcPr>
            <w:tcW w:w="9494" w:type="dxa"/>
          </w:tcPr>
          <w:p w14:paraId="67FCC54C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303883EB" w14:textId="77777777" w:rsidTr="00A92552">
        <w:tc>
          <w:tcPr>
            <w:tcW w:w="9494" w:type="dxa"/>
            <w:shd w:val="clear" w:color="auto" w:fill="F2F2F2"/>
          </w:tcPr>
          <w:p w14:paraId="4EA1CCBE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6F29FCAB" w14:textId="77777777" w:rsidTr="00A92552">
        <w:tc>
          <w:tcPr>
            <w:tcW w:w="9494" w:type="dxa"/>
          </w:tcPr>
          <w:p w14:paraId="0329A19F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7BAE39D0" w14:textId="77777777" w:rsidTr="00A92552">
        <w:tc>
          <w:tcPr>
            <w:tcW w:w="9494" w:type="dxa"/>
          </w:tcPr>
          <w:p w14:paraId="38CF16E6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487253D0" w14:textId="77777777" w:rsidTr="00A92552">
        <w:tc>
          <w:tcPr>
            <w:tcW w:w="9494" w:type="dxa"/>
          </w:tcPr>
          <w:p w14:paraId="65ECCC9B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3A4F4CAB" w14:textId="77777777" w:rsidTr="00A92552">
        <w:tc>
          <w:tcPr>
            <w:tcW w:w="9494" w:type="dxa"/>
            <w:shd w:val="clear" w:color="auto" w:fill="F2F2F2"/>
          </w:tcPr>
          <w:p w14:paraId="650635EA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31BD5B5D" w14:textId="77777777" w:rsidTr="00A92552">
        <w:tc>
          <w:tcPr>
            <w:tcW w:w="9494" w:type="dxa"/>
          </w:tcPr>
          <w:p w14:paraId="0F3CFCDD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2C6BE57B" w14:textId="77777777" w:rsidTr="00A92552">
        <w:tc>
          <w:tcPr>
            <w:tcW w:w="9494" w:type="dxa"/>
          </w:tcPr>
          <w:p w14:paraId="4866D7A6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7A6C6416" w14:textId="77777777" w:rsidTr="00A92552">
        <w:tc>
          <w:tcPr>
            <w:tcW w:w="9494" w:type="dxa"/>
          </w:tcPr>
          <w:p w14:paraId="424F61EC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</w:tr>
    </w:tbl>
    <w:p w14:paraId="2B489987" w14:textId="77777777" w:rsidR="00A92552" w:rsidRPr="00742F13" w:rsidRDefault="00A92552" w:rsidP="00A92552">
      <w:pPr>
        <w:pStyle w:val="Eingabe"/>
        <w:spacing w:before="120"/>
        <w:rPr>
          <w:color w:val="7F7F7F"/>
          <w:sz w:val="20"/>
          <w:lang w:val="it-IT"/>
        </w:rPr>
      </w:pPr>
      <w:r w:rsidRPr="00742F13">
        <w:rPr>
          <w:color w:val="7F7F7F"/>
          <w:sz w:val="20"/>
          <w:lang w:val="it-IT"/>
        </w:rPr>
        <w:t>[per una pianificazione dettagliata e un’operazionalizzazione degli obiettivi, utilizzare la tabella di pianif</w:t>
      </w:r>
      <w:r w:rsidRPr="00742F13">
        <w:rPr>
          <w:color w:val="7F7F7F"/>
          <w:sz w:val="20"/>
          <w:lang w:val="it-IT"/>
        </w:rPr>
        <w:t>i</w:t>
      </w:r>
      <w:r w:rsidRPr="00742F13">
        <w:rPr>
          <w:color w:val="7F7F7F"/>
          <w:sz w:val="20"/>
          <w:lang w:val="it-IT"/>
        </w:rPr>
        <w:t>cazione]</w:t>
      </w:r>
    </w:p>
    <w:p w14:paraId="1B369B80" w14:textId="77777777" w:rsidR="00C34FC2" w:rsidRPr="0059137D" w:rsidRDefault="008A410A" w:rsidP="009D30BA">
      <w:pPr>
        <w:pStyle w:val="berschrift2"/>
      </w:pPr>
      <w:r w:rsidRPr="008A410A">
        <w:lastRenderedPageBreak/>
        <w:t>Misure d'intervento</w:t>
      </w:r>
    </w:p>
    <w:p w14:paraId="18F82D9B" w14:textId="77777777" w:rsidR="00C34FC2" w:rsidRPr="00E0257F" w:rsidRDefault="00C34FC2" w:rsidP="00C34FC2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3"/>
        <w:gridCol w:w="1211"/>
        <w:gridCol w:w="1135"/>
        <w:gridCol w:w="1715"/>
      </w:tblGrid>
      <w:tr w:rsidR="008A410A" w:rsidRPr="0059137D" w14:paraId="490B21A9" w14:textId="77777777" w:rsidTr="008A410A">
        <w:tc>
          <w:tcPr>
            <w:tcW w:w="5433" w:type="dxa"/>
            <w:shd w:val="clear" w:color="auto" w:fill="EAEAEA"/>
          </w:tcPr>
          <w:p w14:paraId="03FA5E51" w14:textId="77777777" w:rsidR="008A410A" w:rsidRPr="0059137D" w:rsidRDefault="00E24EB1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Misure d'intervento</w:t>
            </w:r>
          </w:p>
        </w:tc>
        <w:tc>
          <w:tcPr>
            <w:tcW w:w="1211" w:type="dxa"/>
            <w:shd w:val="clear" w:color="auto" w:fill="EAEAEA"/>
          </w:tcPr>
          <w:p w14:paraId="3700F615" w14:textId="77777777" w:rsidR="008A410A" w:rsidRPr="00742F13" w:rsidRDefault="008A410A" w:rsidP="006713FE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da</w:t>
            </w:r>
          </w:p>
        </w:tc>
        <w:tc>
          <w:tcPr>
            <w:tcW w:w="1135" w:type="dxa"/>
            <w:shd w:val="clear" w:color="auto" w:fill="EAEAEA"/>
          </w:tcPr>
          <w:p w14:paraId="3AED675C" w14:textId="77777777" w:rsidR="008A410A" w:rsidRPr="00742F13" w:rsidRDefault="008A410A" w:rsidP="006713FE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a</w:t>
            </w:r>
          </w:p>
        </w:tc>
        <w:tc>
          <w:tcPr>
            <w:tcW w:w="1715" w:type="dxa"/>
            <w:shd w:val="clear" w:color="auto" w:fill="EAEAEA"/>
          </w:tcPr>
          <w:p w14:paraId="40A30532" w14:textId="77777777" w:rsidR="008A410A" w:rsidRPr="00742F13" w:rsidRDefault="008A410A" w:rsidP="006713FE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Responsabile</w:t>
            </w:r>
          </w:p>
        </w:tc>
      </w:tr>
      <w:tr w:rsidR="00C34FC2" w:rsidRPr="0059137D" w14:paraId="17560A1A" w14:textId="77777777" w:rsidTr="008A410A">
        <w:tc>
          <w:tcPr>
            <w:tcW w:w="5433" w:type="dxa"/>
          </w:tcPr>
          <w:p w14:paraId="4B1729B5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52A7F260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100A1CC0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6EFDBD5A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7812FCA4" w14:textId="77777777" w:rsidTr="008A410A">
        <w:tc>
          <w:tcPr>
            <w:tcW w:w="5433" w:type="dxa"/>
          </w:tcPr>
          <w:p w14:paraId="5ACE4A35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3701A706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55716DDD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7B90AB92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5A05528A" w14:textId="77777777" w:rsidTr="008A410A">
        <w:tc>
          <w:tcPr>
            <w:tcW w:w="5433" w:type="dxa"/>
          </w:tcPr>
          <w:p w14:paraId="0B73227B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5AFE88BF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71D0ECD6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771ACBB2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4E185A85" w14:textId="77777777" w:rsidTr="008A410A">
        <w:tc>
          <w:tcPr>
            <w:tcW w:w="5433" w:type="dxa"/>
          </w:tcPr>
          <w:p w14:paraId="193C611C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3C663501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380C4C4B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4AD7A66C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0E208B4B" w14:textId="77777777" w:rsidTr="008A410A">
        <w:tc>
          <w:tcPr>
            <w:tcW w:w="5433" w:type="dxa"/>
          </w:tcPr>
          <w:p w14:paraId="17557FA1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211" w:type="dxa"/>
          </w:tcPr>
          <w:p w14:paraId="460DF8C3" w14:textId="77777777" w:rsidR="00C34FC2" w:rsidRPr="0059137D" w:rsidRDefault="00C34FC2" w:rsidP="00FA0BD7">
            <w:pPr>
              <w:pStyle w:val="TextZelle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210D304D" w14:textId="77777777" w:rsidR="00C34FC2" w:rsidRPr="0059137D" w:rsidRDefault="00C34FC2" w:rsidP="00FA0BD7">
            <w:pPr>
              <w:pStyle w:val="TextZelle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1202BD30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118C8036" w14:textId="77777777" w:rsidR="00733E1A" w:rsidRPr="0059137D" w:rsidRDefault="00C0513E" w:rsidP="009D30BA">
      <w:pPr>
        <w:pStyle w:val="berschrift2"/>
      </w:pPr>
      <w:r w:rsidRPr="00C0513E">
        <w:t>Traguardi intermedi</w:t>
      </w:r>
      <w:r>
        <w:t xml:space="preserve"> e</w:t>
      </w:r>
      <w:r w:rsidR="00C34FC2">
        <w:t xml:space="preserve"> </w:t>
      </w:r>
      <w:r>
        <w:t>s</w:t>
      </w:r>
      <w:r w:rsidRPr="00C0513E">
        <w:t>cadenza</w:t>
      </w:r>
    </w:p>
    <w:p w14:paraId="561F416D" w14:textId="77777777" w:rsidR="00733E1A" w:rsidRPr="00E0257F" w:rsidRDefault="00733E1A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2"/>
        <w:gridCol w:w="1622"/>
      </w:tblGrid>
      <w:tr w:rsidR="00636660" w:rsidRPr="0059137D" w14:paraId="52C808E9" w14:textId="77777777" w:rsidTr="00636660">
        <w:tc>
          <w:tcPr>
            <w:tcW w:w="7872" w:type="dxa"/>
            <w:shd w:val="clear" w:color="auto" w:fill="EAEAEA"/>
          </w:tcPr>
          <w:p w14:paraId="081DDA14" w14:textId="77777777" w:rsidR="00636660" w:rsidRPr="00742F13" w:rsidRDefault="00636660" w:rsidP="006713FE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>
              <w:rPr>
                <w:rFonts w:cs="Arial"/>
                <w:color w:val="000000"/>
                <w:sz w:val="20"/>
                <w:lang w:val="it-IT"/>
              </w:rPr>
              <w:t>Traguardo intermedio</w:t>
            </w:r>
          </w:p>
        </w:tc>
        <w:tc>
          <w:tcPr>
            <w:tcW w:w="1622" w:type="dxa"/>
            <w:shd w:val="clear" w:color="auto" w:fill="EAEAEA"/>
          </w:tcPr>
          <w:p w14:paraId="7C43DED2" w14:textId="77777777" w:rsidR="00636660" w:rsidRPr="00742F13" w:rsidRDefault="00636660" w:rsidP="006713FE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Data</w:t>
            </w:r>
          </w:p>
        </w:tc>
      </w:tr>
      <w:tr w:rsidR="00CC6424" w:rsidRPr="0059137D" w14:paraId="0E2E738F" w14:textId="77777777" w:rsidTr="00636660">
        <w:tc>
          <w:tcPr>
            <w:tcW w:w="7872" w:type="dxa"/>
          </w:tcPr>
          <w:p w14:paraId="5F0ABEC4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3A45432A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6AA878F9" w14:textId="77777777" w:rsidTr="00636660">
        <w:tc>
          <w:tcPr>
            <w:tcW w:w="7872" w:type="dxa"/>
          </w:tcPr>
          <w:p w14:paraId="2713EB80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423E49F8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68F0E514" w14:textId="77777777" w:rsidTr="00636660">
        <w:tc>
          <w:tcPr>
            <w:tcW w:w="7872" w:type="dxa"/>
          </w:tcPr>
          <w:p w14:paraId="5C35C60B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15FB68D1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3571B6C3" w14:textId="77777777" w:rsidTr="00636660">
        <w:tc>
          <w:tcPr>
            <w:tcW w:w="7872" w:type="dxa"/>
          </w:tcPr>
          <w:p w14:paraId="7C911138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644E9331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667D2942" w14:textId="77777777" w:rsidR="00733E1A" w:rsidRPr="00E0257F" w:rsidRDefault="00733E1A" w:rsidP="00B90E23">
      <w:pPr>
        <w:spacing w:before="60" w:after="240"/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0"/>
        <w:gridCol w:w="1614"/>
      </w:tblGrid>
      <w:tr w:rsidR="008A410A" w:rsidRPr="0059137D" w14:paraId="258E1AED" w14:textId="77777777" w:rsidTr="008A410A">
        <w:tc>
          <w:tcPr>
            <w:tcW w:w="7880" w:type="dxa"/>
            <w:shd w:val="clear" w:color="auto" w:fill="EAEAEA"/>
          </w:tcPr>
          <w:p w14:paraId="6AA4C1AF" w14:textId="77777777" w:rsidR="008A410A" w:rsidRPr="00742F13" w:rsidRDefault="008A410A" w:rsidP="006713FE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Scadenza</w:t>
            </w:r>
          </w:p>
        </w:tc>
        <w:tc>
          <w:tcPr>
            <w:tcW w:w="1614" w:type="dxa"/>
            <w:shd w:val="clear" w:color="auto" w:fill="EAEAEA"/>
          </w:tcPr>
          <w:p w14:paraId="4DA74851" w14:textId="77777777" w:rsidR="008A410A" w:rsidRPr="00742F13" w:rsidRDefault="008A410A" w:rsidP="006713FE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Data</w:t>
            </w:r>
          </w:p>
        </w:tc>
      </w:tr>
      <w:tr w:rsidR="00CC6424" w:rsidRPr="0059137D" w14:paraId="3EF9D9F2" w14:textId="77777777" w:rsidTr="008A410A">
        <w:tc>
          <w:tcPr>
            <w:tcW w:w="7880" w:type="dxa"/>
          </w:tcPr>
          <w:p w14:paraId="57ABC539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73B9EE5A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64AD2A5A" w14:textId="77777777" w:rsidTr="008A410A">
        <w:tc>
          <w:tcPr>
            <w:tcW w:w="7880" w:type="dxa"/>
          </w:tcPr>
          <w:p w14:paraId="122AFE72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1670139D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57E33316" w14:textId="77777777" w:rsidTr="008A410A">
        <w:tc>
          <w:tcPr>
            <w:tcW w:w="7880" w:type="dxa"/>
          </w:tcPr>
          <w:p w14:paraId="623EA100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17B362D5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34955044" w14:textId="77777777" w:rsidTr="008A410A">
        <w:tc>
          <w:tcPr>
            <w:tcW w:w="7880" w:type="dxa"/>
          </w:tcPr>
          <w:p w14:paraId="422BA530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1F6D063F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67BEB9BD" w14:textId="77777777" w:rsidTr="008A410A">
        <w:tc>
          <w:tcPr>
            <w:tcW w:w="7880" w:type="dxa"/>
          </w:tcPr>
          <w:p w14:paraId="5F350F14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11904BF5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1AE8694B" w14:textId="77777777" w:rsidR="00733E1A" w:rsidRPr="0059137D" w:rsidRDefault="00C0513E" w:rsidP="009D30BA">
      <w:pPr>
        <w:pStyle w:val="berschrift2"/>
      </w:pPr>
      <w:r w:rsidRPr="00C0513E">
        <w:t>Stima dei costi</w:t>
      </w:r>
    </w:p>
    <w:p w14:paraId="611C2FB8" w14:textId="77777777" w:rsidR="00733E1A" w:rsidRPr="001949F1" w:rsidRDefault="00733E1A" w:rsidP="001949F1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3"/>
        <w:gridCol w:w="1621"/>
      </w:tblGrid>
      <w:tr w:rsidR="00CC6424" w:rsidRPr="0059137D" w14:paraId="389DE693" w14:textId="77777777" w:rsidTr="008A410A">
        <w:tc>
          <w:tcPr>
            <w:tcW w:w="7873" w:type="dxa"/>
            <w:shd w:val="clear" w:color="auto" w:fill="auto"/>
          </w:tcPr>
          <w:p w14:paraId="115F9F02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2" w:name="OLE_LINK57"/>
          </w:p>
        </w:tc>
        <w:tc>
          <w:tcPr>
            <w:tcW w:w="1621" w:type="dxa"/>
            <w:shd w:val="clear" w:color="auto" w:fill="auto"/>
          </w:tcPr>
          <w:p w14:paraId="1C63B831" w14:textId="77777777" w:rsidR="00CC6424" w:rsidRPr="0059137D" w:rsidRDefault="008A410A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Importo</w:t>
            </w:r>
          </w:p>
        </w:tc>
      </w:tr>
      <w:tr w:rsidR="00CC6424" w:rsidRPr="0059137D" w14:paraId="0374ECEA" w14:textId="77777777" w:rsidTr="008A410A">
        <w:tc>
          <w:tcPr>
            <w:tcW w:w="7873" w:type="dxa"/>
            <w:shd w:val="clear" w:color="auto" w:fill="EAEAEA"/>
          </w:tcPr>
          <w:p w14:paraId="1CA366C7" w14:textId="77777777" w:rsidR="00CC6424" w:rsidRPr="0059137D" w:rsidRDefault="008A410A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3" w:name="OLE_LINK42"/>
            <w:bookmarkStart w:id="4" w:name="OLE_LINK56"/>
            <w:r w:rsidRPr="00742F13">
              <w:rPr>
                <w:rFonts w:cs="Arial"/>
                <w:color w:val="000000"/>
                <w:sz w:val="20"/>
                <w:lang w:val="it-IT"/>
              </w:rPr>
              <w:t>Uscite</w:t>
            </w:r>
          </w:p>
        </w:tc>
        <w:tc>
          <w:tcPr>
            <w:tcW w:w="1621" w:type="dxa"/>
            <w:shd w:val="clear" w:color="auto" w:fill="EAEAEA"/>
          </w:tcPr>
          <w:p w14:paraId="43AA9DCF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4B5BF0FA" w14:textId="77777777" w:rsidTr="008A410A">
        <w:tc>
          <w:tcPr>
            <w:tcW w:w="7873" w:type="dxa"/>
          </w:tcPr>
          <w:p w14:paraId="37B170E6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5" w:name="OLE_LINK44"/>
            <w:bookmarkEnd w:id="3"/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21" w:type="dxa"/>
          </w:tcPr>
          <w:p w14:paraId="2D45019F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bookmarkEnd w:id="5"/>
      <w:tr w:rsidR="00CC6424" w:rsidRPr="0059137D" w14:paraId="443C9B43" w14:textId="77777777" w:rsidTr="008A410A">
        <w:tc>
          <w:tcPr>
            <w:tcW w:w="7873" w:type="dxa"/>
          </w:tcPr>
          <w:p w14:paraId="213873D9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21" w:type="dxa"/>
          </w:tcPr>
          <w:p w14:paraId="0DC11B2F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1CB67C76" w14:textId="77777777" w:rsidTr="008A410A">
        <w:tc>
          <w:tcPr>
            <w:tcW w:w="7873" w:type="dxa"/>
          </w:tcPr>
          <w:p w14:paraId="641D343A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21" w:type="dxa"/>
          </w:tcPr>
          <w:p w14:paraId="4F697B92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6AD5C747" w14:textId="77777777" w:rsidTr="008A410A">
        <w:tc>
          <w:tcPr>
            <w:tcW w:w="7873" w:type="dxa"/>
          </w:tcPr>
          <w:p w14:paraId="1FD18E57" w14:textId="77777777" w:rsidR="00CC6424" w:rsidRDefault="00CC6424" w:rsidP="00B90E23">
            <w:bookmarkStart w:id="6" w:name="OLE_LINK45"/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21" w:type="dxa"/>
          </w:tcPr>
          <w:p w14:paraId="454E606B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bookmarkEnd w:id="6"/>
      <w:tr w:rsidR="00CC6424" w:rsidRPr="0059137D" w14:paraId="39AC3565" w14:textId="77777777" w:rsidTr="008A410A">
        <w:tc>
          <w:tcPr>
            <w:tcW w:w="7873" w:type="dxa"/>
            <w:shd w:val="clear" w:color="auto" w:fill="EAEAEA"/>
          </w:tcPr>
          <w:p w14:paraId="264AE9E7" w14:textId="77777777" w:rsidR="00CC6424" w:rsidRPr="0059137D" w:rsidRDefault="008A410A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Entrate</w:t>
            </w:r>
          </w:p>
        </w:tc>
        <w:tc>
          <w:tcPr>
            <w:tcW w:w="1621" w:type="dxa"/>
            <w:shd w:val="clear" w:color="auto" w:fill="EAEAEA"/>
          </w:tcPr>
          <w:p w14:paraId="22FC072E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54078CCF" w14:textId="77777777" w:rsidTr="008A410A">
        <w:tc>
          <w:tcPr>
            <w:tcW w:w="7873" w:type="dxa"/>
          </w:tcPr>
          <w:p w14:paraId="1E893AAF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21" w:type="dxa"/>
          </w:tcPr>
          <w:p w14:paraId="119D20FF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06DBDD78" w14:textId="77777777" w:rsidTr="008A410A">
        <w:tc>
          <w:tcPr>
            <w:tcW w:w="7873" w:type="dxa"/>
          </w:tcPr>
          <w:p w14:paraId="40B1C78D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21" w:type="dxa"/>
          </w:tcPr>
          <w:p w14:paraId="7F414AB4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2CC31AA4" w14:textId="77777777" w:rsidTr="008A410A">
        <w:tc>
          <w:tcPr>
            <w:tcW w:w="7873" w:type="dxa"/>
          </w:tcPr>
          <w:p w14:paraId="3BCC04A8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21" w:type="dxa"/>
          </w:tcPr>
          <w:p w14:paraId="1CDB867D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34B5BDF4" w14:textId="77777777" w:rsidTr="008A410A">
        <w:tc>
          <w:tcPr>
            <w:tcW w:w="7873" w:type="dxa"/>
            <w:tcBorders>
              <w:bottom w:val="single" w:sz="4" w:space="0" w:color="C0C0C0"/>
            </w:tcBorders>
          </w:tcPr>
          <w:p w14:paraId="53E1C604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lastRenderedPageBreak/>
              <w:t>…</w:t>
            </w:r>
          </w:p>
        </w:tc>
        <w:tc>
          <w:tcPr>
            <w:tcW w:w="1621" w:type="dxa"/>
            <w:tcBorders>
              <w:bottom w:val="single" w:sz="4" w:space="0" w:color="C0C0C0"/>
            </w:tcBorders>
          </w:tcPr>
          <w:p w14:paraId="17766963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0BD9C5C9" w14:textId="77777777" w:rsidTr="008A410A">
        <w:tc>
          <w:tcPr>
            <w:tcW w:w="7873" w:type="dxa"/>
            <w:shd w:val="clear" w:color="auto" w:fill="E6E6E6"/>
          </w:tcPr>
          <w:p w14:paraId="3B44FBF4" w14:textId="77777777" w:rsidR="00CC6424" w:rsidRPr="0059137D" w:rsidRDefault="00862A7B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Totale</w:t>
            </w:r>
          </w:p>
        </w:tc>
        <w:tc>
          <w:tcPr>
            <w:tcW w:w="1621" w:type="dxa"/>
            <w:shd w:val="clear" w:color="auto" w:fill="E6E6E6"/>
          </w:tcPr>
          <w:p w14:paraId="60828FF6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0</w:t>
            </w:r>
          </w:p>
        </w:tc>
      </w:tr>
    </w:tbl>
    <w:bookmarkEnd w:id="2"/>
    <w:bookmarkEnd w:id="4"/>
    <w:p w14:paraId="3C855556" w14:textId="77777777" w:rsidR="008A410A" w:rsidRPr="00742F13" w:rsidRDefault="008A410A" w:rsidP="008A410A">
      <w:pPr>
        <w:pStyle w:val="Eingabe"/>
        <w:spacing w:before="120"/>
        <w:rPr>
          <w:color w:val="7F7F7F"/>
          <w:sz w:val="20"/>
          <w:lang w:val="it-IT"/>
        </w:rPr>
      </w:pPr>
      <w:r w:rsidRPr="00742F13">
        <w:rPr>
          <w:color w:val="7F7F7F"/>
          <w:sz w:val="20"/>
          <w:lang w:val="it-IT"/>
        </w:rPr>
        <w:t>[Totale = 0: in un bilancio in pari, entrate e uscite devono corrispondere]</w:t>
      </w:r>
    </w:p>
    <w:p w14:paraId="62278940" w14:textId="77777777" w:rsidR="00CC6424" w:rsidRPr="00A05635" w:rsidRDefault="00895EC3" w:rsidP="009D30BA">
      <w:pPr>
        <w:pStyle w:val="berschrift1"/>
      </w:pPr>
      <w:r w:rsidRPr="00895EC3">
        <w:t>Organizzazione</w:t>
      </w:r>
    </w:p>
    <w:p w14:paraId="21C94141" w14:textId="77777777" w:rsidR="00CC6424" w:rsidRPr="00CC6424" w:rsidRDefault="00895EC3" w:rsidP="009D30BA">
      <w:pPr>
        <w:pStyle w:val="berschrift2"/>
      </w:pPr>
      <w:r w:rsidRPr="00895EC3">
        <w:t xml:space="preserve">Struttura del </w:t>
      </w:r>
      <w:r w:rsidR="000950DB">
        <w:t>progetto</w:t>
      </w:r>
    </w:p>
    <w:p w14:paraId="40D92EC2" w14:textId="77777777" w:rsidR="00CC6424" w:rsidRPr="00E0257F" w:rsidRDefault="00CC6424" w:rsidP="00B90E23">
      <w:pPr>
        <w:spacing w:before="60" w:after="240"/>
      </w:pPr>
      <w:r w:rsidRPr="00E0257F">
        <w:t>…</w:t>
      </w:r>
    </w:p>
    <w:p w14:paraId="66E3A1A4" w14:textId="77777777" w:rsidR="00C34FC2" w:rsidRDefault="00895EC3" w:rsidP="00B90E23">
      <w:pPr>
        <w:pStyle w:val="Eingabe"/>
        <w:spacing w:before="120"/>
        <w:rPr>
          <w:color w:val="7F7F7F"/>
          <w:sz w:val="20"/>
          <w:lang w:val="it-IT"/>
        </w:rPr>
      </w:pPr>
      <w:r w:rsidRPr="00742F13">
        <w:rPr>
          <w:color w:val="7F7F7F"/>
          <w:sz w:val="20"/>
          <w:lang w:val="it-IT"/>
        </w:rPr>
        <w:t>[Inserire qui il piano strutturale]</w:t>
      </w:r>
    </w:p>
    <w:p w14:paraId="45BCF043" w14:textId="77777777" w:rsidR="00CC6424" w:rsidRPr="005B0224" w:rsidRDefault="00DF17ED" w:rsidP="009D30BA">
      <w:pPr>
        <w:pStyle w:val="berschrift1"/>
      </w:pPr>
      <w:r w:rsidRPr="00DF17ED">
        <w:t>Prospettive</w:t>
      </w:r>
    </w:p>
    <w:p w14:paraId="7C5A1274" w14:textId="77777777" w:rsidR="00CC6424" w:rsidRPr="00CC6424" w:rsidRDefault="00DF17ED" w:rsidP="009D30BA">
      <w:pPr>
        <w:pStyle w:val="berschrift2"/>
      </w:pPr>
      <w:r w:rsidRPr="00DF17ED">
        <w:t>Opportunità e rischi</w:t>
      </w:r>
      <w:r w:rsidR="00CC6424" w:rsidRPr="00CC6424">
        <w:t xml:space="preserve"> </w:t>
      </w:r>
    </w:p>
    <w:p w14:paraId="2682DD5C" w14:textId="77777777" w:rsidR="00CC6424" w:rsidRDefault="00CC6424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6"/>
        <w:gridCol w:w="4680"/>
      </w:tblGrid>
      <w:tr w:rsidR="00A30F78" w:rsidRPr="00ED039A" w14:paraId="26905AA8" w14:textId="77777777" w:rsidTr="00E40CFD">
        <w:trPr>
          <w:trHeight w:val="92"/>
        </w:trPr>
        <w:tc>
          <w:tcPr>
            <w:tcW w:w="4746" w:type="dxa"/>
            <w:shd w:val="clear" w:color="auto" w:fill="EAEAEA"/>
          </w:tcPr>
          <w:p w14:paraId="0572D796" w14:textId="77777777" w:rsidR="00A30F78" w:rsidRPr="00ED039A" w:rsidRDefault="00DF17ED" w:rsidP="00E40CFD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Opportunità</w:t>
            </w:r>
          </w:p>
        </w:tc>
        <w:tc>
          <w:tcPr>
            <w:tcW w:w="4680" w:type="dxa"/>
            <w:shd w:val="clear" w:color="auto" w:fill="EAEAEA"/>
          </w:tcPr>
          <w:p w14:paraId="21C53BB5" w14:textId="77777777" w:rsidR="00A30F78" w:rsidRPr="00ED039A" w:rsidRDefault="00DF17ED" w:rsidP="00E40CFD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</w:t>
            </w:r>
            <w:r w:rsidRPr="00DF17ED">
              <w:rPr>
                <w:color w:val="000000"/>
                <w:sz w:val="20"/>
              </w:rPr>
              <w:t xml:space="preserve">ischi </w:t>
            </w:r>
          </w:p>
        </w:tc>
      </w:tr>
      <w:tr w:rsidR="00A30F78" w:rsidRPr="00ED039A" w14:paraId="588BC0DA" w14:textId="77777777" w:rsidTr="00E40CFD">
        <w:trPr>
          <w:trHeight w:val="92"/>
        </w:trPr>
        <w:tc>
          <w:tcPr>
            <w:tcW w:w="4746" w:type="dxa"/>
          </w:tcPr>
          <w:p w14:paraId="0AF2B8F3" w14:textId="77777777" w:rsidR="00A30F78" w:rsidRPr="00ED039A" w:rsidRDefault="00A30F78" w:rsidP="00E40CFD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  <w:tc>
          <w:tcPr>
            <w:tcW w:w="4680" w:type="dxa"/>
          </w:tcPr>
          <w:p w14:paraId="1CADF48F" w14:textId="77777777" w:rsidR="00A30F78" w:rsidRPr="00ED039A" w:rsidRDefault="00A30F78" w:rsidP="00E40CFD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</w:tr>
    </w:tbl>
    <w:p w14:paraId="0472602A" w14:textId="77777777" w:rsidR="00CC6424" w:rsidRPr="00CC6424" w:rsidRDefault="00DF17ED" w:rsidP="009D30BA">
      <w:pPr>
        <w:pStyle w:val="berschrift2"/>
      </w:pPr>
      <w:r w:rsidRPr="00DF17ED">
        <w:t>Valorizzazione</w:t>
      </w:r>
    </w:p>
    <w:p w14:paraId="32DFCD20" w14:textId="77777777" w:rsidR="00CC6424" w:rsidRPr="00E0257F" w:rsidRDefault="00CC6424" w:rsidP="00B90E23">
      <w:pPr>
        <w:spacing w:before="60" w:after="240"/>
      </w:pPr>
      <w:r w:rsidRPr="00E0257F">
        <w:t>…</w:t>
      </w:r>
    </w:p>
    <w:p w14:paraId="4ECD225C" w14:textId="77777777" w:rsidR="00CC6424" w:rsidRPr="00CC6424" w:rsidRDefault="00DF17ED" w:rsidP="009D30BA">
      <w:pPr>
        <w:pStyle w:val="berschrift2"/>
      </w:pPr>
      <w:r w:rsidRPr="00DF17ED">
        <w:t>Osservazioni e domande</w:t>
      </w:r>
    </w:p>
    <w:p w14:paraId="2EAC062E" w14:textId="77777777" w:rsidR="001A12FB" w:rsidRPr="00CA7293" w:rsidRDefault="00C34FC2">
      <w:pPr>
        <w:spacing w:before="60" w:after="240"/>
      </w:pPr>
      <w:r>
        <w:t>…</w:t>
      </w:r>
    </w:p>
    <w:sectPr w:rsidR="001A12FB" w:rsidRPr="00CA7293" w:rsidSect="00AA271A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1134" w:bottom="1814" w:left="1418" w:header="851" w:footer="851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350B5F" w14:textId="77777777" w:rsidR="001621AB" w:rsidRDefault="001621AB">
      <w:r>
        <w:separator/>
      </w:r>
    </w:p>
  </w:endnote>
  <w:endnote w:type="continuationSeparator" w:id="0">
    <w:p w14:paraId="2DE77F93" w14:textId="77777777" w:rsidR="001621AB" w:rsidRDefault="00162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270B7" w14:textId="2B700F20" w:rsidR="002D26DC" w:rsidRPr="009D30BA" w:rsidRDefault="005E4DEC" w:rsidP="005E4DEC">
    <w:pPr>
      <w:pStyle w:val="Fuzeile"/>
      <w:tabs>
        <w:tab w:val="clear" w:pos="9406"/>
        <w:tab w:val="right" w:pos="9356"/>
      </w:tabs>
      <w:rPr>
        <w:color w:val="7F7F7F"/>
        <w:lang w:val="fr-CH"/>
      </w:rPr>
    </w:pPr>
    <w:r w:rsidRPr="009D30BA">
      <w:rPr>
        <w:color w:val="FF9900"/>
        <w:lang w:val="fr-CH"/>
      </w:rPr>
      <w:t>www.quint-essenz.ch</w:t>
    </w:r>
    <w:r w:rsidRPr="009D30BA">
      <w:rPr>
        <w:color w:val="7F7F7F"/>
        <w:lang w:val="fr-CH"/>
      </w:rPr>
      <w:t>, un'offerta di Promozione Salute Svizzera</w:t>
    </w:r>
    <w:r w:rsidRPr="009D30BA">
      <w:rPr>
        <w:color w:val="7F7F7F"/>
        <w:lang w:val="fr-CH"/>
      </w:rPr>
      <w:br/>
    </w:r>
    <w:r w:rsidR="00766EF2" w:rsidRPr="009D30BA">
      <w:rPr>
        <w:color w:val="7F7F7F"/>
        <w:lang w:val="fr-CH"/>
      </w:rPr>
      <w:t>Bozza</w:t>
    </w:r>
    <w:r w:rsidR="00273D85">
      <w:rPr>
        <w:color w:val="7F7F7F"/>
        <w:lang w:val="fr-CH"/>
      </w:rPr>
      <w:t xml:space="preserve"> </w:t>
    </w:r>
    <w:r w:rsidR="00273D85" w:rsidRPr="00742F13">
      <w:rPr>
        <w:color w:val="7F7F7F"/>
      </w:rPr>
      <w:t>[</w:t>
    </w:r>
    <w:r w:rsidR="00273D85">
      <w:rPr>
        <w:color w:val="7F7F7F"/>
      </w:rPr>
      <w:t>Prog</w:t>
    </w:r>
    <w:r w:rsidR="00273D85">
      <w:rPr>
        <w:color w:val="7F7F7F"/>
      </w:rPr>
      <w:t>etto</w:t>
    </w:r>
    <w:r w:rsidR="00273D85" w:rsidRPr="00742F13">
      <w:rPr>
        <w:color w:val="7F7F7F"/>
      </w:rPr>
      <w:t>], [Autore/Autrice], [Data]</w:t>
    </w:r>
    <w:r w:rsidR="00273D85" w:rsidRPr="00742F13">
      <w:rPr>
        <w:color w:val="7F7F7F"/>
      </w:rPr>
      <w:tab/>
    </w:r>
    <w:r w:rsidR="00273D85" w:rsidRPr="00742F13">
      <w:rPr>
        <w:color w:val="7F7F7F"/>
      </w:rPr>
      <w:tab/>
    </w:r>
    <w:r w:rsidRPr="00E459D6">
      <w:rPr>
        <w:color w:val="7F7F7F"/>
        <w:lang w:val="fr-FR"/>
      </w:rPr>
      <w:fldChar w:fldCharType="begin"/>
    </w:r>
    <w:r w:rsidRPr="009D30BA">
      <w:rPr>
        <w:color w:val="7F7F7F"/>
        <w:lang w:val="fr-CH"/>
      </w:rPr>
      <w:instrText xml:space="preserve"> </w:instrText>
    </w:r>
    <w:r w:rsidR="007B433A" w:rsidRPr="009D30BA">
      <w:rPr>
        <w:color w:val="7F7F7F"/>
        <w:lang w:val="fr-CH"/>
      </w:rPr>
      <w:instrText>PAGE</w:instrText>
    </w:r>
    <w:r w:rsidRPr="009D30BA">
      <w:rPr>
        <w:color w:val="7F7F7F"/>
        <w:lang w:val="fr-CH"/>
      </w:rPr>
      <w:instrText xml:space="preserve"> </w:instrText>
    </w:r>
    <w:r w:rsidRPr="00E459D6">
      <w:rPr>
        <w:color w:val="7F7F7F"/>
        <w:lang w:val="fr-FR"/>
      </w:rPr>
      <w:fldChar w:fldCharType="separate"/>
    </w:r>
    <w:r w:rsidR="00273D85">
      <w:rPr>
        <w:noProof/>
        <w:color w:val="7F7F7F"/>
        <w:lang w:val="fr-CH"/>
      </w:rPr>
      <w:t>1</w:t>
    </w:r>
    <w:r w:rsidRPr="00E459D6">
      <w:rPr>
        <w:color w:val="7F7F7F"/>
        <w:lang w:val="fr-FR"/>
      </w:rPr>
      <w:fldChar w:fldCharType="end"/>
    </w:r>
    <w:r w:rsidRPr="009D30BA">
      <w:rPr>
        <w:color w:val="7F7F7F"/>
        <w:lang w:val="fr-CH"/>
      </w:rPr>
      <w:t>/</w:t>
    </w:r>
    <w:r w:rsidRPr="00E459D6">
      <w:rPr>
        <w:color w:val="7F7F7F"/>
      </w:rPr>
      <w:fldChar w:fldCharType="begin"/>
    </w:r>
    <w:r w:rsidRPr="009D30BA">
      <w:rPr>
        <w:color w:val="7F7F7F"/>
        <w:lang w:val="fr-CH"/>
      </w:rPr>
      <w:instrText xml:space="preserve"> </w:instrText>
    </w:r>
    <w:r w:rsidR="007B433A" w:rsidRPr="009D30BA">
      <w:rPr>
        <w:color w:val="7F7F7F"/>
        <w:lang w:val="fr-CH"/>
      </w:rPr>
      <w:instrText>NUMPAGES</w:instrText>
    </w:r>
    <w:r w:rsidRPr="009D30BA">
      <w:rPr>
        <w:color w:val="7F7F7F"/>
        <w:lang w:val="fr-CH"/>
      </w:rPr>
      <w:instrText xml:space="preserve"> </w:instrText>
    </w:r>
    <w:r w:rsidRPr="00E459D6">
      <w:rPr>
        <w:color w:val="7F7F7F"/>
      </w:rPr>
      <w:fldChar w:fldCharType="separate"/>
    </w:r>
    <w:r w:rsidR="00273D85">
      <w:rPr>
        <w:noProof/>
        <w:color w:val="7F7F7F"/>
        <w:lang w:val="fr-CH"/>
      </w:rPr>
      <w:t>4</w:t>
    </w:r>
    <w:r w:rsidRPr="00E459D6">
      <w:rPr>
        <w:color w:val="7F7F7F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F4902E" w14:textId="77777777" w:rsidR="002D26DC" w:rsidRPr="00E459D6" w:rsidRDefault="002D26DC" w:rsidP="002D26DC">
    <w:pPr>
      <w:pStyle w:val="Fuzeile"/>
      <w:tabs>
        <w:tab w:val="clear" w:pos="9406"/>
        <w:tab w:val="right" w:pos="9639"/>
      </w:tabs>
      <w:rPr>
        <w:color w:val="7F7F7F"/>
      </w:rPr>
    </w:pPr>
    <w:r w:rsidRPr="00242ADD">
      <w:rPr>
        <w:color w:val="FF9900"/>
      </w:rPr>
      <w:t>www.quint-essenz.ch</w:t>
    </w:r>
    <w:r w:rsidRPr="00E459D6">
      <w:rPr>
        <w:color w:val="7F7F7F"/>
      </w:rPr>
      <w:t>, ein Angebot von Gesundheitsförderung Schweiz</w:t>
    </w:r>
    <w:r w:rsidRPr="00E459D6">
      <w:rPr>
        <w:color w:val="7F7F7F"/>
      </w:rPr>
      <w:br/>
    </w:r>
    <w:r>
      <w:rPr>
        <w:color w:val="7F7F7F"/>
      </w:rPr>
      <w:t>Konzept [Projekt]</w:t>
    </w:r>
    <w:r w:rsidRPr="00E459D6">
      <w:rPr>
        <w:color w:val="7F7F7F"/>
      </w:rPr>
      <w:t>,</w:t>
    </w:r>
    <w:r>
      <w:rPr>
        <w:color w:val="7F7F7F"/>
      </w:rPr>
      <w:t xml:space="preserve"> [Autor/in], [Datum]</w:t>
    </w:r>
    <w:r w:rsidRPr="00E459D6">
      <w:rPr>
        <w:color w:val="7F7F7F"/>
      </w:rPr>
      <w:tab/>
    </w:r>
    <w:r w:rsidRPr="00E459D6">
      <w:rPr>
        <w:color w:val="7F7F7F"/>
      </w:rPr>
      <w:tab/>
    </w:r>
    <w:r>
      <w:rPr>
        <w:color w:val="7F7F7F"/>
      </w:rPr>
      <w:tab/>
    </w:r>
    <w:r w:rsidRPr="00E459D6">
      <w:rPr>
        <w:color w:val="7F7F7F"/>
        <w:lang w:val="fr-FR"/>
      </w:rPr>
      <w:fldChar w:fldCharType="begin"/>
    </w:r>
    <w:r w:rsidRPr="00E459D6">
      <w:rPr>
        <w:color w:val="7F7F7F"/>
      </w:rPr>
      <w:instrText xml:space="preserve"> </w:instrText>
    </w:r>
    <w:r w:rsidR="007B433A">
      <w:rPr>
        <w:color w:val="7F7F7F"/>
      </w:rPr>
      <w:instrText>PAGE</w:instrText>
    </w:r>
    <w:r w:rsidRPr="00E459D6">
      <w:rPr>
        <w:color w:val="7F7F7F"/>
      </w:rPr>
      <w:instrText xml:space="preserve"> </w:instrText>
    </w:r>
    <w:r w:rsidRPr="00E459D6">
      <w:rPr>
        <w:color w:val="7F7F7F"/>
        <w:lang w:val="fr-FR"/>
      </w:rPr>
      <w:fldChar w:fldCharType="separate"/>
    </w:r>
    <w:r w:rsidR="005E4DEC">
      <w:rPr>
        <w:noProof/>
        <w:color w:val="7F7F7F"/>
      </w:rPr>
      <w:t>1</w:t>
    </w:r>
    <w:r w:rsidRPr="00E459D6">
      <w:rPr>
        <w:color w:val="7F7F7F"/>
        <w:lang w:val="fr-FR"/>
      </w:rPr>
      <w:fldChar w:fldCharType="end"/>
    </w:r>
    <w:r w:rsidRPr="00E459D6">
      <w:rPr>
        <w:color w:val="7F7F7F"/>
      </w:rPr>
      <w:t>/</w:t>
    </w:r>
    <w:r w:rsidRPr="00E459D6">
      <w:rPr>
        <w:color w:val="7F7F7F"/>
      </w:rPr>
      <w:fldChar w:fldCharType="begin"/>
    </w:r>
    <w:r w:rsidRPr="00E459D6">
      <w:rPr>
        <w:color w:val="7F7F7F"/>
      </w:rPr>
      <w:instrText xml:space="preserve"> </w:instrText>
    </w:r>
    <w:r w:rsidR="007B433A">
      <w:rPr>
        <w:color w:val="7F7F7F"/>
      </w:rPr>
      <w:instrText>NUMPAGES</w:instrText>
    </w:r>
    <w:r w:rsidRPr="00E459D6">
      <w:rPr>
        <w:color w:val="7F7F7F"/>
      </w:rPr>
      <w:instrText xml:space="preserve"> </w:instrText>
    </w:r>
    <w:r w:rsidRPr="00E459D6">
      <w:rPr>
        <w:color w:val="7F7F7F"/>
      </w:rPr>
      <w:fldChar w:fldCharType="separate"/>
    </w:r>
    <w:r w:rsidR="005E4DEC">
      <w:rPr>
        <w:noProof/>
        <w:color w:val="7F7F7F"/>
      </w:rPr>
      <w:t>5</w:t>
    </w:r>
    <w:r w:rsidRPr="00E459D6">
      <w:rPr>
        <w:color w:val="7F7F7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50BB19" w14:textId="77777777" w:rsidR="001621AB" w:rsidRDefault="001621AB">
      <w:r>
        <w:separator/>
      </w:r>
    </w:p>
  </w:footnote>
  <w:footnote w:type="continuationSeparator" w:id="0">
    <w:p w14:paraId="60557695" w14:textId="77777777" w:rsidR="001621AB" w:rsidRDefault="001621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2C15DF" w14:textId="77777777" w:rsidR="002D26DC" w:rsidRPr="00F01D28" w:rsidRDefault="002D26DC" w:rsidP="002D26DC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E2466" w14:textId="77777777" w:rsidR="002D26DC" w:rsidRPr="00242ADD" w:rsidRDefault="002D26DC" w:rsidP="007E7A4A">
    <w:pPr>
      <w:tabs>
        <w:tab w:val="left" w:pos="753"/>
        <w:tab w:val="right" w:pos="9639"/>
      </w:tabs>
      <w:ind w:right="-143"/>
    </w:pPr>
    <w:r>
      <w:tab/>
    </w:r>
    <w:r w:rsidR="00B90E23">
      <w:tab/>
    </w:r>
    <w:r w:rsidR="00273D85">
      <w:rPr>
        <w:noProof/>
        <w:lang w:eastAsia="de-DE"/>
      </w:rPr>
      <w:pict w14:anchorId="55CFD5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fik 2" o:spid="_x0000_i1025" type="#_x0000_t75" style="width:184.3pt;height:59.1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742EE"/>
    <w:multiLevelType w:val="multilevel"/>
    <w:tmpl w:val="9C4EF606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intFractionalCharacterWidth/>
  <w:embedSystemFonts/>
  <w:activeWritingStyle w:appName="MSWord" w:lang="de-CH" w:vendorID="6" w:dllVersion="2" w:checkStyle="1"/>
  <w:activeWritingStyle w:appName="MSWord" w:lang="fr-FR" w:vendorID="65" w:dllVersion="514" w:checkStyle="1"/>
  <w:activeWritingStyle w:appName="MSWord" w:lang="de-CH" w:vendorID="9" w:dllVersion="512" w:checkStyle="1"/>
  <w:activeWritingStyle w:appName="MSWord" w:lang="de-DE" w:vendorID="9" w:dllVersion="512" w:checkStyle="1"/>
  <w:activeWritingStyle w:appName="MSWord" w:lang="de-DE" w:vendorID="6" w:dllVersion="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autoHyphenation/>
  <w:hyphenationZone w:val="425"/>
  <w:drawingGridHorizontalSpacing w:val="11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2195"/>
    <w:rsid w:val="000950DB"/>
    <w:rsid w:val="000D62A7"/>
    <w:rsid w:val="000E1BDD"/>
    <w:rsid w:val="000F705F"/>
    <w:rsid w:val="001621AB"/>
    <w:rsid w:val="00173C96"/>
    <w:rsid w:val="001949F1"/>
    <w:rsid w:val="001A12FB"/>
    <w:rsid w:val="00242ADD"/>
    <w:rsid w:val="00273D85"/>
    <w:rsid w:val="002D26DC"/>
    <w:rsid w:val="003005F4"/>
    <w:rsid w:val="00311C87"/>
    <w:rsid w:val="00315637"/>
    <w:rsid w:val="0034798C"/>
    <w:rsid w:val="0038323E"/>
    <w:rsid w:val="00396FE5"/>
    <w:rsid w:val="003C6EBE"/>
    <w:rsid w:val="003F25ED"/>
    <w:rsid w:val="004001D7"/>
    <w:rsid w:val="00462027"/>
    <w:rsid w:val="0047177E"/>
    <w:rsid w:val="004A76F2"/>
    <w:rsid w:val="00522195"/>
    <w:rsid w:val="00587E1D"/>
    <w:rsid w:val="0059137D"/>
    <w:rsid w:val="005B0224"/>
    <w:rsid w:val="005E4DEC"/>
    <w:rsid w:val="0061496F"/>
    <w:rsid w:val="00636660"/>
    <w:rsid w:val="00642CDC"/>
    <w:rsid w:val="006713FE"/>
    <w:rsid w:val="00673555"/>
    <w:rsid w:val="006977AE"/>
    <w:rsid w:val="007278E8"/>
    <w:rsid w:val="00733E1A"/>
    <w:rsid w:val="0074202C"/>
    <w:rsid w:val="00766EF2"/>
    <w:rsid w:val="007B433A"/>
    <w:rsid w:val="007B58A7"/>
    <w:rsid w:val="007D06E4"/>
    <w:rsid w:val="007E0C63"/>
    <w:rsid w:val="007E7A4A"/>
    <w:rsid w:val="00813BF1"/>
    <w:rsid w:val="00862A7B"/>
    <w:rsid w:val="00893635"/>
    <w:rsid w:val="00895EC3"/>
    <w:rsid w:val="008A410A"/>
    <w:rsid w:val="00910DD4"/>
    <w:rsid w:val="009753E6"/>
    <w:rsid w:val="009D30BA"/>
    <w:rsid w:val="00A0272A"/>
    <w:rsid w:val="00A05635"/>
    <w:rsid w:val="00A235B1"/>
    <w:rsid w:val="00A30F78"/>
    <w:rsid w:val="00A56778"/>
    <w:rsid w:val="00A92552"/>
    <w:rsid w:val="00AA271A"/>
    <w:rsid w:val="00AA595C"/>
    <w:rsid w:val="00AE239D"/>
    <w:rsid w:val="00B21568"/>
    <w:rsid w:val="00B267DA"/>
    <w:rsid w:val="00B463D2"/>
    <w:rsid w:val="00B72442"/>
    <w:rsid w:val="00B90E23"/>
    <w:rsid w:val="00BF7A36"/>
    <w:rsid w:val="00C0513E"/>
    <w:rsid w:val="00C07F12"/>
    <w:rsid w:val="00C34FC2"/>
    <w:rsid w:val="00CA7293"/>
    <w:rsid w:val="00CC6424"/>
    <w:rsid w:val="00D62ED3"/>
    <w:rsid w:val="00D74DAF"/>
    <w:rsid w:val="00D9560A"/>
    <w:rsid w:val="00DD3A16"/>
    <w:rsid w:val="00DF17ED"/>
    <w:rsid w:val="00E01E32"/>
    <w:rsid w:val="00E0257F"/>
    <w:rsid w:val="00E24EB1"/>
    <w:rsid w:val="00E27F71"/>
    <w:rsid w:val="00E40CFD"/>
    <w:rsid w:val="00E55317"/>
    <w:rsid w:val="00E91FD1"/>
    <w:rsid w:val="00ED22C7"/>
    <w:rsid w:val="00F42C07"/>
    <w:rsid w:val="00FA0BD7"/>
    <w:rsid w:val="00FA0C22"/>
    <w:rsid w:val="00FC3B24"/>
    <w:rsid w:val="00FC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2037A9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4FC2"/>
    <w:rPr>
      <w:rFonts w:ascii="Arial" w:hAnsi="Arial"/>
      <w:sz w:val="22"/>
      <w:lang w:val="de-DE" w:eastAsia="fr-FR"/>
    </w:rPr>
  </w:style>
  <w:style w:type="paragraph" w:styleId="berschrift1">
    <w:name w:val="heading 1"/>
    <w:basedOn w:val="berschrift2"/>
    <w:next w:val="Standard"/>
    <w:link w:val="berschrift1Zchn"/>
    <w:qFormat/>
    <w:rsid w:val="00A05635"/>
    <w:pPr>
      <w:numPr>
        <w:ilvl w:val="0"/>
      </w:numPr>
      <w:shd w:val="clear" w:color="auto" w:fill="D9D9D9"/>
      <w:spacing w:before="360" w:after="240"/>
      <w:ind w:left="578" w:hanging="578"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9D30BA"/>
    <w:pPr>
      <w:keepNext/>
      <w:keepLines/>
      <w:numPr>
        <w:ilvl w:val="1"/>
        <w:numId w:val="1"/>
      </w:numPr>
      <w:spacing w:before="480" w:after="120"/>
      <w:ind w:left="578" w:hanging="578"/>
      <w:outlineLvl w:val="1"/>
    </w:pPr>
    <w:rPr>
      <w:rFonts w:eastAsia="Times New Roman"/>
      <w:b/>
      <w:color w:val="000000"/>
      <w:lang w:val="de-CH"/>
    </w:rPr>
  </w:style>
  <w:style w:type="paragraph" w:styleId="berschrift3">
    <w:name w:val="heading 3"/>
    <w:basedOn w:val="Standard"/>
    <w:next w:val="Standard"/>
    <w:autoRedefine/>
    <w:qFormat/>
    <w:rsid w:val="00ED22C7"/>
    <w:pPr>
      <w:keepNext/>
      <w:numPr>
        <w:ilvl w:val="2"/>
        <w:numId w:val="1"/>
      </w:numPr>
      <w:tabs>
        <w:tab w:val="left" w:pos="567"/>
        <w:tab w:val="right" w:pos="10206"/>
      </w:tabs>
      <w:spacing w:before="240" w:after="120"/>
      <w:outlineLvl w:val="2"/>
    </w:pPr>
    <w:rPr>
      <w:rFonts w:eastAsia="Times New Roman"/>
      <w:b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D22C7"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D22C7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D22C7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D22C7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D22C7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D22C7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459D6"/>
    <w:pPr>
      <w:tabs>
        <w:tab w:val="center" w:pos="4513"/>
        <w:tab w:val="right" w:pos="9026"/>
      </w:tabs>
    </w:pPr>
  </w:style>
  <w:style w:type="paragraph" w:styleId="Fuzeile">
    <w:name w:val="footer"/>
    <w:basedOn w:val="Standard"/>
    <w:link w:val="FuzeileZchn"/>
    <w:qFormat/>
    <w:rsid w:val="00522195"/>
    <w:pPr>
      <w:tabs>
        <w:tab w:val="center" w:pos="4703"/>
        <w:tab w:val="right" w:pos="9406"/>
      </w:tabs>
    </w:pPr>
    <w:rPr>
      <w:sz w:val="18"/>
    </w:rPr>
  </w:style>
  <w:style w:type="character" w:customStyle="1" w:styleId="KopfzeileZchn">
    <w:name w:val="Kopfzeile Zchn"/>
    <w:link w:val="Kopfzeile"/>
    <w:uiPriority w:val="99"/>
    <w:rsid w:val="00E459D6"/>
    <w:rPr>
      <w:rFonts w:ascii="Arial" w:hAnsi="Arial"/>
      <w:sz w:val="22"/>
      <w:lang w:val="de-DE"/>
    </w:rPr>
  </w:style>
  <w:style w:type="paragraph" w:customStyle="1" w:styleId="ZelleStandard">
    <w:name w:val="Zelle Standard"/>
    <w:basedOn w:val="Standard"/>
    <w:qFormat/>
    <w:rsid w:val="005C0AA4"/>
    <w:pPr>
      <w:keepLines/>
      <w:tabs>
        <w:tab w:val="left" w:pos="227"/>
      </w:tabs>
    </w:pPr>
    <w:rPr>
      <w:sz w:val="18"/>
    </w:rPr>
  </w:style>
  <w:style w:type="paragraph" w:customStyle="1" w:styleId="ZelleTitel">
    <w:name w:val="Zelle Titel"/>
    <w:basedOn w:val="Standard"/>
    <w:autoRedefine/>
    <w:qFormat/>
    <w:rsid w:val="005C0AA4"/>
    <w:pPr>
      <w:keepNext/>
      <w:spacing w:before="20" w:after="20"/>
    </w:pPr>
    <w:rPr>
      <w:b/>
      <w:sz w:val="18"/>
      <w:lang w:val="de-CH" w:eastAsia="de-DE"/>
    </w:rPr>
  </w:style>
  <w:style w:type="paragraph" w:styleId="Verzeichnis1">
    <w:name w:val="toc 1"/>
    <w:basedOn w:val="Standard"/>
    <w:next w:val="Standard"/>
    <w:autoRedefine/>
    <w:semiHidden/>
    <w:rsid w:val="002E7DDC"/>
    <w:pPr>
      <w:tabs>
        <w:tab w:val="right" w:leader="dot" w:pos="10194"/>
      </w:tabs>
      <w:spacing w:before="120"/>
    </w:pPr>
    <w:rPr>
      <w:b/>
      <w:noProof/>
    </w:rPr>
  </w:style>
  <w:style w:type="paragraph" w:styleId="Verzeichnis2">
    <w:name w:val="toc 2"/>
    <w:basedOn w:val="Standard"/>
    <w:next w:val="Standard"/>
    <w:autoRedefine/>
    <w:semiHidden/>
    <w:rsid w:val="002E7DDC"/>
    <w:pPr>
      <w:tabs>
        <w:tab w:val="right" w:pos="10194"/>
      </w:tabs>
      <w:ind w:left="227"/>
    </w:pPr>
    <w:rPr>
      <w:noProof/>
    </w:rPr>
  </w:style>
  <w:style w:type="paragraph" w:styleId="Verzeichnis3">
    <w:name w:val="toc 3"/>
    <w:basedOn w:val="Standard"/>
    <w:next w:val="Standard"/>
    <w:autoRedefine/>
    <w:semiHidden/>
    <w:rsid w:val="002E7DDC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2E7DDC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2E7DDC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2E7DDC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2E7DDC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2E7DDC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2E7DDC"/>
    <w:pPr>
      <w:ind w:left="1920"/>
    </w:pPr>
  </w:style>
  <w:style w:type="paragraph" w:styleId="Dokumentstruktur">
    <w:name w:val="Document Map"/>
    <w:basedOn w:val="Standard"/>
    <w:semiHidden/>
    <w:rsid w:val="001B5241"/>
    <w:pPr>
      <w:shd w:val="clear" w:color="auto" w:fill="C6D5EC"/>
    </w:pPr>
    <w:rPr>
      <w:rFonts w:ascii="Lucida Grande" w:hAnsi="Lucida Grande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4C9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C4C93"/>
    <w:rPr>
      <w:rFonts w:ascii="Tahoma" w:hAnsi="Tahoma" w:cs="Tahoma"/>
      <w:sz w:val="16"/>
      <w:szCs w:val="16"/>
      <w:lang w:val="de-DE"/>
    </w:rPr>
  </w:style>
  <w:style w:type="paragraph" w:customStyle="1" w:styleId="ZelleKasten">
    <w:name w:val="Zelle Kasten"/>
    <w:basedOn w:val="ZelleStandard"/>
    <w:rsid w:val="003F33FD"/>
    <w:pPr>
      <w:keepLines w:val="0"/>
      <w:suppressLineNumbers/>
      <w:tabs>
        <w:tab w:val="clear" w:pos="227"/>
      </w:tabs>
      <w:suppressAutoHyphens/>
      <w:snapToGrid w:val="0"/>
      <w:spacing w:before="20"/>
      <w:jc w:val="center"/>
    </w:pPr>
    <w:rPr>
      <w:rFonts w:ascii="Zapf Dingbats" w:hAnsi="Zapf Dingbats"/>
      <w:sz w:val="24"/>
      <w:lang w:val="de-CH"/>
    </w:rPr>
  </w:style>
  <w:style w:type="paragraph" w:customStyle="1" w:styleId="Bemerkungen">
    <w:name w:val="Bemerkungen"/>
    <w:basedOn w:val="Standard"/>
    <w:autoRedefine/>
    <w:qFormat/>
    <w:rsid w:val="003F33FD"/>
    <w:pPr>
      <w:tabs>
        <w:tab w:val="right" w:leader="dot" w:pos="10206"/>
      </w:tabs>
      <w:spacing w:line="340" w:lineRule="atLeast"/>
      <w:contextualSpacing/>
    </w:pPr>
    <w:rPr>
      <w:rFonts w:eastAsia="Times New Roman" w:cs="Times"/>
      <w:i/>
      <w:lang w:eastAsia="ar-SA"/>
    </w:rPr>
  </w:style>
  <w:style w:type="paragraph" w:customStyle="1" w:styleId="Bemerkungenerst">
    <w:name w:val="Bemerkungen erst"/>
    <w:basedOn w:val="Bemerkungen"/>
    <w:qFormat/>
    <w:rsid w:val="003F33FD"/>
    <w:pPr>
      <w:keepNext/>
      <w:keepLines/>
      <w:spacing w:before="240" w:line="100" w:lineRule="atLeast"/>
    </w:pPr>
    <w:rPr>
      <w:lang w:val="de-CH"/>
    </w:rPr>
  </w:style>
  <w:style w:type="paragraph" w:customStyle="1" w:styleId="FormatvorlageBemerkungenVor6pt">
    <w:name w:val="Formatvorlage Bemerkungen + Vor:  6 pt"/>
    <w:basedOn w:val="Bemerkungen"/>
    <w:rsid w:val="003F33FD"/>
    <w:pPr>
      <w:spacing w:before="120"/>
    </w:pPr>
    <w:rPr>
      <w:rFonts w:cs="Times New Roman"/>
      <w:iCs/>
    </w:rPr>
  </w:style>
  <w:style w:type="paragraph" w:customStyle="1" w:styleId="Feld">
    <w:name w:val="Feld"/>
    <w:basedOn w:val="berschrift3"/>
    <w:autoRedefine/>
    <w:qFormat/>
    <w:rsid w:val="00ED22C7"/>
    <w:pPr>
      <w:keepNext w:val="0"/>
      <w:tabs>
        <w:tab w:val="right" w:leader="dot" w:pos="10206"/>
      </w:tabs>
      <w:suppressAutoHyphens/>
      <w:spacing w:before="60" w:after="60"/>
    </w:pPr>
    <w:rPr>
      <w:b w:val="0"/>
      <w:color w:val="000000"/>
      <w:lang w:eastAsia="de-DE"/>
    </w:rPr>
  </w:style>
  <w:style w:type="paragraph" w:customStyle="1" w:styleId="Balken">
    <w:name w:val="Balken"/>
    <w:basedOn w:val="Standard"/>
    <w:next w:val="Standard"/>
    <w:rsid w:val="004011EA"/>
    <w:pPr>
      <w:keepNext/>
      <w:shd w:val="pct25" w:color="auto" w:fill="FFFFFF"/>
      <w:spacing w:before="120" w:after="120"/>
    </w:pPr>
    <w:rPr>
      <w:b/>
    </w:rPr>
  </w:style>
  <w:style w:type="paragraph" w:customStyle="1" w:styleId="TextZelle">
    <w:name w:val="Text Zelle"/>
    <w:basedOn w:val="Standard"/>
    <w:rsid w:val="004011EA"/>
    <w:pPr>
      <w:spacing w:before="60" w:after="60"/>
    </w:pPr>
    <w:rPr>
      <w:rFonts w:eastAsia="Times New Roman"/>
      <w:color w:val="0000FF"/>
      <w:lang w:val="de-CH"/>
    </w:rPr>
  </w:style>
  <w:style w:type="paragraph" w:customStyle="1" w:styleId="Eingabe">
    <w:name w:val="Eingabe"/>
    <w:basedOn w:val="Standard"/>
    <w:rsid w:val="00004F60"/>
    <w:pPr>
      <w:tabs>
        <w:tab w:val="left" w:pos="637"/>
        <w:tab w:val="left" w:pos="10344"/>
      </w:tabs>
      <w:spacing w:before="60" w:after="60"/>
    </w:pPr>
    <w:rPr>
      <w:rFonts w:eastAsia="Times New Roman"/>
      <w:color w:val="808080"/>
      <w:lang w:val="de-CH"/>
    </w:rPr>
  </w:style>
  <w:style w:type="character" w:customStyle="1" w:styleId="berschrift4Zchn">
    <w:name w:val="Überschrift 4 Zchn"/>
    <w:link w:val="berschrift4"/>
    <w:uiPriority w:val="9"/>
    <w:semiHidden/>
    <w:rsid w:val="00ED22C7"/>
    <w:rPr>
      <w:rFonts w:ascii="Calibri" w:eastAsia="Times New Roman" w:hAnsi="Calibri"/>
      <w:b/>
      <w:bCs/>
      <w:sz w:val="28"/>
      <w:szCs w:val="28"/>
      <w:lang w:val="de-DE" w:eastAsia="fr-FR"/>
    </w:rPr>
  </w:style>
  <w:style w:type="character" w:customStyle="1" w:styleId="berschrift5Zchn">
    <w:name w:val="Überschrift 5 Zchn"/>
    <w:link w:val="berschrift5"/>
    <w:uiPriority w:val="9"/>
    <w:semiHidden/>
    <w:rsid w:val="00ED22C7"/>
    <w:rPr>
      <w:rFonts w:ascii="Calibri" w:eastAsia="Times New Roman" w:hAnsi="Calibri"/>
      <w:b/>
      <w:bCs/>
      <w:i/>
      <w:iCs/>
      <w:sz w:val="26"/>
      <w:szCs w:val="26"/>
      <w:lang w:val="de-DE" w:eastAsia="fr-FR"/>
    </w:rPr>
  </w:style>
  <w:style w:type="character" w:customStyle="1" w:styleId="berschrift6Zchn">
    <w:name w:val="Überschrift 6 Zchn"/>
    <w:link w:val="berschrift6"/>
    <w:uiPriority w:val="9"/>
    <w:semiHidden/>
    <w:rsid w:val="00ED22C7"/>
    <w:rPr>
      <w:rFonts w:ascii="Calibri" w:eastAsia="Times New Roman" w:hAnsi="Calibri"/>
      <w:b/>
      <w:bCs/>
      <w:sz w:val="22"/>
      <w:szCs w:val="22"/>
      <w:lang w:val="de-DE" w:eastAsia="fr-FR"/>
    </w:rPr>
  </w:style>
  <w:style w:type="character" w:customStyle="1" w:styleId="berschrift7Zchn">
    <w:name w:val="Überschrift 7 Zchn"/>
    <w:link w:val="berschrift7"/>
    <w:uiPriority w:val="9"/>
    <w:semiHidden/>
    <w:rsid w:val="00ED22C7"/>
    <w:rPr>
      <w:rFonts w:ascii="Calibri" w:eastAsia="Times New Roman" w:hAnsi="Calibri"/>
      <w:sz w:val="24"/>
      <w:szCs w:val="24"/>
      <w:lang w:val="de-DE" w:eastAsia="fr-FR"/>
    </w:rPr>
  </w:style>
  <w:style w:type="character" w:customStyle="1" w:styleId="berschrift8Zchn">
    <w:name w:val="Überschrift 8 Zchn"/>
    <w:link w:val="berschrift8"/>
    <w:uiPriority w:val="9"/>
    <w:semiHidden/>
    <w:rsid w:val="00ED22C7"/>
    <w:rPr>
      <w:rFonts w:ascii="Calibri" w:eastAsia="Times New Roman" w:hAnsi="Calibri"/>
      <w:i/>
      <w:iCs/>
      <w:sz w:val="24"/>
      <w:szCs w:val="24"/>
      <w:lang w:val="de-DE" w:eastAsia="fr-FR"/>
    </w:rPr>
  </w:style>
  <w:style w:type="character" w:customStyle="1" w:styleId="berschrift9Zchn">
    <w:name w:val="Überschrift 9 Zchn"/>
    <w:link w:val="berschrift9"/>
    <w:uiPriority w:val="9"/>
    <w:semiHidden/>
    <w:rsid w:val="00ED22C7"/>
    <w:rPr>
      <w:rFonts w:ascii="Cambria" w:eastAsia="Times New Roman" w:hAnsi="Cambria"/>
      <w:sz w:val="22"/>
      <w:szCs w:val="22"/>
      <w:lang w:val="de-DE" w:eastAsia="fr-FR"/>
    </w:rPr>
  </w:style>
  <w:style w:type="character" w:customStyle="1" w:styleId="berschrift1Zchn">
    <w:name w:val="Überschrift 1 Zchn"/>
    <w:link w:val="berschrift1"/>
    <w:rsid w:val="00A05635"/>
    <w:rPr>
      <w:rFonts w:ascii="Arial" w:eastAsia="Times New Roman" w:hAnsi="Arial"/>
      <w:b/>
      <w:color w:val="000000"/>
      <w:sz w:val="24"/>
      <w:shd w:val="clear" w:color="auto" w:fill="D9D9D9"/>
      <w:lang w:val="de-CH" w:eastAsia="fr-FR"/>
    </w:rPr>
  </w:style>
  <w:style w:type="character" w:customStyle="1" w:styleId="berschrift2Zchn">
    <w:name w:val="Überschrift 2 Zchn"/>
    <w:link w:val="berschrift2"/>
    <w:rsid w:val="009D30BA"/>
    <w:rPr>
      <w:rFonts w:ascii="Arial" w:eastAsia="Times New Roman" w:hAnsi="Arial"/>
      <w:b/>
      <w:color w:val="000000"/>
      <w:sz w:val="22"/>
      <w:lang w:val="de-CH" w:eastAsia="fr-FR"/>
    </w:rPr>
  </w:style>
  <w:style w:type="character" w:customStyle="1" w:styleId="FuzeileZchn">
    <w:name w:val="Fußzeile Zchn"/>
    <w:link w:val="Fuzeile"/>
    <w:rsid w:val="005E4DEC"/>
    <w:rPr>
      <w:rFonts w:ascii="Arial" w:hAnsi="Arial"/>
      <w:sz w:val="18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\My%20Documents\My%20Dropbox\quintessenz\Neue%20Layouts%20Juliette\Vorlage%20Arial%20de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Arial de.dotx</Template>
  <TotalTime>0</TotalTime>
  <Pages>4</Pages>
  <Words>178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Instrument</vt:lpstr>
    </vt:vector>
  </TitlesOfParts>
  <Company>ispmz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Instrument</dc:title>
  <dc:subject/>
  <dc:creator>Your User Name</dc:creator>
  <cp:keywords/>
  <cp:lastModifiedBy>admin</cp:lastModifiedBy>
  <cp:revision>4</cp:revision>
  <cp:lastPrinted>2014-06-16T09:31:00Z</cp:lastPrinted>
  <dcterms:created xsi:type="dcterms:W3CDTF">2016-09-27T11:50:00Z</dcterms:created>
  <dcterms:modified xsi:type="dcterms:W3CDTF">2016-09-27T15:26:00Z</dcterms:modified>
</cp:coreProperties>
</file>