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1DF72" w14:textId="77777777" w:rsidR="002D26DC" w:rsidRDefault="00497780" w:rsidP="00B90E23">
      <w:pPr>
        <w:rPr>
          <w:b/>
          <w:sz w:val="32"/>
          <w:szCs w:val="32"/>
        </w:rPr>
      </w:pPr>
      <w:bookmarkStart w:id="0" w:name="_GoBack"/>
      <w:bookmarkEnd w:id="0"/>
      <w:proofErr w:type="gramStart"/>
      <w:r>
        <w:rPr>
          <w:b/>
          <w:sz w:val="32"/>
          <w:szCs w:val="32"/>
          <w:lang w:val="fr-CH"/>
        </w:rPr>
        <w:t>Esquisse</w:t>
      </w:r>
      <w:r w:rsidR="00CC6424" w:rsidRPr="00D62ED3">
        <w:rPr>
          <w:b/>
          <w:sz w:val="32"/>
          <w:szCs w:val="32"/>
        </w:rPr>
        <w:t>:</w:t>
      </w:r>
      <w:proofErr w:type="gramEnd"/>
      <w:r w:rsidR="00CC6424" w:rsidRPr="00D62ED3">
        <w:rPr>
          <w:b/>
          <w:sz w:val="32"/>
          <w:szCs w:val="32"/>
        </w:rPr>
        <w:t xml:space="preserve"> </w:t>
      </w:r>
      <w:r w:rsidR="00733E1A" w:rsidRPr="00D62ED3">
        <w:rPr>
          <w:b/>
          <w:sz w:val="32"/>
          <w:szCs w:val="32"/>
        </w:rPr>
        <w:t>…</w:t>
      </w:r>
    </w:p>
    <w:p w14:paraId="52E5E85D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59137D" w14:paraId="1E27641B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59100A5B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576A2557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9E2D01" w:rsidRPr="00CA7293" w14:paraId="4A2E6C34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6838300E" w14:textId="77777777" w:rsidR="009E2D01" w:rsidRPr="00D877D8" w:rsidRDefault="009E2D01" w:rsidP="009E2D01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 xml:space="preserve">Titre (du </w:t>
            </w:r>
            <w:r>
              <w:rPr>
                <w:sz w:val="20"/>
                <w:lang w:val="fr-CH"/>
              </w:rPr>
              <w:t>programme</w:t>
            </w:r>
            <w:r w:rsidRPr="00D877D8">
              <w:rPr>
                <w:sz w:val="20"/>
                <w:lang w:val="fr-CH"/>
              </w:rPr>
              <w:t>)</w:t>
            </w:r>
          </w:p>
        </w:tc>
        <w:tc>
          <w:tcPr>
            <w:tcW w:w="6023" w:type="dxa"/>
          </w:tcPr>
          <w:p w14:paraId="4E987788" w14:textId="77777777" w:rsidR="009E2D01" w:rsidRPr="00CA7293" w:rsidRDefault="009E2D01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4571C7BC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71F9F1E3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3" w:type="dxa"/>
          </w:tcPr>
          <w:p w14:paraId="1CC179FE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639A7FE7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3908558F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3" w:type="dxa"/>
          </w:tcPr>
          <w:p w14:paraId="0FC715C2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7E0031E2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3929A53F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3" w:type="dxa"/>
          </w:tcPr>
          <w:p w14:paraId="0DB5440C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604F4982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6886ADC6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3" w:type="dxa"/>
          </w:tcPr>
          <w:p w14:paraId="11C57CBE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1A087421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5CC3DAD0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3" w:type="dxa"/>
          </w:tcPr>
          <w:p w14:paraId="60AE4E8D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6F5DEFCE" w14:textId="77777777" w:rsidTr="001949F1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14:paraId="515BE7F6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Remarques</w:t>
            </w:r>
          </w:p>
        </w:tc>
        <w:tc>
          <w:tcPr>
            <w:tcW w:w="6023" w:type="dxa"/>
          </w:tcPr>
          <w:p w14:paraId="4DDE9744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1C5A574" w14:textId="77777777" w:rsidR="00733E1A" w:rsidRPr="0059137D" w:rsidRDefault="009E2D01" w:rsidP="00B90E23">
      <w:pPr>
        <w:pStyle w:val="berschrift3"/>
        <w:numPr>
          <w:ilvl w:val="0"/>
          <w:numId w:val="0"/>
        </w:numPr>
        <w:ind w:left="720" w:hanging="720"/>
      </w:pPr>
      <w:r w:rsidRPr="00D877D8">
        <w:rPr>
          <w:lang w:val="fr-CH"/>
        </w:rPr>
        <w:t>Résumé</w:t>
      </w:r>
    </w:p>
    <w:p w14:paraId="1669111C" w14:textId="77777777" w:rsidR="00733E1A" w:rsidRDefault="00733E1A" w:rsidP="00B90E23">
      <w:pPr>
        <w:spacing w:before="60" w:after="240"/>
      </w:pPr>
      <w:bookmarkStart w:id="1" w:name="OLE_LINK19"/>
      <w:r w:rsidRPr="0059137D">
        <w:t>…</w:t>
      </w:r>
    </w:p>
    <w:bookmarkEnd w:id="1"/>
    <w:p w14:paraId="57C21AF7" w14:textId="77777777" w:rsidR="00733E1A" w:rsidRPr="005B0224" w:rsidRDefault="00334348" w:rsidP="00994487">
      <w:pPr>
        <w:pStyle w:val="berschrift1"/>
      </w:pPr>
      <w:r w:rsidRPr="00334348">
        <w:t>Situation initiale</w:t>
      </w:r>
    </w:p>
    <w:p w14:paraId="4C9164A0" w14:textId="77777777" w:rsidR="00733E1A" w:rsidRPr="00ED22C7" w:rsidRDefault="00F71A0E" w:rsidP="00B90E23">
      <w:pPr>
        <w:pStyle w:val="berschrift2"/>
      </w:pPr>
      <w:r w:rsidRPr="00F71A0E">
        <w:t>Situation initiale</w:t>
      </w:r>
    </w:p>
    <w:p w14:paraId="00CE2160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7EE30BC8" w14:textId="77777777" w:rsidR="00733E1A" w:rsidRPr="0059137D" w:rsidRDefault="00F71A0E" w:rsidP="00B90E23">
      <w:pPr>
        <w:pStyle w:val="berschrift2"/>
      </w:pPr>
      <w:r w:rsidRPr="00F71A0E">
        <w:t>Besoin</w:t>
      </w:r>
    </w:p>
    <w:p w14:paraId="6747E26E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BC67532" w14:textId="77777777" w:rsidR="00733E1A" w:rsidRPr="0059137D" w:rsidRDefault="00F71A0E" w:rsidP="00B90E23">
      <w:pPr>
        <w:pStyle w:val="berschrift2"/>
      </w:pPr>
      <w:r w:rsidRPr="00F71A0E">
        <w:t>Besoins ressentis</w:t>
      </w:r>
    </w:p>
    <w:p w14:paraId="178AD3D6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3ED75F5" w14:textId="77777777" w:rsidR="00733E1A" w:rsidRPr="0059137D" w:rsidRDefault="00F71A0E" w:rsidP="00B90E23">
      <w:pPr>
        <w:pStyle w:val="berschrift2"/>
      </w:pPr>
      <w:r w:rsidRPr="00F71A0E">
        <w:t>Interventions similaires</w:t>
      </w:r>
    </w:p>
    <w:p w14:paraId="07D32135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9ADA2A1" w14:textId="77777777" w:rsidR="00733E1A" w:rsidRPr="0059137D" w:rsidRDefault="00F71A0E" w:rsidP="00B90E23">
      <w:pPr>
        <w:pStyle w:val="berschrift2"/>
      </w:pPr>
      <w:r w:rsidRPr="00F71A0E">
        <w:t>Conclusions</w:t>
      </w:r>
    </w:p>
    <w:p w14:paraId="2544D30E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C618E62" w14:textId="77777777" w:rsidR="00733E1A" w:rsidRPr="00994487" w:rsidRDefault="00F71A0E" w:rsidP="00994487">
      <w:pPr>
        <w:pStyle w:val="berschrift1"/>
      </w:pPr>
      <w:r w:rsidRPr="00F71A0E">
        <w:t>Orientation</w:t>
      </w:r>
    </w:p>
    <w:p w14:paraId="25A03EB0" w14:textId="77777777" w:rsidR="00733E1A" w:rsidRPr="0059137D" w:rsidRDefault="00733E1A" w:rsidP="00B90E23">
      <w:pPr>
        <w:pStyle w:val="berschrift2"/>
      </w:pPr>
      <w:r w:rsidRPr="0059137D">
        <w:t xml:space="preserve">Vision </w:t>
      </w:r>
    </w:p>
    <w:p w14:paraId="0F91ADCC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2C52600" w14:textId="77777777" w:rsidR="00544344" w:rsidRPr="0059137D" w:rsidRDefault="00F71A0E" w:rsidP="00544344">
      <w:pPr>
        <w:pStyle w:val="berschrift2"/>
      </w:pPr>
      <w:r>
        <w:t>Stratégies</w:t>
      </w:r>
    </w:p>
    <w:p w14:paraId="404FC55C" w14:textId="77777777" w:rsidR="00994487" w:rsidRPr="00ED22C7" w:rsidRDefault="00544344" w:rsidP="00B90E23">
      <w:pPr>
        <w:spacing w:before="60" w:after="240"/>
      </w:pPr>
      <w:r w:rsidRPr="00E0257F">
        <w:t>…</w:t>
      </w:r>
    </w:p>
    <w:p w14:paraId="4F5341D3" w14:textId="77777777" w:rsidR="00733E1A" w:rsidRPr="0059137D" w:rsidRDefault="00F71A0E" w:rsidP="00B90E23">
      <w:pPr>
        <w:pStyle w:val="berschrift2"/>
      </w:pPr>
      <w:r w:rsidRPr="00F71A0E">
        <w:lastRenderedPageBreak/>
        <w:t>Insertion</w:t>
      </w:r>
    </w:p>
    <w:p w14:paraId="4811089B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5083EAB0" w14:textId="77777777" w:rsidR="00C34FC2" w:rsidRPr="005B0224" w:rsidRDefault="00F71A0E" w:rsidP="00994487">
      <w:pPr>
        <w:pStyle w:val="berschrift1"/>
      </w:pPr>
      <w:r w:rsidRPr="00F71A0E">
        <w:t>Planification</w:t>
      </w:r>
    </w:p>
    <w:p w14:paraId="6FCF4D9B" w14:textId="77777777" w:rsidR="00733E1A" w:rsidRPr="0059137D" w:rsidRDefault="00C34FC2" w:rsidP="00B90E23">
      <w:pPr>
        <w:pStyle w:val="berschrift2"/>
      </w:pPr>
      <w:r>
        <w:t>Settings</w:t>
      </w:r>
    </w:p>
    <w:p w14:paraId="7EE1342F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991F4D" w:rsidRPr="00D877D8" w14:paraId="777C46DA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  <w:shd w:val="clear" w:color="auto" w:fill="EAEAEA"/>
          </w:tcPr>
          <w:p w14:paraId="209BD91A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15E46ED3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0B18F8BF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75B70DDB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0A9B83B9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7442486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580B7520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4A99403D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405ADDA8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2DE0E5B2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27D8B9C1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6990433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2" w:type="dxa"/>
          </w:tcPr>
          <w:p w14:paraId="78F646E0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1B09FF35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5E702A5D" w14:textId="77777777" w:rsidR="00E91FD1" w:rsidRPr="0059137D" w:rsidRDefault="00F71A0E" w:rsidP="00B90E23">
      <w:pPr>
        <w:pStyle w:val="berschrift2"/>
      </w:pPr>
      <w:r w:rsidRPr="00F71A0E">
        <w:t>Groupes cibles</w:t>
      </w:r>
    </w:p>
    <w:p w14:paraId="10161C43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4752"/>
      </w:tblGrid>
      <w:tr w:rsidR="00991F4D" w:rsidRPr="00D877D8" w14:paraId="50BE02BD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  <w:shd w:val="clear" w:color="auto" w:fill="EAEAEA"/>
          </w:tcPr>
          <w:p w14:paraId="3B46EE16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Groupes cibles </w:t>
            </w:r>
          </w:p>
        </w:tc>
        <w:tc>
          <w:tcPr>
            <w:tcW w:w="4752" w:type="dxa"/>
            <w:shd w:val="clear" w:color="auto" w:fill="EAEAEA"/>
          </w:tcPr>
          <w:p w14:paraId="2B28A13A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6D8ACD28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247BF03E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41BC3D5C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104A1316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00ED7677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30E65B51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1899999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04CAFE1D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7A834276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4B7485E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4743" w:type="dxa"/>
          </w:tcPr>
          <w:p w14:paraId="57A65407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22F27B65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50425300" w14:textId="77777777" w:rsidR="00C34FC2" w:rsidRPr="0059137D" w:rsidRDefault="00F71A0E" w:rsidP="00C34FC2">
      <w:pPr>
        <w:pStyle w:val="berschrift2"/>
      </w:pPr>
      <w:r w:rsidRPr="00F71A0E">
        <w:t>Objectifs</w:t>
      </w:r>
    </w:p>
    <w:p w14:paraId="1B76FD8B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59137D" w14:paraId="2131BD7F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EAEAEA"/>
          </w:tcPr>
          <w:p w14:paraId="3EE98F78" w14:textId="77777777" w:rsidR="00C34FC2" w:rsidRPr="0059137D" w:rsidRDefault="00F71A0E" w:rsidP="00F71A0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F71A0E">
              <w:rPr>
                <w:rFonts w:cs="Arial"/>
                <w:color w:val="000000"/>
                <w:sz w:val="20"/>
              </w:rPr>
              <w:t>Objective categories</w:t>
            </w:r>
            <w:r>
              <w:rPr>
                <w:rFonts w:cs="Arial"/>
                <w:color w:val="000000"/>
                <w:sz w:val="20"/>
              </w:rPr>
              <w:t xml:space="preserve"> et o</w:t>
            </w:r>
            <w:r w:rsidRPr="00F71A0E">
              <w:rPr>
                <w:rFonts w:cs="Arial"/>
                <w:color w:val="000000"/>
                <w:sz w:val="20"/>
              </w:rPr>
              <w:t>bjectifs</w:t>
            </w:r>
            <w:r w:rsidR="00C34FC2"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788D7AFC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0C3F6EE2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742C699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66B4202A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CEC0852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47C99F2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7551A7E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2607E12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1189AC7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36E6034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948C51A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17F691E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DF7D136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27BE636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CCCB8BC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3721F54F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23FC89BB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  <w:shd w:val="clear" w:color="auto" w:fill="F2F2F2"/>
          </w:tcPr>
          <w:p w14:paraId="44D7C064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17089C8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2A3C96C3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88A8DB3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0562C0C9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3EEFDC96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9494" w:type="dxa"/>
          </w:tcPr>
          <w:p w14:paraId="366AEC1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2EE431B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[Utiliser le tableau de planification pour la planification et l‘opérationnalisation des objectifs]</w:t>
      </w:r>
    </w:p>
    <w:p w14:paraId="599129C4" w14:textId="77777777" w:rsidR="00C34FC2" w:rsidRPr="0059137D" w:rsidRDefault="00F71A0E" w:rsidP="00C34FC2">
      <w:pPr>
        <w:pStyle w:val="berschrift2"/>
      </w:pPr>
      <w:r w:rsidRPr="00F71A0E">
        <w:t>Mesures et projets</w:t>
      </w:r>
    </w:p>
    <w:p w14:paraId="30FC1E91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991F4D" w:rsidRPr="0059137D" w14:paraId="0E19AD8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  <w:shd w:val="clear" w:color="auto" w:fill="EAEAEA"/>
          </w:tcPr>
          <w:p w14:paraId="532D7CC3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Mesures </w:t>
            </w:r>
            <w:r>
              <w:rPr>
                <w:rFonts w:cs="Arial"/>
                <w:color w:val="000000"/>
                <w:sz w:val="20"/>
                <w:lang w:val="fr-CH"/>
              </w:rPr>
              <w:t>et projets</w:t>
            </w:r>
          </w:p>
        </w:tc>
        <w:tc>
          <w:tcPr>
            <w:tcW w:w="1211" w:type="dxa"/>
            <w:shd w:val="clear" w:color="auto" w:fill="EAEAEA"/>
          </w:tcPr>
          <w:p w14:paraId="131827C0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de… (date) </w:t>
            </w:r>
          </w:p>
        </w:tc>
        <w:tc>
          <w:tcPr>
            <w:tcW w:w="1135" w:type="dxa"/>
            <w:shd w:val="clear" w:color="auto" w:fill="EAEAEA"/>
          </w:tcPr>
          <w:p w14:paraId="20B99B3D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à… (date)</w:t>
            </w:r>
          </w:p>
        </w:tc>
        <w:tc>
          <w:tcPr>
            <w:tcW w:w="1715" w:type="dxa"/>
            <w:shd w:val="clear" w:color="auto" w:fill="EAEAEA"/>
          </w:tcPr>
          <w:p w14:paraId="0B852644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Responsable</w:t>
            </w:r>
          </w:p>
        </w:tc>
      </w:tr>
      <w:tr w:rsidR="00C34FC2" w:rsidRPr="0059137D" w14:paraId="0A7F9466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0A232868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1D1C3C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75039E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0BCB1F6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AD1B79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5B6CBD7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1211" w:type="dxa"/>
          </w:tcPr>
          <w:p w14:paraId="75AD186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C8D2A2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E9665F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A2D57BE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2A7D5BC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6358F3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FC33EB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049CC3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D5C61E9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588BD91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814CCC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100E4A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A51C0C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963C21B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5433" w:type="dxa"/>
          </w:tcPr>
          <w:p w14:paraId="0C25118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051DE81F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75EA7B4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554984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531A2A26" w14:textId="77777777" w:rsidR="00733E1A" w:rsidRPr="0059137D" w:rsidRDefault="00F71A0E" w:rsidP="00B90E23">
      <w:pPr>
        <w:pStyle w:val="berschrift2"/>
      </w:pPr>
      <w:r>
        <w:t>Etapes</w:t>
      </w:r>
    </w:p>
    <w:p w14:paraId="2DCFD151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CC6424" w:rsidRPr="0059137D" w14:paraId="707F81C1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  <w:shd w:val="clear" w:color="auto" w:fill="EAEAEA"/>
          </w:tcPr>
          <w:p w14:paraId="189DDE47" w14:textId="77777777" w:rsidR="00733E1A" w:rsidRPr="0059137D" w:rsidRDefault="005B7E8F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Etapes du projet / Pointages</w:t>
            </w:r>
          </w:p>
        </w:tc>
        <w:tc>
          <w:tcPr>
            <w:tcW w:w="1622" w:type="dxa"/>
            <w:shd w:val="clear" w:color="auto" w:fill="EAEAEA"/>
          </w:tcPr>
          <w:p w14:paraId="7B651910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4C2F3EB0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66A1CE8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87E311E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99FF3D0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4B84CA4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405074D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C463B23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38594EE0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533B8D2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653F447" w14:textId="77777777" w:rsidTr="00C07F12">
        <w:tblPrEx>
          <w:tblCellMar>
            <w:top w:w="0" w:type="dxa"/>
            <w:bottom w:w="0" w:type="dxa"/>
          </w:tblCellMar>
        </w:tblPrEx>
        <w:tc>
          <w:tcPr>
            <w:tcW w:w="7873" w:type="dxa"/>
          </w:tcPr>
          <w:p w14:paraId="6D57884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214E2F7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5DCEF366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991F4D" w:rsidRPr="0059137D" w14:paraId="5B1826A8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  <w:shd w:val="clear" w:color="auto" w:fill="EAEAEA"/>
          </w:tcPr>
          <w:p w14:paraId="675C8551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Calendrier (échéances, événements importants)  </w:t>
            </w:r>
          </w:p>
        </w:tc>
        <w:tc>
          <w:tcPr>
            <w:tcW w:w="1614" w:type="dxa"/>
            <w:shd w:val="clear" w:color="auto" w:fill="EAEAEA"/>
          </w:tcPr>
          <w:p w14:paraId="63735887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Date</w:t>
            </w:r>
          </w:p>
        </w:tc>
      </w:tr>
      <w:tr w:rsidR="00CC6424" w:rsidRPr="0059137D" w14:paraId="0C87D1C5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488FDF4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275CEB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8F01F73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5187282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91BC20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9139292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3EF3577E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8705903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51F1BAE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6EEAB3A4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3CFA9B2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B5D1890" w14:textId="77777777" w:rsidTr="00991F4D">
        <w:tblPrEx>
          <w:tblCellMar>
            <w:top w:w="0" w:type="dxa"/>
            <w:bottom w:w="0" w:type="dxa"/>
          </w:tblCellMar>
        </w:tblPrEx>
        <w:tc>
          <w:tcPr>
            <w:tcW w:w="7880" w:type="dxa"/>
          </w:tcPr>
          <w:p w14:paraId="4575CD5C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35412A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1D84427A" w14:textId="77777777" w:rsidR="00733E1A" w:rsidRPr="0059137D" w:rsidRDefault="004C0362" w:rsidP="00B90E23">
      <w:pPr>
        <w:pStyle w:val="berschrift2"/>
      </w:pPr>
      <w:r w:rsidRPr="004C0362">
        <w:t>Estimation des coûts</w:t>
      </w:r>
    </w:p>
    <w:p w14:paraId="75F706F4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2"/>
        <w:gridCol w:w="1612"/>
      </w:tblGrid>
      <w:tr w:rsidR="00CC6424" w:rsidRPr="0059137D" w14:paraId="2E7206E4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auto"/>
          </w:tcPr>
          <w:p w14:paraId="20D2A72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12" w:type="dxa"/>
            <w:shd w:val="clear" w:color="auto" w:fill="auto"/>
          </w:tcPr>
          <w:p w14:paraId="4C63DF15" w14:textId="77777777" w:rsidR="00CC6424" w:rsidRPr="0059137D" w:rsidRDefault="00F421F0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F421F0">
              <w:rPr>
                <w:rFonts w:cs="Arial"/>
                <w:color w:val="000000"/>
                <w:sz w:val="20"/>
              </w:rPr>
              <w:t>Montant</w:t>
            </w:r>
          </w:p>
        </w:tc>
      </w:tr>
      <w:tr w:rsidR="00CC6424" w:rsidRPr="0059137D" w14:paraId="3BD383E8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AEAEA"/>
          </w:tcPr>
          <w:p w14:paraId="677F1FA2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r w:rsidRPr="00F71A0E">
              <w:rPr>
                <w:rFonts w:cs="Arial"/>
                <w:color w:val="000000"/>
                <w:sz w:val="20"/>
              </w:rPr>
              <w:t>Dé</w:t>
            </w:r>
            <w:r>
              <w:rPr>
                <w:rFonts w:cs="Arial"/>
                <w:color w:val="000000"/>
                <w:sz w:val="20"/>
              </w:rPr>
              <w:t>penses</w:t>
            </w:r>
          </w:p>
        </w:tc>
        <w:tc>
          <w:tcPr>
            <w:tcW w:w="1612" w:type="dxa"/>
            <w:shd w:val="clear" w:color="auto" w:fill="EAEAEA"/>
          </w:tcPr>
          <w:p w14:paraId="12ED7CA5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D170F14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3C783D70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6BD9C99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7E10E951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18AA43B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56F487F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B84F87B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69D3B96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7A7D146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FA6B3D5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273D55BC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770ED8F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19E5806D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AEAEA"/>
          </w:tcPr>
          <w:p w14:paraId="094DB119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612" w:type="dxa"/>
            <w:shd w:val="clear" w:color="auto" w:fill="EAEAEA"/>
          </w:tcPr>
          <w:p w14:paraId="048FC0D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1D088B8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147C8F4C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99204D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06280FB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7819C1CC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F2CAFD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5572300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</w:tcPr>
          <w:p w14:paraId="1DFAE7AA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3D962D5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E4B79BD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tcBorders>
              <w:bottom w:val="single" w:sz="4" w:space="0" w:color="C0C0C0"/>
            </w:tcBorders>
          </w:tcPr>
          <w:p w14:paraId="3AE6852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  <w:tcBorders>
              <w:bottom w:val="single" w:sz="4" w:space="0" w:color="C0C0C0"/>
            </w:tcBorders>
          </w:tcPr>
          <w:p w14:paraId="388EEDF4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1FF2AA5" w14:textId="77777777" w:rsidTr="00F71A0E">
        <w:tblPrEx>
          <w:tblCellMar>
            <w:top w:w="0" w:type="dxa"/>
            <w:bottom w:w="0" w:type="dxa"/>
          </w:tblCellMar>
        </w:tblPrEx>
        <w:tc>
          <w:tcPr>
            <w:tcW w:w="7882" w:type="dxa"/>
            <w:shd w:val="clear" w:color="auto" w:fill="E6E6E6"/>
          </w:tcPr>
          <w:p w14:paraId="108A282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612" w:type="dxa"/>
            <w:shd w:val="clear" w:color="auto" w:fill="E6E6E6"/>
          </w:tcPr>
          <w:p w14:paraId="1F33D1A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5513C525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 xml:space="preserve">[Total = </w:t>
      </w:r>
      <w:proofErr w:type="gramStart"/>
      <w:r w:rsidRPr="00D877D8">
        <w:rPr>
          <w:color w:val="7F7F7F"/>
          <w:sz w:val="20"/>
          <w:lang w:val="fr-CH"/>
        </w:rPr>
        <w:t>0:</w:t>
      </w:r>
      <w:proofErr w:type="gramEnd"/>
      <w:r w:rsidRPr="00D877D8">
        <w:rPr>
          <w:color w:val="7F7F7F"/>
          <w:sz w:val="20"/>
          <w:lang w:val="fr-CH"/>
        </w:rPr>
        <w:t xml:space="preserve"> dans un budget équilibré, les recettes et les dépenses doivent être de montants ident</w:t>
      </w:r>
      <w:r w:rsidRPr="00D877D8">
        <w:rPr>
          <w:color w:val="7F7F7F"/>
          <w:sz w:val="20"/>
          <w:lang w:val="fr-CH"/>
        </w:rPr>
        <w:t>i</w:t>
      </w:r>
      <w:r w:rsidRPr="00D877D8">
        <w:rPr>
          <w:color w:val="7F7F7F"/>
          <w:sz w:val="20"/>
          <w:lang w:val="fr-CH"/>
        </w:rPr>
        <w:t>ques)]</w:t>
      </w:r>
    </w:p>
    <w:p w14:paraId="727F0809" w14:textId="77777777" w:rsidR="00CC6424" w:rsidRPr="005B0224" w:rsidRDefault="00F71A0E" w:rsidP="00994487">
      <w:pPr>
        <w:pStyle w:val="berschrift1"/>
      </w:pPr>
      <w:r>
        <w:lastRenderedPageBreak/>
        <w:t>Organisation</w:t>
      </w:r>
    </w:p>
    <w:p w14:paraId="0E643B2E" w14:textId="77777777" w:rsidR="00CC6424" w:rsidRPr="00CC6424" w:rsidRDefault="00F71A0E" w:rsidP="00B90E23">
      <w:pPr>
        <w:pStyle w:val="berschrift2"/>
      </w:pPr>
      <w:r w:rsidRPr="00F71A0E">
        <w:t>Structure du</w:t>
      </w:r>
      <w:r>
        <w:t xml:space="preserve"> programme</w:t>
      </w:r>
    </w:p>
    <w:p w14:paraId="363F1B91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E116AEF" w14:textId="77777777" w:rsidR="00CC6424" w:rsidRPr="00E721A9" w:rsidRDefault="00010713" w:rsidP="00B90E23">
      <w:pPr>
        <w:pStyle w:val="Eingabe"/>
        <w:spacing w:before="120"/>
        <w:rPr>
          <w:color w:val="7F7F7F"/>
          <w:sz w:val="20"/>
          <w:lang w:val="fr-CH"/>
        </w:rPr>
      </w:pPr>
      <w:r w:rsidRPr="00E721A9">
        <w:rPr>
          <w:color w:val="7F7F7F"/>
          <w:sz w:val="20"/>
          <w:lang w:val="fr-CH"/>
        </w:rPr>
        <w:t>[Insérer le plan structurel ici]</w:t>
      </w:r>
    </w:p>
    <w:p w14:paraId="6D4023D2" w14:textId="77777777" w:rsidR="00CC6424" w:rsidRPr="00CC6424" w:rsidRDefault="00F71A0E" w:rsidP="00B90E23">
      <w:pPr>
        <w:pStyle w:val="berschrift2"/>
      </w:pPr>
      <w:r w:rsidRPr="00F71A0E">
        <w:t>Mise en réseau</w:t>
      </w:r>
    </w:p>
    <w:p w14:paraId="50AB16B0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4E925140" w14:textId="77777777" w:rsidR="00CC6424" w:rsidRPr="005B0224" w:rsidRDefault="00F71A0E" w:rsidP="00994487">
      <w:pPr>
        <w:pStyle w:val="berschrift1"/>
      </w:pPr>
      <w:r w:rsidRPr="00F71A0E">
        <w:t>Pilotage</w:t>
      </w:r>
    </w:p>
    <w:p w14:paraId="5E43F2FE" w14:textId="77777777" w:rsidR="00BE19F4" w:rsidRPr="00CC6424" w:rsidRDefault="00BE19F4" w:rsidP="00BE19F4">
      <w:pPr>
        <w:pStyle w:val="berschrift2"/>
      </w:pPr>
      <w:r>
        <w:t>Innovation</w:t>
      </w:r>
    </w:p>
    <w:p w14:paraId="6FCDE5F1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48FB4F6D" w14:textId="77777777" w:rsidR="00BE19F4" w:rsidRPr="00CC6424" w:rsidRDefault="00F71A0E" w:rsidP="00BE19F4">
      <w:pPr>
        <w:pStyle w:val="berschrift2"/>
      </w:pPr>
      <w:r w:rsidRPr="00F71A0E">
        <w:t>Coordination</w:t>
      </w:r>
    </w:p>
    <w:p w14:paraId="6C22F29E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13C2986E" w14:textId="77777777" w:rsidR="00BE19F4" w:rsidRPr="00CC6424" w:rsidRDefault="00F71A0E" w:rsidP="00BE19F4">
      <w:pPr>
        <w:pStyle w:val="berschrift2"/>
      </w:pPr>
      <w:r w:rsidRPr="00F71A0E">
        <w:t>Gestion des connaissances</w:t>
      </w:r>
    </w:p>
    <w:p w14:paraId="2B5E5F59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5E7C9353" w14:textId="77777777" w:rsidR="00CC6424" w:rsidRPr="005B0224" w:rsidRDefault="00F71A0E" w:rsidP="00994487">
      <w:pPr>
        <w:pStyle w:val="berschrift1"/>
      </w:pPr>
      <w:r w:rsidRPr="00F71A0E">
        <w:t>Perspectives</w:t>
      </w:r>
    </w:p>
    <w:p w14:paraId="6C2CC79E" w14:textId="77777777" w:rsidR="00CC6424" w:rsidRPr="00CC6424" w:rsidRDefault="00F71A0E" w:rsidP="00B90E23">
      <w:pPr>
        <w:pStyle w:val="berschrift2"/>
      </w:pPr>
      <w:r w:rsidRPr="00E27D32">
        <w:t>Chances et risques</w:t>
      </w:r>
      <w:r w:rsidR="00CC6424" w:rsidRPr="00CC6424">
        <w:t xml:space="preserve"> </w:t>
      </w:r>
    </w:p>
    <w:p w14:paraId="0CF2EAE4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2C851181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5E29F548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Chances</w:t>
            </w:r>
          </w:p>
        </w:tc>
        <w:tc>
          <w:tcPr>
            <w:tcW w:w="4680" w:type="dxa"/>
            <w:shd w:val="clear" w:color="auto" w:fill="EAEAEA"/>
          </w:tcPr>
          <w:p w14:paraId="0AB3BDCD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Risques</w:t>
            </w:r>
          </w:p>
        </w:tc>
      </w:tr>
      <w:tr w:rsidR="00A30F78" w:rsidRPr="00ED039A" w14:paraId="3DB71305" w14:textId="77777777" w:rsidTr="00B97F35">
        <w:trPr>
          <w:trHeight w:val="92"/>
        </w:trPr>
        <w:tc>
          <w:tcPr>
            <w:tcW w:w="4746" w:type="dxa"/>
          </w:tcPr>
          <w:p w14:paraId="07FD45E7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A6F5FB3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33617B1D" w14:textId="77777777" w:rsidR="00CC6424" w:rsidRPr="00CC6424" w:rsidRDefault="00F71A0E" w:rsidP="00B90E23">
      <w:pPr>
        <w:pStyle w:val="berschrift2"/>
      </w:pPr>
      <w:r w:rsidRPr="00F71A0E">
        <w:t>Mise en valeur des acquis</w:t>
      </w:r>
    </w:p>
    <w:p w14:paraId="3DBCC846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0E5BFCE0" w14:textId="77777777" w:rsidR="00CC6424" w:rsidRPr="00CC6424" w:rsidRDefault="00F71A0E" w:rsidP="00B90E23">
      <w:pPr>
        <w:pStyle w:val="berschrift2"/>
      </w:pPr>
      <w:r w:rsidRPr="00E27D32">
        <w:t xml:space="preserve">Remarques </w:t>
      </w:r>
      <w:r>
        <w:t>et</w:t>
      </w:r>
      <w:r w:rsidR="00A30F78">
        <w:t xml:space="preserve"> </w:t>
      </w:r>
      <w:r>
        <w:t>questions</w:t>
      </w:r>
    </w:p>
    <w:p w14:paraId="7A00CFE0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9E2D0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19A56" w14:textId="77777777" w:rsidR="00B7060E" w:rsidRDefault="00B7060E">
      <w:r>
        <w:separator/>
      </w:r>
    </w:p>
  </w:endnote>
  <w:endnote w:type="continuationSeparator" w:id="0">
    <w:p w14:paraId="5330171F" w14:textId="77777777" w:rsidR="00B7060E" w:rsidRDefault="00B7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281661A" w14:textId="77777777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 w:rsidR="004C0362" w:rsidRPr="004C0362">
      <w:rPr>
        <w:color w:val="7F7F7F"/>
        <w:lang w:val="fr-CH"/>
      </w:rPr>
      <w:t>Esquisse</w:t>
    </w:r>
    <w:r w:rsidR="009E39A8">
      <w:rPr>
        <w:color w:val="7F7F7F"/>
        <w:lang w:val="fr-CH"/>
      </w:rPr>
      <w:t xml:space="preserve"> [Programme</w:t>
    </w:r>
    <w:r w:rsidR="009E39A8" w:rsidRPr="00086689">
      <w:rPr>
        <w:color w:val="7F7F7F"/>
        <w:lang w:val="fr-CH"/>
      </w:rPr>
      <w:t>], [Aut</w:t>
    </w:r>
    <w:r w:rsidR="009E39A8">
      <w:rPr>
        <w:color w:val="7F7F7F"/>
        <w:lang w:val="fr-CH"/>
      </w:rPr>
      <w:t>eur</w:t>
    </w:r>
    <w:r w:rsidR="009E39A8" w:rsidRPr="00086689">
      <w:rPr>
        <w:color w:val="7F7F7F"/>
        <w:lang w:val="fr-CH"/>
      </w:rPr>
      <w:t>], [Dat</w:t>
    </w:r>
    <w:r w:rsidR="009E39A8">
      <w:rPr>
        <w:color w:val="7F7F7F"/>
        <w:lang w:val="fr-CH"/>
      </w:rPr>
      <w:t>e</w:t>
    </w:r>
    <w:r w:rsidR="009E39A8"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85198A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EC76A0"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85198A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EC76A0">
      <w:rPr>
        <w:noProof/>
        <w:color w:val="7F7F7F"/>
        <w:lang w:val="fr-CH"/>
      </w:rPr>
      <w:t>4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AA2E7C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85198A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85198A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E721A9">
      <w:rPr>
        <w:color w:val="7F7F7F"/>
        <w:lang w:val="fr-CH"/>
      </w:rPr>
      <w:tab/>
    </w:r>
    <w:r w:rsidR="002D26DC" w:rsidRPr="00E721A9">
      <w:rPr>
        <w:color w:val="7F7F7F"/>
        <w:lang w:val="fr-CH"/>
      </w:rPr>
      <w:tab/>
    </w:r>
    <w:r w:rsidR="002D26DC" w:rsidRPr="00E721A9">
      <w:rPr>
        <w:color w:val="7F7F7F"/>
        <w:lang w:val="fr-CH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E721A9">
      <w:rPr>
        <w:color w:val="7F7F7F"/>
        <w:lang w:val="fr-CH"/>
      </w:rPr>
      <w:instrText xml:space="preserve"> </w:instrText>
    </w:r>
    <w:r w:rsidR="0085198A" w:rsidRPr="00E721A9">
      <w:rPr>
        <w:color w:val="7F7F7F"/>
        <w:lang w:val="fr-CH"/>
      </w:rPr>
      <w:instrText>PAGE</w:instrText>
    </w:r>
    <w:r w:rsidR="002D26DC" w:rsidRPr="00E721A9">
      <w:rPr>
        <w:color w:val="7F7F7F"/>
        <w:lang w:val="fr-CH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 w:rsidRPr="00E721A9">
      <w:rPr>
        <w:noProof/>
        <w:color w:val="7F7F7F"/>
        <w:lang w:val="fr-CH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E721A9">
      <w:rPr>
        <w:color w:val="7F7F7F"/>
        <w:lang w:val="fr-CH"/>
      </w:rPr>
      <w:t>/</w:t>
    </w:r>
    <w:r w:rsidR="002D26DC" w:rsidRPr="00E459D6">
      <w:rPr>
        <w:color w:val="7F7F7F"/>
      </w:rPr>
      <w:fldChar w:fldCharType="begin"/>
    </w:r>
    <w:r w:rsidR="002D26DC" w:rsidRPr="00E721A9">
      <w:rPr>
        <w:color w:val="7F7F7F"/>
        <w:lang w:val="fr-CH"/>
      </w:rPr>
      <w:instrText xml:space="preserve"> </w:instrText>
    </w:r>
    <w:r w:rsidR="0085198A" w:rsidRPr="00E721A9">
      <w:rPr>
        <w:color w:val="7F7F7F"/>
        <w:lang w:val="fr-CH"/>
      </w:rPr>
      <w:instrText>NUMPAGES</w:instrText>
    </w:r>
    <w:r w:rsidR="002D26DC" w:rsidRPr="00E721A9">
      <w:rPr>
        <w:color w:val="7F7F7F"/>
        <w:lang w:val="fr-CH"/>
      </w:rPr>
      <w:instrText xml:space="preserve"> </w:instrText>
    </w:r>
    <w:r w:rsidR="002D26DC" w:rsidRPr="00E459D6">
      <w:rPr>
        <w:color w:val="7F7F7F"/>
      </w:rPr>
      <w:fldChar w:fldCharType="separate"/>
    </w:r>
    <w:r w:rsidRPr="00E721A9">
      <w:rPr>
        <w:noProof/>
        <w:color w:val="7F7F7F"/>
        <w:lang w:val="fr-CH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C7782" w14:textId="77777777" w:rsidR="00B7060E" w:rsidRDefault="00B7060E">
      <w:r>
        <w:separator/>
      </w:r>
    </w:p>
  </w:footnote>
  <w:footnote w:type="continuationSeparator" w:id="0">
    <w:p w14:paraId="60688F04" w14:textId="77777777" w:rsidR="00B7060E" w:rsidRDefault="00B706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C4A09F0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3DB46A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242ADD">
      <w:rPr>
        <w:noProof/>
        <w:lang w:val="de-CH" w:eastAsia="de-CH"/>
      </w:rPr>
    </w:r>
    <w:r w:rsidR="00242ADD">
      <w:pict w14:anchorId="4CDEFE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83.85pt;height:59.55pt;mso-position-horizontal-relative:char;mso-position-vertical-relative:line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3742EE"/>
    <w:multiLevelType w:val="multilevel"/>
    <w:tmpl w:val="D9E4BBB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F705F"/>
    <w:rsid w:val="00100238"/>
    <w:rsid w:val="00173C96"/>
    <w:rsid w:val="001949F1"/>
    <w:rsid w:val="001A12FB"/>
    <w:rsid w:val="00242ADD"/>
    <w:rsid w:val="002D26DC"/>
    <w:rsid w:val="003005F4"/>
    <w:rsid w:val="00311C87"/>
    <w:rsid w:val="00334348"/>
    <w:rsid w:val="0034798C"/>
    <w:rsid w:val="0038323E"/>
    <w:rsid w:val="003C6EBE"/>
    <w:rsid w:val="004001D7"/>
    <w:rsid w:val="00462027"/>
    <w:rsid w:val="0047177E"/>
    <w:rsid w:val="00497780"/>
    <w:rsid w:val="004A76F2"/>
    <w:rsid w:val="004A7870"/>
    <w:rsid w:val="004C0362"/>
    <w:rsid w:val="00512A63"/>
    <w:rsid w:val="00544344"/>
    <w:rsid w:val="0059137D"/>
    <w:rsid w:val="005B0224"/>
    <w:rsid w:val="005B7E8F"/>
    <w:rsid w:val="005D62ED"/>
    <w:rsid w:val="006206B5"/>
    <w:rsid w:val="00642CDC"/>
    <w:rsid w:val="00673555"/>
    <w:rsid w:val="00733E1A"/>
    <w:rsid w:val="0074202C"/>
    <w:rsid w:val="007559FE"/>
    <w:rsid w:val="007D06E4"/>
    <w:rsid w:val="007E7A4A"/>
    <w:rsid w:val="0085198A"/>
    <w:rsid w:val="00893635"/>
    <w:rsid w:val="008C0B0A"/>
    <w:rsid w:val="00910DD4"/>
    <w:rsid w:val="00991F4D"/>
    <w:rsid w:val="00994487"/>
    <w:rsid w:val="009E2D01"/>
    <w:rsid w:val="009E39A8"/>
    <w:rsid w:val="00A235B1"/>
    <w:rsid w:val="00A30F78"/>
    <w:rsid w:val="00AA595C"/>
    <w:rsid w:val="00B463D2"/>
    <w:rsid w:val="00B7060E"/>
    <w:rsid w:val="00B72442"/>
    <w:rsid w:val="00B90E23"/>
    <w:rsid w:val="00B97F35"/>
    <w:rsid w:val="00BE19F4"/>
    <w:rsid w:val="00C07F12"/>
    <w:rsid w:val="00C34FC2"/>
    <w:rsid w:val="00CA7293"/>
    <w:rsid w:val="00CC6424"/>
    <w:rsid w:val="00D62ED3"/>
    <w:rsid w:val="00D74369"/>
    <w:rsid w:val="00D74DAF"/>
    <w:rsid w:val="00DD3A16"/>
    <w:rsid w:val="00E0257F"/>
    <w:rsid w:val="00E27F71"/>
    <w:rsid w:val="00E721A9"/>
    <w:rsid w:val="00E91FD1"/>
    <w:rsid w:val="00EC76A0"/>
    <w:rsid w:val="00ED22C7"/>
    <w:rsid w:val="00F421F0"/>
    <w:rsid w:val="00F42C07"/>
    <w:rsid w:val="00F71A0E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556C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512A63"/>
    <w:rPr>
      <w:rFonts w:ascii="Arial" w:hAnsi="Arial"/>
      <w:sz w:val="22"/>
      <w:lang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E721A9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E721A9"/>
    <w:rPr>
      <w:rFonts w:ascii="Arial" w:eastAsia="Times New Roman" w:hAnsi="Arial"/>
      <w:b/>
      <w:color w:val="000000"/>
      <w:sz w:val="22"/>
      <w:lang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Settings\ga\My Documents\My Dropbox\quintessenz\Neue Layouts Juliette\Vorlage Arial de.dotx</Template>
  <TotalTime>0</TotalTime>
  <Pages>4</Pages>
  <Words>192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Hubert Studer</cp:lastModifiedBy>
  <cp:revision>2</cp:revision>
  <cp:lastPrinted>2014-06-16T09:31:00Z</cp:lastPrinted>
  <dcterms:created xsi:type="dcterms:W3CDTF">2016-09-28T12:01:00Z</dcterms:created>
  <dcterms:modified xsi:type="dcterms:W3CDTF">2016-09-28T12:01:00Z</dcterms:modified>
</cp:coreProperties>
</file>