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8187C" w14:textId="77777777" w:rsidR="002D26DC" w:rsidRDefault="009E2D01" w:rsidP="00B90E23">
      <w:pPr>
        <w:rPr>
          <w:b/>
          <w:sz w:val="32"/>
          <w:szCs w:val="32"/>
        </w:rPr>
      </w:pPr>
      <w:r w:rsidRPr="00D877D8">
        <w:rPr>
          <w:b/>
          <w:sz w:val="32"/>
          <w:szCs w:val="32"/>
          <w:lang w:val="fr-CH"/>
        </w:rPr>
        <w:t>Concept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6CB018F2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59137D" w14:paraId="5FA61051" w14:textId="77777777" w:rsidTr="001949F1">
        <w:tc>
          <w:tcPr>
            <w:tcW w:w="3472" w:type="dxa"/>
          </w:tcPr>
          <w:p w14:paraId="3AB9FC31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0C0CBC72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9E2D01" w:rsidRPr="00CA7293" w14:paraId="137AA7B0" w14:textId="77777777" w:rsidTr="001949F1">
        <w:tc>
          <w:tcPr>
            <w:tcW w:w="3472" w:type="dxa"/>
          </w:tcPr>
          <w:p w14:paraId="00CCE865" w14:textId="77777777" w:rsidR="009E2D01" w:rsidRPr="00D877D8" w:rsidRDefault="009E2D01" w:rsidP="000A0A1E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 xml:space="preserve">Titre (du </w:t>
            </w:r>
            <w:r w:rsidR="00C808E3">
              <w:rPr>
                <w:sz w:val="20"/>
                <w:lang w:val="fr-CH"/>
              </w:rPr>
              <w:t>pro</w:t>
            </w:r>
            <w:r w:rsidR="000A0A1E">
              <w:rPr>
                <w:sz w:val="20"/>
                <w:lang w:val="fr-CH"/>
              </w:rPr>
              <w:t>jet</w:t>
            </w:r>
            <w:r w:rsidRPr="00D877D8">
              <w:rPr>
                <w:sz w:val="20"/>
                <w:lang w:val="fr-CH"/>
              </w:rPr>
              <w:t>)</w:t>
            </w:r>
          </w:p>
        </w:tc>
        <w:tc>
          <w:tcPr>
            <w:tcW w:w="6023" w:type="dxa"/>
          </w:tcPr>
          <w:p w14:paraId="4FFC0C8F" w14:textId="77777777" w:rsidR="009E2D01" w:rsidRPr="00CA7293" w:rsidRDefault="009E2D01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129BD25D" w14:textId="77777777" w:rsidTr="001949F1">
        <w:tc>
          <w:tcPr>
            <w:tcW w:w="3472" w:type="dxa"/>
          </w:tcPr>
          <w:p w14:paraId="637FD2CB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3" w:type="dxa"/>
          </w:tcPr>
          <w:p w14:paraId="39C69701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0D282BC5" w14:textId="77777777" w:rsidTr="001949F1">
        <w:tc>
          <w:tcPr>
            <w:tcW w:w="3472" w:type="dxa"/>
          </w:tcPr>
          <w:p w14:paraId="7EE1FAD2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3" w:type="dxa"/>
          </w:tcPr>
          <w:p w14:paraId="3E603D9B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38E56E4D" w14:textId="77777777" w:rsidTr="001949F1">
        <w:tc>
          <w:tcPr>
            <w:tcW w:w="3472" w:type="dxa"/>
          </w:tcPr>
          <w:p w14:paraId="5923CA7B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3" w:type="dxa"/>
          </w:tcPr>
          <w:p w14:paraId="4D1BA713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85FBD20" w14:textId="77777777" w:rsidTr="001949F1">
        <w:tc>
          <w:tcPr>
            <w:tcW w:w="3472" w:type="dxa"/>
          </w:tcPr>
          <w:p w14:paraId="54C5571D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3" w:type="dxa"/>
          </w:tcPr>
          <w:p w14:paraId="31ABD6E4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73037202" w14:textId="77777777" w:rsidTr="001949F1">
        <w:tc>
          <w:tcPr>
            <w:tcW w:w="3472" w:type="dxa"/>
          </w:tcPr>
          <w:p w14:paraId="7BE7355C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3" w:type="dxa"/>
          </w:tcPr>
          <w:p w14:paraId="6FF70839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FC5097B" w14:textId="77777777" w:rsidTr="001949F1">
        <w:tc>
          <w:tcPr>
            <w:tcW w:w="3472" w:type="dxa"/>
          </w:tcPr>
          <w:p w14:paraId="6639A7F1" w14:textId="77777777" w:rsidR="009E2D01" w:rsidRPr="00D877D8" w:rsidRDefault="009E2D01" w:rsidP="007D0C5A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Remarques</w:t>
            </w:r>
          </w:p>
        </w:tc>
        <w:tc>
          <w:tcPr>
            <w:tcW w:w="6023" w:type="dxa"/>
          </w:tcPr>
          <w:p w14:paraId="4CECB413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35097F96" w14:textId="77777777" w:rsidR="00733E1A" w:rsidRPr="0059137D" w:rsidRDefault="009E2D01" w:rsidP="00B90E23">
      <w:pPr>
        <w:pStyle w:val="berschrift3"/>
        <w:numPr>
          <w:ilvl w:val="0"/>
          <w:numId w:val="0"/>
        </w:numPr>
        <w:ind w:left="720" w:hanging="720"/>
      </w:pPr>
      <w:r w:rsidRPr="00D877D8">
        <w:rPr>
          <w:lang w:val="fr-CH"/>
        </w:rPr>
        <w:t>Résumé</w:t>
      </w:r>
    </w:p>
    <w:p w14:paraId="48707768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1DA1A96D" w14:textId="77777777" w:rsidR="00733E1A" w:rsidRPr="005B0224" w:rsidRDefault="00334348" w:rsidP="00712DB8">
      <w:pPr>
        <w:pStyle w:val="berschrift1"/>
      </w:pPr>
      <w:r w:rsidRPr="00334348">
        <w:t>Situation initiale</w:t>
      </w:r>
    </w:p>
    <w:p w14:paraId="5DED6980" w14:textId="77777777" w:rsidR="00733E1A" w:rsidRPr="00712DB8" w:rsidRDefault="00F71A0E" w:rsidP="00712DB8">
      <w:pPr>
        <w:pStyle w:val="berschrift2"/>
      </w:pPr>
      <w:r w:rsidRPr="00712DB8">
        <w:t>Situation initiale</w:t>
      </w:r>
    </w:p>
    <w:p w14:paraId="77F54876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17E9C577" w14:textId="77777777" w:rsidR="00733E1A" w:rsidRPr="0059137D" w:rsidRDefault="00F71A0E" w:rsidP="00712DB8">
      <w:pPr>
        <w:pStyle w:val="berschrift2"/>
      </w:pPr>
      <w:r w:rsidRPr="00F71A0E">
        <w:t>Besoin</w:t>
      </w:r>
    </w:p>
    <w:p w14:paraId="7E491D99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6017FB3" w14:textId="77777777" w:rsidR="00733E1A" w:rsidRPr="0059137D" w:rsidRDefault="00F71A0E" w:rsidP="00712DB8">
      <w:pPr>
        <w:pStyle w:val="berschrift2"/>
      </w:pPr>
      <w:r w:rsidRPr="00F71A0E">
        <w:t>Besoins ressentis</w:t>
      </w:r>
    </w:p>
    <w:p w14:paraId="128CDF74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1652E6C" w14:textId="77777777" w:rsidR="00733E1A" w:rsidRPr="0059137D" w:rsidRDefault="00F71A0E" w:rsidP="00712DB8">
      <w:pPr>
        <w:pStyle w:val="berschrift2"/>
      </w:pPr>
      <w:r w:rsidRPr="00F71A0E">
        <w:t>Interventions similaires</w:t>
      </w:r>
    </w:p>
    <w:p w14:paraId="61B2B16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F4DE51D" w14:textId="77777777" w:rsidR="00733E1A" w:rsidRPr="0059137D" w:rsidRDefault="00F71A0E" w:rsidP="00712DB8">
      <w:pPr>
        <w:pStyle w:val="berschrift2"/>
      </w:pPr>
      <w:r w:rsidRPr="00F71A0E">
        <w:t>Conclusions</w:t>
      </w:r>
    </w:p>
    <w:p w14:paraId="0A5B51B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C59CA11" w14:textId="77777777" w:rsidR="00733E1A" w:rsidRPr="00994487" w:rsidRDefault="00F71A0E" w:rsidP="00712DB8">
      <w:pPr>
        <w:pStyle w:val="berschrift1"/>
      </w:pPr>
      <w:r w:rsidRPr="00F71A0E">
        <w:t>Orientation</w:t>
      </w:r>
    </w:p>
    <w:p w14:paraId="4BA9D50D" w14:textId="77777777" w:rsidR="00733E1A" w:rsidRPr="0059137D" w:rsidRDefault="00733E1A" w:rsidP="00712DB8">
      <w:pPr>
        <w:pStyle w:val="berschrift2"/>
      </w:pPr>
      <w:r w:rsidRPr="0059137D">
        <w:t xml:space="preserve">Vision </w:t>
      </w:r>
    </w:p>
    <w:p w14:paraId="4D5F3CB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9A864DC" w14:textId="77777777" w:rsidR="00544344" w:rsidRPr="0059137D" w:rsidRDefault="00F71A0E" w:rsidP="00712DB8">
      <w:pPr>
        <w:pStyle w:val="berschrift2"/>
      </w:pPr>
      <w:r>
        <w:t>Stratégies</w:t>
      </w:r>
    </w:p>
    <w:p w14:paraId="2C3230DA" w14:textId="77777777" w:rsidR="00994487" w:rsidRPr="00ED22C7" w:rsidRDefault="00544344" w:rsidP="00B90E23">
      <w:pPr>
        <w:spacing w:before="60" w:after="240"/>
      </w:pPr>
      <w:r w:rsidRPr="00E0257F">
        <w:t>…</w:t>
      </w:r>
    </w:p>
    <w:p w14:paraId="1C88E860" w14:textId="77777777" w:rsidR="00733E1A" w:rsidRPr="0059137D" w:rsidRDefault="00F71A0E" w:rsidP="00712DB8">
      <w:pPr>
        <w:pStyle w:val="berschrift2"/>
      </w:pPr>
      <w:r w:rsidRPr="00F71A0E">
        <w:lastRenderedPageBreak/>
        <w:t>Insertion</w:t>
      </w:r>
    </w:p>
    <w:p w14:paraId="4B4761CC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0C7FAE6C" w14:textId="77777777" w:rsidR="00C34FC2" w:rsidRPr="005B0224" w:rsidRDefault="00F71A0E" w:rsidP="00712DB8">
      <w:pPr>
        <w:pStyle w:val="berschrift1"/>
      </w:pPr>
      <w:r w:rsidRPr="00F71A0E">
        <w:t>Planification</w:t>
      </w:r>
    </w:p>
    <w:p w14:paraId="19531A83" w14:textId="77777777" w:rsidR="00733E1A" w:rsidRPr="0059137D" w:rsidRDefault="00C34FC2" w:rsidP="00712DB8">
      <w:pPr>
        <w:pStyle w:val="berschrift2"/>
      </w:pPr>
      <w:r>
        <w:t>Settings</w:t>
      </w:r>
    </w:p>
    <w:p w14:paraId="242CCCB0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991F4D" w:rsidRPr="00D877D8" w14:paraId="5CF0E623" w14:textId="77777777" w:rsidTr="00991F4D">
        <w:tc>
          <w:tcPr>
            <w:tcW w:w="4742" w:type="dxa"/>
            <w:shd w:val="clear" w:color="auto" w:fill="EAEAEA"/>
          </w:tcPr>
          <w:p w14:paraId="65B53F25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75446C05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0B1FFE62" w14:textId="77777777" w:rsidTr="00991F4D">
        <w:tc>
          <w:tcPr>
            <w:tcW w:w="4742" w:type="dxa"/>
          </w:tcPr>
          <w:p w14:paraId="20B9C354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1187359A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5B73CA8A" w14:textId="77777777" w:rsidTr="00991F4D">
        <w:tc>
          <w:tcPr>
            <w:tcW w:w="4742" w:type="dxa"/>
          </w:tcPr>
          <w:p w14:paraId="656EBA3C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63EB7852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4C0B0618" w14:textId="77777777" w:rsidTr="00991F4D">
        <w:tc>
          <w:tcPr>
            <w:tcW w:w="4742" w:type="dxa"/>
          </w:tcPr>
          <w:p w14:paraId="042DE76E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70140B86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049FF39A" w14:textId="77777777" w:rsidTr="00991F4D">
        <w:tc>
          <w:tcPr>
            <w:tcW w:w="4742" w:type="dxa"/>
          </w:tcPr>
          <w:p w14:paraId="5DF5AEA5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3539C74F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48F415D1" w14:textId="77777777" w:rsidR="00E91FD1" w:rsidRPr="0059137D" w:rsidRDefault="00F71A0E" w:rsidP="00712DB8">
      <w:pPr>
        <w:pStyle w:val="berschrift2"/>
      </w:pPr>
      <w:r w:rsidRPr="00F71A0E">
        <w:t>Groupes cibles</w:t>
      </w:r>
    </w:p>
    <w:p w14:paraId="56F5BFCD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4752"/>
      </w:tblGrid>
      <w:tr w:rsidR="00991F4D" w:rsidRPr="00D877D8" w14:paraId="4BED2859" w14:textId="77777777" w:rsidTr="00991F4D">
        <w:tc>
          <w:tcPr>
            <w:tcW w:w="4743" w:type="dxa"/>
            <w:shd w:val="clear" w:color="auto" w:fill="EAEAEA"/>
          </w:tcPr>
          <w:p w14:paraId="2CCC0340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Groupes cibles </w:t>
            </w:r>
          </w:p>
        </w:tc>
        <w:tc>
          <w:tcPr>
            <w:tcW w:w="4752" w:type="dxa"/>
            <w:shd w:val="clear" w:color="auto" w:fill="EAEAEA"/>
          </w:tcPr>
          <w:p w14:paraId="29A577AE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45016CAA" w14:textId="77777777" w:rsidTr="00991F4D">
        <w:tc>
          <w:tcPr>
            <w:tcW w:w="4743" w:type="dxa"/>
          </w:tcPr>
          <w:p w14:paraId="6431CBE0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65673FA4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5D9A8222" w14:textId="77777777" w:rsidTr="00991F4D">
        <w:tc>
          <w:tcPr>
            <w:tcW w:w="4743" w:type="dxa"/>
          </w:tcPr>
          <w:p w14:paraId="62B299C9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78C2A0AA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35B736D1" w14:textId="77777777" w:rsidTr="00991F4D">
        <w:tc>
          <w:tcPr>
            <w:tcW w:w="4743" w:type="dxa"/>
          </w:tcPr>
          <w:p w14:paraId="0B7F2D3E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28F763AA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5671830F" w14:textId="77777777" w:rsidTr="00991F4D">
        <w:tc>
          <w:tcPr>
            <w:tcW w:w="4743" w:type="dxa"/>
          </w:tcPr>
          <w:p w14:paraId="50BEC365" w14:textId="77777777" w:rsidR="00991F4D" w:rsidRPr="00D877D8" w:rsidRDefault="00991F4D" w:rsidP="007D0C5A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415AE0DE" w14:textId="77777777" w:rsidR="00991F4D" w:rsidRPr="00D877D8" w:rsidRDefault="00991F4D" w:rsidP="007D0C5A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5BBDAB31" w14:textId="77777777" w:rsidR="00C34FC2" w:rsidRPr="0059137D" w:rsidRDefault="00F71A0E" w:rsidP="00712DB8">
      <w:pPr>
        <w:pStyle w:val="berschrift2"/>
      </w:pPr>
      <w:r w:rsidRPr="00F71A0E">
        <w:t>Objectifs</w:t>
      </w:r>
    </w:p>
    <w:p w14:paraId="165D615A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59137D" w14:paraId="37542F42" w14:textId="77777777" w:rsidTr="00F71A0E">
        <w:tc>
          <w:tcPr>
            <w:tcW w:w="9494" w:type="dxa"/>
            <w:shd w:val="clear" w:color="auto" w:fill="EAEAEA"/>
          </w:tcPr>
          <w:p w14:paraId="176C786A" w14:textId="77777777" w:rsidR="00C34FC2" w:rsidRPr="0059137D" w:rsidRDefault="00F71A0E" w:rsidP="00F71A0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F71A0E">
              <w:rPr>
                <w:rFonts w:cs="Arial"/>
                <w:color w:val="000000"/>
                <w:sz w:val="20"/>
              </w:rPr>
              <w:t>Objective categories</w:t>
            </w:r>
            <w:r>
              <w:rPr>
                <w:rFonts w:cs="Arial"/>
                <w:color w:val="000000"/>
                <w:sz w:val="20"/>
              </w:rPr>
              <w:t xml:space="preserve"> et o</w:t>
            </w:r>
            <w:r w:rsidRPr="00F71A0E">
              <w:rPr>
                <w:rFonts w:cs="Arial"/>
                <w:color w:val="000000"/>
                <w:sz w:val="20"/>
              </w:rPr>
              <w:t>bjectifs</w:t>
            </w:r>
            <w:r w:rsidR="00C34FC2"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7A90BBDF" w14:textId="77777777" w:rsidTr="00F71A0E">
        <w:tc>
          <w:tcPr>
            <w:tcW w:w="9494" w:type="dxa"/>
            <w:shd w:val="clear" w:color="auto" w:fill="F2F2F2"/>
          </w:tcPr>
          <w:p w14:paraId="33A5CC05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8BC8AC7" w14:textId="77777777" w:rsidTr="00F71A0E">
        <w:tc>
          <w:tcPr>
            <w:tcW w:w="9494" w:type="dxa"/>
          </w:tcPr>
          <w:p w14:paraId="1D8454F9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6FB725F" w14:textId="77777777" w:rsidTr="00F71A0E">
        <w:tc>
          <w:tcPr>
            <w:tcW w:w="9494" w:type="dxa"/>
          </w:tcPr>
          <w:p w14:paraId="7424E89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63349B6" w14:textId="77777777" w:rsidTr="00F71A0E">
        <w:tc>
          <w:tcPr>
            <w:tcW w:w="9494" w:type="dxa"/>
          </w:tcPr>
          <w:p w14:paraId="375F830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03A54A9" w14:textId="77777777" w:rsidTr="00F71A0E">
        <w:tc>
          <w:tcPr>
            <w:tcW w:w="9494" w:type="dxa"/>
            <w:shd w:val="clear" w:color="auto" w:fill="F2F2F2"/>
          </w:tcPr>
          <w:p w14:paraId="589FA99A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89548F6" w14:textId="77777777" w:rsidTr="00F71A0E">
        <w:tc>
          <w:tcPr>
            <w:tcW w:w="9494" w:type="dxa"/>
          </w:tcPr>
          <w:p w14:paraId="58CE977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4BDB332" w14:textId="77777777" w:rsidTr="00F71A0E">
        <w:tc>
          <w:tcPr>
            <w:tcW w:w="9494" w:type="dxa"/>
          </w:tcPr>
          <w:p w14:paraId="621CC4FB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17858AB" w14:textId="77777777" w:rsidTr="00F71A0E">
        <w:tc>
          <w:tcPr>
            <w:tcW w:w="9494" w:type="dxa"/>
          </w:tcPr>
          <w:p w14:paraId="7C9028C0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53DCB90" w14:textId="77777777" w:rsidTr="00F71A0E">
        <w:tc>
          <w:tcPr>
            <w:tcW w:w="9494" w:type="dxa"/>
            <w:shd w:val="clear" w:color="auto" w:fill="F2F2F2"/>
          </w:tcPr>
          <w:p w14:paraId="40EE68F8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DDA0D13" w14:textId="77777777" w:rsidTr="00F71A0E">
        <w:tc>
          <w:tcPr>
            <w:tcW w:w="9494" w:type="dxa"/>
          </w:tcPr>
          <w:p w14:paraId="7EB70224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110C0FA" w14:textId="77777777" w:rsidTr="00F71A0E">
        <w:tc>
          <w:tcPr>
            <w:tcW w:w="9494" w:type="dxa"/>
          </w:tcPr>
          <w:p w14:paraId="41345E41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45161CF" w14:textId="77777777" w:rsidTr="00F71A0E">
        <w:tc>
          <w:tcPr>
            <w:tcW w:w="9494" w:type="dxa"/>
          </w:tcPr>
          <w:p w14:paraId="4AC7F6B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71224865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[Utiliser le tableau de planification pour la planification et l‘opérationnalisation des objectifs]</w:t>
      </w:r>
    </w:p>
    <w:p w14:paraId="4B4030D1" w14:textId="77777777" w:rsidR="00C34FC2" w:rsidRPr="0059137D" w:rsidRDefault="00F71A0E" w:rsidP="00712DB8">
      <w:pPr>
        <w:pStyle w:val="berschrift2"/>
      </w:pPr>
      <w:r w:rsidRPr="00F71A0E">
        <w:t>Mesures et projets</w:t>
      </w:r>
    </w:p>
    <w:p w14:paraId="789DB1F1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991F4D" w:rsidRPr="0059137D" w14:paraId="25BCD5EA" w14:textId="77777777" w:rsidTr="00991F4D">
        <w:tc>
          <w:tcPr>
            <w:tcW w:w="5433" w:type="dxa"/>
            <w:shd w:val="clear" w:color="auto" w:fill="EAEAEA"/>
          </w:tcPr>
          <w:p w14:paraId="54C05998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Mesures </w:t>
            </w:r>
            <w:r>
              <w:rPr>
                <w:rFonts w:cs="Arial"/>
                <w:color w:val="000000"/>
                <w:sz w:val="20"/>
                <w:lang w:val="fr-CH"/>
              </w:rPr>
              <w:t>et projets</w:t>
            </w:r>
          </w:p>
        </w:tc>
        <w:tc>
          <w:tcPr>
            <w:tcW w:w="1211" w:type="dxa"/>
            <w:shd w:val="clear" w:color="auto" w:fill="EAEAEA"/>
          </w:tcPr>
          <w:p w14:paraId="7239FD8C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de… (date) </w:t>
            </w:r>
          </w:p>
        </w:tc>
        <w:tc>
          <w:tcPr>
            <w:tcW w:w="1135" w:type="dxa"/>
            <w:shd w:val="clear" w:color="auto" w:fill="EAEAEA"/>
          </w:tcPr>
          <w:p w14:paraId="35C0E230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à… (date)</w:t>
            </w:r>
          </w:p>
        </w:tc>
        <w:tc>
          <w:tcPr>
            <w:tcW w:w="1715" w:type="dxa"/>
            <w:shd w:val="clear" w:color="auto" w:fill="EAEAEA"/>
          </w:tcPr>
          <w:p w14:paraId="43B22EDE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Responsable</w:t>
            </w:r>
          </w:p>
        </w:tc>
      </w:tr>
      <w:tr w:rsidR="00C34FC2" w:rsidRPr="0059137D" w14:paraId="02C56FF4" w14:textId="77777777" w:rsidTr="00991F4D">
        <w:tc>
          <w:tcPr>
            <w:tcW w:w="5433" w:type="dxa"/>
          </w:tcPr>
          <w:p w14:paraId="58672EA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97487F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68FFDE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D0C0FC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628F1EB" w14:textId="77777777" w:rsidTr="00991F4D">
        <w:tc>
          <w:tcPr>
            <w:tcW w:w="5433" w:type="dxa"/>
          </w:tcPr>
          <w:p w14:paraId="6B649B7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1211" w:type="dxa"/>
          </w:tcPr>
          <w:p w14:paraId="0DACE41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CB66E2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DAD231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9684E37" w14:textId="77777777" w:rsidTr="00991F4D">
        <w:tc>
          <w:tcPr>
            <w:tcW w:w="5433" w:type="dxa"/>
          </w:tcPr>
          <w:p w14:paraId="5BD58AC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A3AD0C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D68819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D405E2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ECEC5EA" w14:textId="77777777" w:rsidTr="00991F4D">
        <w:tc>
          <w:tcPr>
            <w:tcW w:w="5433" w:type="dxa"/>
          </w:tcPr>
          <w:p w14:paraId="418D643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84AF38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E6CDEC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51AA56B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301675E" w14:textId="77777777" w:rsidTr="00991F4D">
        <w:tc>
          <w:tcPr>
            <w:tcW w:w="5433" w:type="dxa"/>
          </w:tcPr>
          <w:p w14:paraId="2D8B646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57974DFB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2978779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A351F5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7E72B2F" w14:textId="77777777" w:rsidR="00733E1A" w:rsidRPr="0059137D" w:rsidRDefault="00F71A0E" w:rsidP="00712DB8">
      <w:pPr>
        <w:pStyle w:val="berschrift2"/>
      </w:pPr>
      <w:r>
        <w:t>Etapes  et pointage</w:t>
      </w:r>
    </w:p>
    <w:p w14:paraId="3A708018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CC6424" w:rsidRPr="0059137D" w14:paraId="6B18A4D4" w14:textId="77777777" w:rsidTr="00C07F12">
        <w:tc>
          <w:tcPr>
            <w:tcW w:w="7873" w:type="dxa"/>
            <w:shd w:val="clear" w:color="auto" w:fill="EAEAEA"/>
          </w:tcPr>
          <w:p w14:paraId="08EEE047" w14:textId="77777777" w:rsidR="00733E1A" w:rsidRPr="0059137D" w:rsidRDefault="005B7E8F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Etapes du projet / Pointages</w:t>
            </w:r>
          </w:p>
        </w:tc>
        <w:tc>
          <w:tcPr>
            <w:tcW w:w="1622" w:type="dxa"/>
            <w:shd w:val="clear" w:color="auto" w:fill="EAEAEA"/>
          </w:tcPr>
          <w:p w14:paraId="4F1EC92D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476DC238" w14:textId="77777777" w:rsidTr="00C07F12">
        <w:tc>
          <w:tcPr>
            <w:tcW w:w="7873" w:type="dxa"/>
          </w:tcPr>
          <w:p w14:paraId="2B783EE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F12986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525F1B1" w14:textId="77777777" w:rsidTr="00C07F12">
        <w:tc>
          <w:tcPr>
            <w:tcW w:w="7873" w:type="dxa"/>
          </w:tcPr>
          <w:p w14:paraId="58C0C286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75F362E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36177A6" w14:textId="77777777" w:rsidTr="00C07F12">
        <w:tc>
          <w:tcPr>
            <w:tcW w:w="7873" w:type="dxa"/>
          </w:tcPr>
          <w:p w14:paraId="6BB5C893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7DC8ED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5100579" w14:textId="77777777" w:rsidTr="00C07F12">
        <w:tc>
          <w:tcPr>
            <w:tcW w:w="7873" w:type="dxa"/>
          </w:tcPr>
          <w:p w14:paraId="6D37DA18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2B6ACC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52AEB3FE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991F4D" w:rsidRPr="0059137D" w14:paraId="1C0EE879" w14:textId="77777777" w:rsidTr="00991F4D">
        <w:tc>
          <w:tcPr>
            <w:tcW w:w="7880" w:type="dxa"/>
            <w:shd w:val="clear" w:color="auto" w:fill="EAEAEA"/>
          </w:tcPr>
          <w:p w14:paraId="133C0A97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Calendrier (échéances, événements importants)  </w:t>
            </w:r>
          </w:p>
        </w:tc>
        <w:tc>
          <w:tcPr>
            <w:tcW w:w="1614" w:type="dxa"/>
            <w:shd w:val="clear" w:color="auto" w:fill="EAEAEA"/>
          </w:tcPr>
          <w:p w14:paraId="016F0B3E" w14:textId="77777777" w:rsidR="00991F4D" w:rsidRPr="00D877D8" w:rsidRDefault="00991F4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Date</w:t>
            </w:r>
          </w:p>
        </w:tc>
      </w:tr>
      <w:tr w:rsidR="00CC6424" w:rsidRPr="0059137D" w14:paraId="192B9132" w14:textId="77777777" w:rsidTr="00991F4D">
        <w:tc>
          <w:tcPr>
            <w:tcW w:w="7880" w:type="dxa"/>
          </w:tcPr>
          <w:p w14:paraId="02F91E1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A04E756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386328A" w14:textId="77777777" w:rsidTr="00991F4D">
        <w:tc>
          <w:tcPr>
            <w:tcW w:w="7880" w:type="dxa"/>
          </w:tcPr>
          <w:p w14:paraId="376DEDD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F49211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B95977D" w14:textId="77777777" w:rsidTr="00991F4D">
        <w:tc>
          <w:tcPr>
            <w:tcW w:w="7880" w:type="dxa"/>
          </w:tcPr>
          <w:p w14:paraId="4E4D95CC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1789FC2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4084FB4" w14:textId="77777777" w:rsidTr="00991F4D">
        <w:tc>
          <w:tcPr>
            <w:tcW w:w="7880" w:type="dxa"/>
          </w:tcPr>
          <w:p w14:paraId="14E1713A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7C1773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9314609" w14:textId="77777777" w:rsidTr="00991F4D">
        <w:tc>
          <w:tcPr>
            <w:tcW w:w="7880" w:type="dxa"/>
          </w:tcPr>
          <w:p w14:paraId="0DE67F7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EB5A2B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7258C080" w14:textId="77777777" w:rsidR="00733E1A" w:rsidRPr="0059137D" w:rsidRDefault="00733E1A" w:rsidP="00712DB8">
      <w:pPr>
        <w:pStyle w:val="berschrift2"/>
      </w:pPr>
      <w:r w:rsidRPr="0059137D">
        <w:t>Budget</w:t>
      </w:r>
    </w:p>
    <w:p w14:paraId="51DDEACE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2"/>
        <w:gridCol w:w="1612"/>
      </w:tblGrid>
      <w:tr w:rsidR="00CC6424" w:rsidRPr="0059137D" w14:paraId="4321A476" w14:textId="77777777" w:rsidTr="00F71A0E">
        <w:tc>
          <w:tcPr>
            <w:tcW w:w="7882" w:type="dxa"/>
            <w:shd w:val="clear" w:color="auto" w:fill="auto"/>
          </w:tcPr>
          <w:p w14:paraId="4985C7D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1" w:name="OLE_LINK57"/>
          </w:p>
        </w:tc>
        <w:tc>
          <w:tcPr>
            <w:tcW w:w="1612" w:type="dxa"/>
            <w:shd w:val="clear" w:color="auto" w:fill="auto"/>
          </w:tcPr>
          <w:p w14:paraId="2C5139C2" w14:textId="77777777" w:rsidR="00CC6424" w:rsidRPr="0059137D" w:rsidRDefault="00F421F0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F421F0">
              <w:rPr>
                <w:rFonts w:cs="Arial"/>
                <w:color w:val="000000"/>
                <w:sz w:val="20"/>
              </w:rPr>
              <w:t>Montant</w:t>
            </w:r>
          </w:p>
        </w:tc>
      </w:tr>
      <w:tr w:rsidR="00CC6424" w:rsidRPr="0059137D" w14:paraId="3824D2C6" w14:textId="77777777" w:rsidTr="00F71A0E">
        <w:tc>
          <w:tcPr>
            <w:tcW w:w="7882" w:type="dxa"/>
            <w:shd w:val="clear" w:color="auto" w:fill="EAEAEA"/>
          </w:tcPr>
          <w:p w14:paraId="7CAF2CAA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42"/>
            <w:bookmarkStart w:id="3" w:name="OLE_LINK56"/>
            <w:r w:rsidRPr="00F71A0E">
              <w:rPr>
                <w:rFonts w:cs="Arial"/>
                <w:color w:val="000000"/>
                <w:sz w:val="20"/>
              </w:rPr>
              <w:t>Dé</w:t>
            </w:r>
            <w:r>
              <w:rPr>
                <w:rFonts w:cs="Arial"/>
                <w:color w:val="000000"/>
                <w:sz w:val="20"/>
              </w:rPr>
              <w:t>penses</w:t>
            </w:r>
          </w:p>
        </w:tc>
        <w:tc>
          <w:tcPr>
            <w:tcW w:w="1612" w:type="dxa"/>
            <w:shd w:val="clear" w:color="auto" w:fill="EAEAEA"/>
          </w:tcPr>
          <w:p w14:paraId="675161E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CF66FEC" w14:textId="77777777" w:rsidTr="00F71A0E">
        <w:tc>
          <w:tcPr>
            <w:tcW w:w="7882" w:type="dxa"/>
          </w:tcPr>
          <w:p w14:paraId="77B6CE3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4" w:name="OLE_LINK44"/>
            <w:bookmarkEnd w:id="2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3B112CF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4"/>
      <w:tr w:rsidR="00CC6424" w:rsidRPr="0059137D" w14:paraId="41FDCD8D" w14:textId="77777777" w:rsidTr="00F71A0E">
        <w:tc>
          <w:tcPr>
            <w:tcW w:w="7882" w:type="dxa"/>
          </w:tcPr>
          <w:p w14:paraId="35307E10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2060F0A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9448DB9" w14:textId="77777777" w:rsidTr="00F71A0E">
        <w:tc>
          <w:tcPr>
            <w:tcW w:w="7882" w:type="dxa"/>
          </w:tcPr>
          <w:p w14:paraId="40C3769C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25AA171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BFF0AA2" w14:textId="77777777" w:rsidTr="00F71A0E">
        <w:tc>
          <w:tcPr>
            <w:tcW w:w="7882" w:type="dxa"/>
          </w:tcPr>
          <w:p w14:paraId="25FDA6CF" w14:textId="77777777" w:rsidR="00CC6424" w:rsidRDefault="00CC6424" w:rsidP="00B90E23">
            <w:bookmarkStart w:id="5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EF51A4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18CDA77D" w14:textId="77777777" w:rsidTr="00F71A0E">
        <w:tc>
          <w:tcPr>
            <w:tcW w:w="7882" w:type="dxa"/>
            <w:shd w:val="clear" w:color="auto" w:fill="EAEAEA"/>
          </w:tcPr>
          <w:p w14:paraId="3247E310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612" w:type="dxa"/>
            <w:shd w:val="clear" w:color="auto" w:fill="EAEAEA"/>
          </w:tcPr>
          <w:p w14:paraId="0ADE9A2F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544EDD2" w14:textId="77777777" w:rsidTr="00F71A0E">
        <w:tc>
          <w:tcPr>
            <w:tcW w:w="7882" w:type="dxa"/>
          </w:tcPr>
          <w:p w14:paraId="249F128C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59737D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FCE0354" w14:textId="77777777" w:rsidTr="00F71A0E">
        <w:tc>
          <w:tcPr>
            <w:tcW w:w="7882" w:type="dxa"/>
          </w:tcPr>
          <w:p w14:paraId="1064612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75F053D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D4C9BFF" w14:textId="77777777" w:rsidTr="00F71A0E">
        <w:tc>
          <w:tcPr>
            <w:tcW w:w="7882" w:type="dxa"/>
          </w:tcPr>
          <w:p w14:paraId="3D62704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47A279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CCB9912" w14:textId="77777777" w:rsidTr="00F71A0E">
        <w:tc>
          <w:tcPr>
            <w:tcW w:w="7882" w:type="dxa"/>
            <w:tcBorders>
              <w:bottom w:val="single" w:sz="4" w:space="0" w:color="C0C0C0"/>
            </w:tcBorders>
          </w:tcPr>
          <w:p w14:paraId="5F0979ED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  <w:tcBorders>
              <w:bottom w:val="single" w:sz="4" w:space="0" w:color="C0C0C0"/>
            </w:tcBorders>
          </w:tcPr>
          <w:p w14:paraId="09974F5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F1532EC" w14:textId="77777777" w:rsidTr="00F71A0E">
        <w:tc>
          <w:tcPr>
            <w:tcW w:w="7882" w:type="dxa"/>
            <w:shd w:val="clear" w:color="auto" w:fill="E6E6E6"/>
          </w:tcPr>
          <w:p w14:paraId="79BC008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612" w:type="dxa"/>
            <w:shd w:val="clear" w:color="auto" w:fill="E6E6E6"/>
          </w:tcPr>
          <w:p w14:paraId="3C6E508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1"/>
    <w:bookmarkEnd w:id="3"/>
    <w:p w14:paraId="1B4F71B0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[Total = 0: dans un budget équilibré, les recettes et les dépenses doivent être de montants identiques)]</w:t>
      </w:r>
    </w:p>
    <w:p w14:paraId="51C91A6B" w14:textId="77777777" w:rsidR="00CC6424" w:rsidRPr="005B0224" w:rsidRDefault="00F71A0E" w:rsidP="00712DB8">
      <w:pPr>
        <w:pStyle w:val="berschrift1"/>
      </w:pPr>
      <w:r>
        <w:lastRenderedPageBreak/>
        <w:t>Organisation</w:t>
      </w:r>
    </w:p>
    <w:p w14:paraId="2B075E87" w14:textId="77777777" w:rsidR="00CC6424" w:rsidRPr="00CC6424" w:rsidRDefault="00F71A0E" w:rsidP="00712DB8">
      <w:pPr>
        <w:pStyle w:val="berschrift2"/>
      </w:pPr>
      <w:r w:rsidRPr="00F71A0E">
        <w:t>Structure du</w:t>
      </w:r>
      <w:r>
        <w:t xml:space="preserve"> programme</w:t>
      </w:r>
    </w:p>
    <w:p w14:paraId="54C22AD9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37F29D73" w14:textId="77777777" w:rsidR="00CC6424" w:rsidRPr="00712DB8" w:rsidRDefault="00010713" w:rsidP="00B90E23">
      <w:pPr>
        <w:pStyle w:val="Eingabe"/>
        <w:spacing w:before="120"/>
        <w:rPr>
          <w:color w:val="7F7F7F"/>
          <w:sz w:val="20"/>
          <w:lang w:val="fr-CH"/>
        </w:rPr>
      </w:pPr>
      <w:r w:rsidRPr="00712DB8">
        <w:rPr>
          <w:color w:val="7F7F7F"/>
          <w:sz w:val="20"/>
          <w:lang w:val="fr-CH"/>
        </w:rPr>
        <w:t>[Insérer le plan structurel ici]</w:t>
      </w:r>
    </w:p>
    <w:p w14:paraId="718F1DB7" w14:textId="77777777" w:rsidR="00C34FC2" w:rsidRPr="00CC6424" w:rsidRDefault="00F71A0E" w:rsidP="00712DB8">
      <w:pPr>
        <w:pStyle w:val="berschrift2"/>
      </w:pPr>
      <w:r w:rsidRPr="00F71A0E">
        <w:t>Qualifications</w:t>
      </w:r>
    </w:p>
    <w:p w14:paraId="1A73E6A0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6B634663" w14:textId="77777777" w:rsidR="00CC6424" w:rsidRPr="00CC6424" w:rsidRDefault="00F71A0E" w:rsidP="00712DB8">
      <w:pPr>
        <w:pStyle w:val="berschrift2"/>
      </w:pPr>
      <w:r w:rsidRPr="00F71A0E">
        <w:t>Participation</w:t>
      </w:r>
    </w:p>
    <w:p w14:paraId="5A9041FE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5D62ED" w:rsidRPr="0059137D" w14:paraId="0098E67F" w14:textId="77777777" w:rsidTr="005D62ED">
        <w:tc>
          <w:tcPr>
            <w:tcW w:w="4749" w:type="dxa"/>
            <w:shd w:val="clear" w:color="auto" w:fill="EAEAEA"/>
          </w:tcPr>
          <w:p w14:paraId="6B409B31" w14:textId="77777777" w:rsidR="005D62ED" w:rsidRPr="00D877D8" w:rsidRDefault="005D62E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Groupes cibles</w:t>
            </w:r>
          </w:p>
        </w:tc>
        <w:tc>
          <w:tcPr>
            <w:tcW w:w="4745" w:type="dxa"/>
            <w:shd w:val="clear" w:color="auto" w:fill="EAEAEA"/>
          </w:tcPr>
          <w:p w14:paraId="288E928D" w14:textId="77777777" w:rsidR="005D62ED" w:rsidRPr="00D877D8" w:rsidRDefault="005D62ED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Forme de participation</w:t>
            </w:r>
          </w:p>
        </w:tc>
      </w:tr>
      <w:tr w:rsidR="00C34FC2" w:rsidRPr="0059137D" w14:paraId="0FAF0DAF" w14:textId="77777777" w:rsidTr="005D62ED">
        <w:tc>
          <w:tcPr>
            <w:tcW w:w="4749" w:type="dxa"/>
          </w:tcPr>
          <w:p w14:paraId="04CF3D4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1D6D930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47F6603" w14:textId="77777777" w:rsidTr="005D62ED">
        <w:tc>
          <w:tcPr>
            <w:tcW w:w="4749" w:type="dxa"/>
          </w:tcPr>
          <w:p w14:paraId="49ACB05A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0F6509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8F910B8" w14:textId="77777777" w:rsidTr="005D62ED">
        <w:tc>
          <w:tcPr>
            <w:tcW w:w="4749" w:type="dxa"/>
          </w:tcPr>
          <w:p w14:paraId="267945C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15779E1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602FE7B" w14:textId="77777777" w:rsidTr="005D62ED">
        <w:tc>
          <w:tcPr>
            <w:tcW w:w="4749" w:type="dxa"/>
          </w:tcPr>
          <w:p w14:paraId="760326B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71F02D3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7C8D67A" w14:textId="77777777" w:rsidR="00CC6424" w:rsidRPr="00CC6424" w:rsidRDefault="00F71A0E" w:rsidP="00712DB8">
      <w:pPr>
        <w:pStyle w:val="berschrift2"/>
      </w:pPr>
      <w:bookmarkStart w:id="6" w:name="_GoBack"/>
      <w:bookmarkEnd w:id="6"/>
      <w:r w:rsidRPr="00F71A0E">
        <w:t>Mise en réseau</w:t>
      </w:r>
    </w:p>
    <w:p w14:paraId="5ED8D42B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3F506B42" w14:textId="77777777" w:rsidR="00CC6424" w:rsidRPr="005B0224" w:rsidRDefault="00F71A0E" w:rsidP="00712DB8">
      <w:pPr>
        <w:pStyle w:val="berschrift1"/>
      </w:pPr>
      <w:r w:rsidRPr="00F71A0E">
        <w:t>Pilotage</w:t>
      </w:r>
    </w:p>
    <w:p w14:paraId="0B2FA390" w14:textId="77777777" w:rsidR="00C34FC2" w:rsidRPr="00CC6424" w:rsidRDefault="00F71A0E" w:rsidP="00712DB8">
      <w:pPr>
        <w:pStyle w:val="berschrift2"/>
      </w:pPr>
      <w:r w:rsidRPr="00F71A0E">
        <w:t xml:space="preserve">Réflexion </w:t>
      </w:r>
    </w:p>
    <w:p w14:paraId="3DA283F5" w14:textId="77777777" w:rsidR="00C34FC2" w:rsidRDefault="00C34FC2" w:rsidP="00C34FC2">
      <w:pPr>
        <w:spacing w:before="60" w:after="240"/>
      </w:pPr>
      <w:r w:rsidRPr="00173C96">
        <w:t>…</w:t>
      </w:r>
    </w:p>
    <w:p w14:paraId="1EAD3422" w14:textId="77777777" w:rsidR="00CC6424" w:rsidRPr="00CC6424" w:rsidRDefault="00CC6424" w:rsidP="00712DB8">
      <w:pPr>
        <w:pStyle w:val="berschrift2"/>
      </w:pPr>
      <w:r>
        <w:t>Evaluation</w:t>
      </w:r>
      <w:r w:rsidRPr="00CC6424">
        <w:t xml:space="preserve"> </w:t>
      </w:r>
    </w:p>
    <w:p w14:paraId="75B5C5EE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3160"/>
        <w:gridCol w:w="3195"/>
      </w:tblGrid>
      <w:tr w:rsidR="00000343" w:rsidRPr="0059137D" w14:paraId="2985BE86" w14:textId="77777777" w:rsidTr="00000343">
        <w:tc>
          <w:tcPr>
            <w:tcW w:w="3139" w:type="dxa"/>
            <w:shd w:val="clear" w:color="auto" w:fill="EAEAEA"/>
          </w:tcPr>
          <w:p w14:paraId="59772389" w14:textId="77777777" w:rsidR="00000343" w:rsidRPr="00D877D8" w:rsidRDefault="00000343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Objectifs </w:t>
            </w:r>
          </w:p>
        </w:tc>
        <w:tc>
          <w:tcPr>
            <w:tcW w:w="3160" w:type="dxa"/>
            <w:shd w:val="clear" w:color="auto" w:fill="EAEAEA"/>
          </w:tcPr>
          <w:p w14:paraId="4A9B2426" w14:textId="77777777" w:rsidR="00000343" w:rsidRPr="00D877D8" w:rsidRDefault="00000343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Indicateurs</w:t>
            </w:r>
          </w:p>
        </w:tc>
        <w:tc>
          <w:tcPr>
            <w:tcW w:w="3195" w:type="dxa"/>
            <w:shd w:val="clear" w:color="auto" w:fill="EAEAEA"/>
          </w:tcPr>
          <w:p w14:paraId="3CC6966E" w14:textId="77777777" w:rsidR="00000343" w:rsidRPr="00D877D8" w:rsidRDefault="00000343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Méthodes d‘évaluation</w:t>
            </w:r>
          </w:p>
        </w:tc>
      </w:tr>
      <w:tr w:rsidR="00C34FC2" w:rsidRPr="0059137D" w14:paraId="1C7EC745" w14:textId="77777777" w:rsidTr="00000343">
        <w:tc>
          <w:tcPr>
            <w:tcW w:w="3139" w:type="dxa"/>
            <w:shd w:val="clear" w:color="auto" w:fill="F2F2F2"/>
          </w:tcPr>
          <w:p w14:paraId="0AEAD5E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shd w:val="clear" w:color="auto" w:fill="F2F2F2"/>
          </w:tcPr>
          <w:p w14:paraId="6E1BB8E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shd w:val="clear" w:color="auto" w:fill="F2F2F2"/>
          </w:tcPr>
          <w:p w14:paraId="38908D0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42001C4" w14:textId="77777777" w:rsidTr="00000343">
        <w:tc>
          <w:tcPr>
            <w:tcW w:w="3139" w:type="dxa"/>
          </w:tcPr>
          <w:p w14:paraId="46AF5C5C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50771B6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0462FA1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8CA8ECF" w14:textId="77777777" w:rsidTr="00000343">
        <w:tc>
          <w:tcPr>
            <w:tcW w:w="3139" w:type="dxa"/>
          </w:tcPr>
          <w:p w14:paraId="3AF0A0C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3C54032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7E0AA0D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5CE3369" w14:textId="77777777" w:rsidTr="00000343">
        <w:tc>
          <w:tcPr>
            <w:tcW w:w="3139" w:type="dxa"/>
          </w:tcPr>
          <w:p w14:paraId="0DD5888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53E330C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4DD23F2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1913D64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296EE01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335724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46F014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4E2CB4A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ECE013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5CFBF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3AFC0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1360DD8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B9DCBAC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9B4DA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FE635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27382C6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BE005E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20FB6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587B0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2316256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46C9C41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5B3378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17667F6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A838603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B965CA0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6C48B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2F094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10BD3BD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2B91B4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59165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BAD86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4CC9015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C6AC9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D8CA4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D57A9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36C022F6" w14:textId="77777777" w:rsidR="00C34FC2" w:rsidRDefault="00C34FC2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9"/>
        <w:gridCol w:w="4755"/>
      </w:tblGrid>
      <w:tr w:rsidR="005B7E8F" w:rsidRPr="0059137D" w14:paraId="1EDA7081" w14:textId="77777777" w:rsidTr="005B7E8F">
        <w:tc>
          <w:tcPr>
            <w:tcW w:w="4739" w:type="dxa"/>
            <w:shd w:val="clear" w:color="auto" w:fill="EAEAEA"/>
          </w:tcPr>
          <w:p w14:paraId="040A0D17" w14:textId="77777777" w:rsidR="005B7E8F" w:rsidRPr="00D877D8" w:rsidRDefault="005B7E8F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lastRenderedPageBreak/>
              <w:t xml:space="preserve">Questions pour l’évaluation  </w:t>
            </w:r>
          </w:p>
        </w:tc>
        <w:tc>
          <w:tcPr>
            <w:tcW w:w="4755" w:type="dxa"/>
            <w:shd w:val="clear" w:color="auto" w:fill="EAEAEA"/>
          </w:tcPr>
          <w:p w14:paraId="10A4D70B" w14:textId="77777777" w:rsidR="005B7E8F" w:rsidRPr="00D877D8" w:rsidRDefault="005B7E8F" w:rsidP="007D0C5A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Méthodes d‘évaluation</w:t>
            </w:r>
          </w:p>
        </w:tc>
      </w:tr>
      <w:tr w:rsidR="00B90E23" w:rsidRPr="0059137D" w14:paraId="185E6F38" w14:textId="77777777" w:rsidTr="005B7E8F">
        <w:tc>
          <w:tcPr>
            <w:tcW w:w="4739" w:type="dxa"/>
          </w:tcPr>
          <w:p w14:paraId="3D1ABE7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60A68AC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215BEFF4" w14:textId="77777777" w:rsidTr="005B7E8F">
        <w:tc>
          <w:tcPr>
            <w:tcW w:w="4739" w:type="dxa"/>
          </w:tcPr>
          <w:p w14:paraId="79DD7DEC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134CAFC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7AF06C3" w14:textId="77777777" w:rsidTr="005B7E8F">
        <w:tc>
          <w:tcPr>
            <w:tcW w:w="4739" w:type="dxa"/>
          </w:tcPr>
          <w:p w14:paraId="5F112547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2FCFF321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350BC919" w14:textId="77777777" w:rsidTr="005B7E8F">
        <w:tc>
          <w:tcPr>
            <w:tcW w:w="4739" w:type="dxa"/>
          </w:tcPr>
          <w:p w14:paraId="70A35582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451440EE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02E875F" w14:textId="77777777" w:rsidR="005B7E8F" w:rsidRPr="00D877D8" w:rsidRDefault="005B7E8F" w:rsidP="005B7E8F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[Pour une planification détaillée de l’évaluation, utiliser le tableau d‘évaluation]</w:t>
      </w:r>
    </w:p>
    <w:p w14:paraId="340BFF56" w14:textId="77777777" w:rsidR="00C34FC2" w:rsidRPr="00CC6424" w:rsidRDefault="00000343" w:rsidP="00712DB8">
      <w:pPr>
        <w:pStyle w:val="berschrift2"/>
      </w:pPr>
      <w:r w:rsidRPr="00D877D8">
        <w:t>Documentation</w:t>
      </w:r>
    </w:p>
    <w:p w14:paraId="4B4F4615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3B40642D" w14:textId="77777777" w:rsidR="00CC6424" w:rsidRPr="00CC6424" w:rsidRDefault="00000343" w:rsidP="00712DB8">
      <w:pPr>
        <w:pStyle w:val="berschrift2"/>
      </w:pPr>
      <w:r w:rsidRPr="00D877D8">
        <w:t>Communication</w:t>
      </w:r>
    </w:p>
    <w:p w14:paraId="304FF64E" w14:textId="77777777" w:rsidR="00CC6424" w:rsidRDefault="00CC6424" w:rsidP="00B90E23">
      <w:pPr>
        <w:spacing w:before="60" w:after="240"/>
      </w:pPr>
      <w:r w:rsidRPr="00E0257F">
        <w:t>…</w:t>
      </w:r>
    </w:p>
    <w:p w14:paraId="06A8CDA7" w14:textId="77777777" w:rsidR="00BE19F4" w:rsidRPr="00CC6424" w:rsidRDefault="00BE19F4" w:rsidP="00712DB8">
      <w:pPr>
        <w:pStyle w:val="berschrift2"/>
      </w:pPr>
      <w:r>
        <w:t>Innovation</w:t>
      </w:r>
    </w:p>
    <w:p w14:paraId="14E645CE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6110A3E9" w14:textId="77777777" w:rsidR="00BE19F4" w:rsidRPr="00CC6424" w:rsidRDefault="00F71A0E" w:rsidP="00712DB8">
      <w:pPr>
        <w:pStyle w:val="berschrift2"/>
      </w:pPr>
      <w:r w:rsidRPr="00F71A0E">
        <w:t>Coordination</w:t>
      </w:r>
    </w:p>
    <w:p w14:paraId="566D04B3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2F5A25D0" w14:textId="77777777" w:rsidR="00BE19F4" w:rsidRPr="00CC6424" w:rsidRDefault="00F71A0E" w:rsidP="00712DB8">
      <w:pPr>
        <w:pStyle w:val="berschrift2"/>
      </w:pPr>
      <w:r w:rsidRPr="00F71A0E">
        <w:t>Gestion des connaissances</w:t>
      </w:r>
    </w:p>
    <w:p w14:paraId="30696DC9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57A58DF6" w14:textId="77777777" w:rsidR="00CC6424" w:rsidRPr="005B0224" w:rsidRDefault="00F71A0E" w:rsidP="00712DB8">
      <w:pPr>
        <w:pStyle w:val="berschrift1"/>
      </w:pPr>
      <w:r w:rsidRPr="00F71A0E">
        <w:t>Perspectives</w:t>
      </w:r>
    </w:p>
    <w:p w14:paraId="0543FD53" w14:textId="77777777" w:rsidR="00CC6424" w:rsidRPr="00CC6424" w:rsidRDefault="00F71A0E" w:rsidP="00712DB8">
      <w:pPr>
        <w:pStyle w:val="berschrift2"/>
      </w:pPr>
      <w:r w:rsidRPr="00E27D32">
        <w:t>Chances et risques</w:t>
      </w:r>
      <w:r w:rsidR="00CC6424" w:rsidRPr="00CC6424">
        <w:t xml:space="preserve"> </w:t>
      </w:r>
    </w:p>
    <w:p w14:paraId="1C59FC4C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6383F68A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4330AA5A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Chances</w:t>
            </w:r>
          </w:p>
        </w:tc>
        <w:tc>
          <w:tcPr>
            <w:tcW w:w="4680" w:type="dxa"/>
            <w:shd w:val="clear" w:color="auto" w:fill="EAEAEA"/>
          </w:tcPr>
          <w:p w14:paraId="3D04281F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Risques</w:t>
            </w:r>
          </w:p>
        </w:tc>
      </w:tr>
      <w:tr w:rsidR="00A30F78" w:rsidRPr="00ED039A" w14:paraId="26DA724C" w14:textId="77777777" w:rsidTr="00B97F35">
        <w:trPr>
          <w:trHeight w:val="92"/>
        </w:trPr>
        <w:tc>
          <w:tcPr>
            <w:tcW w:w="4746" w:type="dxa"/>
          </w:tcPr>
          <w:p w14:paraId="5895FEB2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0D58E874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255FA461" w14:textId="77777777" w:rsidR="00CC6424" w:rsidRPr="00CC6424" w:rsidRDefault="00F71A0E" w:rsidP="00712DB8">
      <w:pPr>
        <w:pStyle w:val="berschrift2"/>
      </w:pPr>
      <w:r w:rsidRPr="00F71A0E">
        <w:t>Mise en valeur des acquis</w:t>
      </w:r>
    </w:p>
    <w:p w14:paraId="6131DDC0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5114F7A6" w14:textId="77777777" w:rsidR="00CC6424" w:rsidRPr="00CC6424" w:rsidRDefault="00F71A0E" w:rsidP="00712DB8">
      <w:pPr>
        <w:pStyle w:val="berschrift2"/>
      </w:pPr>
      <w:r w:rsidRPr="00E27D32">
        <w:t xml:space="preserve">Remarques </w:t>
      </w:r>
      <w:r>
        <w:t>et</w:t>
      </w:r>
      <w:r w:rsidR="00A30F78">
        <w:t xml:space="preserve"> </w:t>
      </w:r>
      <w:r>
        <w:t>questions</w:t>
      </w:r>
    </w:p>
    <w:p w14:paraId="2C6D8089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9E2D0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58758" w14:textId="77777777" w:rsidR="00353A60" w:rsidRDefault="00353A60">
      <w:r>
        <w:separator/>
      </w:r>
    </w:p>
  </w:endnote>
  <w:endnote w:type="continuationSeparator" w:id="0">
    <w:p w14:paraId="3F6F8CE7" w14:textId="77777777" w:rsidR="00353A60" w:rsidRDefault="0035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15EB9" w14:textId="77777777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CD6DCF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712DB8">
      <w:rPr>
        <w:noProof/>
        <w:color w:val="7F7F7F"/>
        <w:lang w:val="fr-CH"/>
      </w:rPr>
      <w:t>4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CD6DCF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712DB8"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35B9F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CD6DCF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CD6DCF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712DB8">
      <w:rPr>
        <w:color w:val="7F7F7F"/>
        <w:lang w:val="fr-CH"/>
      </w:rPr>
      <w:tab/>
    </w:r>
    <w:r w:rsidR="002D26DC" w:rsidRPr="00712DB8">
      <w:rPr>
        <w:color w:val="7F7F7F"/>
        <w:lang w:val="fr-CH"/>
      </w:rPr>
      <w:tab/>
    </w:r>
    <w:r w:rsidR="002D26DC" w:rsidRPr="00712DB8">
      <w:rPr>
        <w:color w:val="7F7F7F"/>
        <w:lang w:val="fr-CH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712DB8">
      <w:rPr>
        <w:color w:val="7F7F7F"/>
        <w:lang w:val="fr-CH"/>
      </w:rPr>
      <w:instrText xml:space="preserve"> </w:instrText>
    </w:r>
    <w:r w:rsidR="00CD6DCF" w:rsidRPr="00712DB8">
      <w:rPr>
        <w:color w:val="7F7F7F"/>
        <w:lang w:val="fr-CH"/>
      </w:rPr>
      <w:instrText>PAGE</w:instrText>
    </w:r>
    <w:r w:rsidR="002D26DC" w:rsidRPr="00712DB8">
      <w:rPr>
        <w:color w:val="7F7F7F"/>
        <w:lang w:val="fr-CH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 w:rsidRPr="00712DB8">
      <w:rPr>
        <w:noProof/>
        <w:color w:val="7F7F7F"/>
        <w:lang w:val="fr-CH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712DB8">
      <w:rPr>
        <w:color w:val="7F7F7F"/>
        <w:lang w:val="fr-CH"/>
      </w:rPr>
      <w:t>/</w:t>
    </w:r>
    <w:r w:rsidR="002D26DC" w:rsidRPr="00E459D6">
      <w:rPr>
        <w:color w:val="7F7F7F"/>
      </w:rPr>
      <w:fldChar w:fldCharType="begin"/>
    </w:r>
    <w:r w:rsidR="002D26DC" w:rsidRPr="00712DB8">
      <w:rPr>
        <w:color w:val="7F7F7F"/>
        <w:lang w:val="fr-CH"/>
      </w:rPr>
      <w:instrText xml:space="preserve"> </w:instrText>
    </w:r>
    <w:r w:rsidR="00CD6DCF" w:rsidRPr="00712DB8">
      <w:rPr>
        <w:color w:val="7F7F7F"/>
        <w:lang w:val="fr-CH"/>
      </w:rPr>
      <w:instrText>NUMPAGES</w:instrText>
    </w:r>
    <w:r w:rsidR="002D26DC" w:rsidRPr="00712DB8">
      <w:rPr>
        <w:color w:val="7F7F7F"/>
        <w:lang w:val="fr-CH"/>
      </w:rPr>
      <w:instrText xml:space="preserve"> </w:instrText>
    </w:r>
    <w:r w:rsidR="002D26DC" w:rsidRPr="00E459D6">
      <w:rPr>
        <w:color w:val="7F7F7F"/>
      </w:rPr>
      <w:fldChar w:fldCharType="separate"/>
    </w:r>
    <w:r w:rsidRPr="00712DB8">
      <w:rPr>
        <w:noProof/>
        <w:color w:val="7F7F7F"/>
        <w:lang w:val="fr-CH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B728B" w14:textId="77777777" w:rsidR="00353A60" w:rsidRDefault="00353A60">
      <w:r>
        <w:separator/>
      </w:r>
    </w:p>
  </w:footnote>
  <w:footnote w:type="continuationSeparator" w:id="0">
    <w:p w14:paraId="55C35730" w14:textId="77777777" w:rsidR="00353A60" w:rsidRDefault="00353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BA829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5CFDF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353A60">
      <w:pict w14:anchorId="38D320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67A2236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A0A1E"/>
    <w:rsid w:val="000F705F"/>
    <w:rsid w:val="00100238"/>
    <w:rsid w:val="00173C96"/>
    <w:rsid w:val="001949F1"/>
    <w:rsid w:val="001A12FB"/>
    <w:rsid w:val="00242ADD"/>
    <w:rsid w:val="002D26DC"/>
    <w:rsid w:val="003005F4"/>
    <w:rsid w:val="00311C87"/>
    <w:rsid w:val="00334348"/>
    <w:rsid w:val="0034798C"/>
    <w:rsid w:val="00353A60"/>
    <w:rsid w:val="0038323E"/>
    <w:rsid w:val="003C6EBE"/>
    <w:rsid w:val="004001D7"/>
    <w:rsid w:val="00462027"/>
    <w:rsid w:val="00466B54"/>
    <w:rsid w:val="0047177E"/>
    <w:rsid w:val="004A76F2"/>
    <w:rsid w:val="00512A63"/>
    <w:rsid w:val="00522195"/>
    <w:rsid w:val="00544344"/>
    <w:rsid w:val="0059137D"/>
    <w:rsid w:val="005B0224"/>
    <w:rsid w:val="005B7E8F"/>
    <w:rsid w:val="005D5DC5"/>
    <w:rsid w:val="005D62ED"/>
    <w:rsid w:val="00642CDC"/>
    <w:rsid w:val="00673555"/>
    <w:rsid w:val="00712DB8"/>
    <w:rsid w:val="00733E1A"/>
    <w:rsid w:val="0074202C"/>
    <w:rsid w:val="007D06E4"/>
    <w:rsid w:val="007D0C5A"/>
    <w:rsid w:val="007E7A4A"/>
    <w:rsid w:val="00893635"/>
    <w:rsid w:val="008C0B0A"/>
    <w:rsid w:val="00910DD4"/>
    <w:rsid w:val="00991F4D"/>
    <w:rsid w:val="00994487"/>
    <w:rsid w:val="009E2D01"/>
    <w:rsid w:val="00A235B1"/>
    <w:rsid w:val="00A30F78"/>
    <w:rsid w:val="00AA595C"/>
    <w:rsid w:val="00B463D2"/>
    <w:rsid w:val="00B72442"/>
    <w:rsid w:val="00B90E23"/>
    <w:rsid w:val="00B97F35"/>
    <w:rsid w:val="00BE19F4"/>
    <w:rsid w:val="00C07F12"/>
    <w:rsid w:val="00C34FC2"/>
    <w:rsid w:val="00C808E3"/>
    <w:rsid w:val="00CA7293"/>
    <w:rsid w:val="00CC6424"/>
    <w:rsid w:val="00CD6DCF"/>
    <w:rsid w:val="00D62ED3"/>
    <w:rsid w:val="00D74369"/>
    <w:rsid w:val="00D74DAF"/>
    <w:rsid w:val="00DD3A16"/>
    <w:rsid w:val="00E0257F"/>
    <w:rsid w:val="00E27F71"/>
    <w:rsid w:val="00E82958"/>
    <w:rsid w:val="00E91FD1"/>
    <w:rsid w:val="00ED22C7"/>
    <w:rsid w:val="00F421F0"/>
    <w:rsid w:val="00F42C07"/>
    <w:rsid w:val="00F71A0E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771D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A63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712DB8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712DB8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5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3</cp:revision>
  <cp:lastPrinted>2014-06-16T09:31:00Z</cp:lastPrinted>
  <dcterms:created xsi:type="dcterms:W3CDTF">2016-09-27T11:52:00Z</dcterms:created>
  <dcterms:modified xsi:type="dcterms:W3CDTF">2016-09-27T15:32:00Z</dcterms:modified>
</cp:coreProperties>
</file>