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948AE9" w14:textId="4226B749" w:rsidR="00211EFC" w:rsidRDefault="00211EFC" w:rsidP="00AC0F4B">
      <w:pPr>
        <w:rPr>
          <w:b/>
          <w:sz w:val="32"/>
        </w:rPr>
      </w:pPr>
      <w:r w:rsidRPr="00A323D6">
        <w:rPr>
          <w:b/>
          <w:sz w:val="32"/>
        </w:rPr>
        <w:t xml:space="preserve">Schlussbericht </w:t>
      </w:r>
      <w:r w:rsidR="007234E8">
        <w:rPr>
          <w:b/>
          <w:sz w:val="32"/>
        </w:rPr>
        <w:t>Programm</w:t>
      </w:r>
      <w:r w:rsidRPr="00A323D6">
        <w:rPr>
          <w:b/>
          <w:sz w:val="32"/>
        </w:rPr>
        <w:t xml:space="preserve">: </w:t>
      </w:r>
      <w:r w:rsidR="00075A7C" w:rsidRPr="00A323D6">
        <w:rPr>
          <w:b/>
          <w:sz w:val="32"/>
        </w:rPr>
        <w:t>…</w:t>
      </w:r>
    </w:p>
    <w:p w14:paraId="1EA1DCBF" w14:textId="77777777" w:rsidR="00A323D6" w:rsidRPr="00593BC4" w:rsidRDefault="00A323D6" w:rsidP="00AC0F4B"/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3"/>
        <w:gridCol w:w="6083"/>
      </w:tblGrid>
      <w:tr w:rsidR="00AF40E6" w:rsidRPr="00ED039A" w14:paraId="06DAE1AB" w14:textId="77777777" w:rsidTr="00597CAE">
        <w:trPr>
          <w:cantSplit/>
        </w:trPr>
        <w:tc>
          <w:tcPr>
            <w:tcW w:w="3343" w:type="dxa"/>
          </w:tcPr>
          <w:p w14:paraId="429E4588" w14:textId="77777777" w:rsidR="00AF40E6" w:rsidRPr="00ED039A" w:rsidRDefault="00AF40E6" w:rsidP="00AC0F4B">
            <w:pPr>
              <w:pStyle w:val="Balken"/>
              <w:rPr>
                <w:sz w:val="20"/>
              </w:rPr>
            </w:pPr>
            <w:bookmarkStart w:id="0" w:name="OLE_LINK21"/>
            <w:r w:rsidRPr="00ED039A">
              <w:rPr>
                <w:sz w:val="20"/>
              </w:rPr>
              <w:t>Basisdaten</w:t>
            </w:r>
            <w:bookmarkEnd w:id="0"/>
          </w:p>
        </w:tc>
        <w:tc>
          <w:tcPr>
            <w:tcW w:w="6083" w:type="dxa"/>
          </w:tcPr>
          <w:p w14:paraId="4CDE4A72" w14:textId="77777777" w:rsidR="00AF40E6" w:rsidRPr="00ED039A" w:rsidRDefault="00AF40E6" w:rsidP="00AC0F4B">
            <w:pPr>
              <w:pStyle w:val="Balken"/>
              <w:rPr>
                <w:sz w:val="20"/>
              </w:rPr>
            </w:pPr>
          </w:p>
        </w:tc>
      </w:tr>
      <w:tr w:rsidR="00AF40E6" w:rsidRPr="00ED039A" w14:paraId="42C9B647" w14:textId="77777777" w:rsidTr="00597CAE">
        <w:trPr>
          <w:cantSplit/>
        </w:trPr>
        <w:tc>
          <w:tcPr>
            <w:tcW w:w="3343" w:type="dxa"/>
          </w:tcPr>
          <w:p w14:paraId="160FFFF7" w14:textId="4171E7A4" w:rsidR="00AF40E6" w:rsidRPr="00ED039A" w:rsidRDefault="00E058CB" w:rsidP="00AC0F4B">
            <w:pPr>
              <w:rPr>
                <w:sz w:val="20"/>
              </w:rPr>
            </w:pPr>
            <w:r>
              <w:rPr>
                <w:sz w:val="20"/>
              </w:rPr>
              <w:t>Titel (</w:t>
            </w:r>
            <w:r w:rsidR="007234E8" w:rsidRPr="007234E8">
              <w:rPr>
                <w:sz w:val="20"/>
              </w:rPr>
              <w:t>Programm</w:t>
            </w:r>
            <w:r>
              <w:rPr>
                <w:sz w:val="20"/>
              </w:rPr>
              <w:t>)</w:t>
            </w:r>
          </w:p>
        </w:tc>
        <w:tc>
          <w:tcPr>
            <w:tcW w:w="6083" w:type="dxa"/>
          </w:tcPr>
          <w:p w14:paraId="7EDB6BF6" w14:textId="77777777" w:rsidR="00AF40E6" w:rsidRPr="00ED039A" w:rsidRDefault="00AF40E6" w:rsidP="00AC0F4B">
            <w:pPr>
              <w:rPr>
                <w:sz w:val="20"/>
              </w:rPr>
            </w:pPr>
            <w:r w:rsidRPr="00ED039A">
              <w:rPr>
                <w:sz w:val="20"/>
              </w:rPr>
              <w:t>…</w:t>
            </w:r>
          </w:p>
        </w:tc>
      </w:tr>
      <w:tr w:rsidR="00E058CB" w:rsidRPr="00ED039A" w14:paraId="5D02134F" w14:textId="77777777" w:rsidTr="00597CAE">
        <w:trPr>
          <w:cantSplit/>
        </w:trPr>
        <w:tc>
          <w:tcPr>
            <w:tcW w:w="3343" w:type="dxa"/>
          </w:tcPr>
          <w:p w14:paraId="4F6289A6" w14:textId="77777777" w:rsidR="00E058CB" w:rsidRPr="00ED039A" w:rsidRDefault="00E058CB" w:rsidP="007A4F08">
            <w:pPr>
              <w:rPr>
                <w:sz w:val="20"/>
              </w:rPr>
            </w:pPr>
            <w:r w:rsidRPr="00ED039A">
              <w:rPr>
                <w:sz w:val="20"/>
              </w:rPr>
              <w:t>Verantwortliche Person(en)</w:t>
            </w:r>
          </w:p>
        </w:tc>
        <w:tc>
          <w:tcPr>
            <w:tcW w:w="6083" w:type="dxa"/>
          </w:tcPr>
          <w:p w14:paraId="12478691" w14:textId="77777777" w:rsidR="00E058CB" w:rsidRPr="00ED039A" w:rsidRDefault="00E058CB" w:rsidP="007A4F08">
            <w:pPr>
              <w:rPr>
                <w:sz w:val="20"/>
              </w:rPr>
            </w:pPr>
            <w:r w:rsidRPr="00ED039A">
              <w:rPr>
                <w:sz w:val="20"/>
              </w:rPr>
              <w:t>…</w:t>
            </w:r>
          </w:p>
        </w:tc>
      </w:tr>
      <w:tr w:rsidR="00E058CB" w:rsidRPr="00ED039A" w14:paraId="502E486F" w14:textId="77777777" w:rsidTr="00597CAE">
        <w:trPr>
          <w:cantSplit/>
        </w:trPr>
        <w:tc>
          <w:tcPr>
            <w:tcW w:w="3343" w:type="dxa"/>
          </w:tcPr>
          <w:p w14:paraId="33ABA51A" w14:textId="77777777" w:rsidR="00E058CB" w:rsidRPr="00ED039A" w:rsidRDefault="00E058CB" w:rsidP="00AC0F4B">
            <w:pPr>
              <w:rPr>
                <w:sz w:val="20"/>
              </w:rPr>
            </w:pPr>
            <w:r w:rsidRPr="00ED039A">
              <w:rPr>
                <w:sz w:val="20"/>
              </w:rPr>
              <w:t>Telefonnummer</w:t>
            </w:r>
          </w:p>
        </w:tc>
        <w:tc>
          <w:tcPr>
            <w:tcW w:w="6083" w:type="dxa"/>
          </w:tcPr>
          <w:p w14:paraId="5AE9A365" w14:textId="77777777" w:rsidR="00E058CB" w:rsidRPr="00ED039A" w:rsidRDefault="00E058CB" w:rsidP="00AC0F4B">
            <w:pPr>
              <w:rPr>
                <w:sz w:val="20"/>
              </w:rPr>
            </w:pPr>
            <w:r w:rsidRPr="00ED039A">
              <w:rPr>
                <w:sz w:val="20"/>
              </w:rPr>
              <w:t>…</w:t>
            </w:r>
          </w:p>
        </w:tc>
      </w:tr>
      <w:tr w:rsidR="00E058CB" w:rsidRPr="00ED039A" w14:paraId="7099E5D3" w14:textId="77777777" w:rsidTr="00597CAE">
        <w:trPr>
          <w:cantSplit/>
        </w:trPr>
        <w:tc>
          <w:tcPr>
            <w:tcW w:w="3343" w:type="dxa"/>
          </w:tcPr>
          <w:p w14:paraId="1A9DB600" w14:textId="77777777" w:rsidR="00E058CB" w:rsidRPr="00ED039A" w:rsidRDefault="00E058CB" w:rsidP="00AC0F4B">
            <w:pPr>
              <w:rPr>
                <w:sz w:val="20"/>
              </w:rPr>
            </w:pPr>
            <w:r w:rsidRPr="00ED039A">
              <w:rPr>
                <w:sz w:val="20"/>
              </w:rPr>
              <w:t>E-Mail Adresse</w:t>
            </w:r>
          </w:p>
        </w:tc>
        <w:tc>
          <w:tcPr>
            <w:tcW w:w="6083" w:type="dxa"/>
          </w:tcPr>
          <w:p w14:paraId="2F5BD227" w14:textId="77777777" w:rsidR="00E058CB" w:rsidRPr="00ED039A" w:rsidRDefault="00E058CB" w:rsidP="00AC0F4B">
            <w:pPr>
              <w:rPr>
                <w:sz w:val="20"/>
              </w:rPr>
            </w:pPr>
            <w:r w:rsidRPr="00ED039A">
              <w:rPr>
                <w:sz w:val="20"/>
              </w:rPr>
              <w:t>…</w:t>
            </w:r>
          </w:p>
        </w:tc>
      </w:tr>
      <w:tr w:rsidR="00E058CB" w:rsidRPr="00ED039A" w14:paraId="537FBB5C" w14:textId="77777777" w:rsidTr="00597CAE">
        <w:trPr>
          <w:cantSplit/>
        </w:trPr>
        <w:tc>
          <w:tcPr>
            <w:tcW w:w="3343" w:type="dxa"/>
          </w:tcPr>
          <w:p w14:paraId="5B12D0AD" w14:textId="77777777" w:rsidR="00E058CB" w:rsidRPr="00ED039A" w:rsidRDefault="00E058CB" w:rsidP="00AC0F4B">
            <w:pPr>
              <w:rPr>
                <w:sz w:val="20"/>
              </w:rPr>
            </w:pPr>
            <w:r w:rsidRPr="00ED039A">
              <w:rPr>
                <w:sz w:val="20"/>
              </w:rPr>
              <w:t>(Voraussichtliche) Trägerschaft</w:t>
            </w:r>
          </w:p>
        </w:tc>
        <w:tc>
          <w:tcPr>
            <w:tcW w:w="6083" w:type="dxa"/>
          </w:tcPr>
          <w:p w14:paraId="7BDC74F4" w14:textId="77777777" w:rsidR="00E058CB" w:rsidRPr="00ED039A" w:rsidRDefault="00E058CB" w:rsidP="00AC0F4B">
            <w:pPr>
              <w:rPr>
                <w:sz w:val="20"/>
              </w:rPr>
            </w:pPr>
            <w:r w:rsidRPr="00ED039A">
              <w:rPr>
                <w:sz w:val="20"/>
              </w:rPr>
              <w:t>…</w:t>
            </w:r>
          </w:p>
        </w:tc>
      </w:tr>
      <w:tr w:rsidR="00E058CB" w:rsidRPr="00ED039A" w14:paraId="6678993D" w14:textId="77777777" w:rsidTr="00597CAE">
        <w:trPr>
          <w:cantSplit/>
        </w:trPr>
        <w:tc>
          <w:tcPr>
            <w:tcW w:w="3343" w:type="dxa"/>
          </w:tcPr>
          <w:p w14:paraId="6643A909" w14:textId="77777777" w:rsidR="00E058CB" w:rsidRPr="00ED039A" w:rsidRDefault="00E058CB" w:rsidP="00AC0F4B">
            <w:pPr>
              <w:rPr>
                <w:sz w:val="20"/>
              </w:rPr>
            </w:pPr>
            <w:r w:rsidRPr="00ED039A">
              <w:rPr>
                <w:sz w:val="20"/>
              </w:rPr>
              <w:t>Datum/Versionsnummer</w:t>
            </w:r>
          </w:p>
        </w:tc>
        <w:tc>
          <w:tcPr>
            <w:tcW w:w="6083" w:type="dxa"/>
          </w:tcPr>
          <w:p w14:paraId="4CB8BEB2" w14:textId="77777777" w:rsidR="00E058CB" w:rsidRPr="00ED039A" w:rsidRDefault="00E058CB" w:rsidP="00AC0F4B">
            <w:pPr>
              <w:rPr>
                <w:sz w:val="20"/>
              </w:rPr>
            </w:pPr>
            <w:r w:rsidRPr="00ED039A">
              <w:rPr>
                <w:sz w:val="20"/>
              </w:rPr>
              <w:t>…</w:t>
            </w:r>
          </w:p>
        </w:tc>
      </w:tr>
      <w:tr w:rsidR="00E058CB" w:rsidRPr="00ED039A" w14:paraId="0F4D0498" w14:textId="77777777" w:rsidTr="00597CAE">
        <w:trPr>
          <w:cantSplit/>
        </w:trPr>
        <w:tc>
          <w:tcPr>
            <w:tcW w:w="3343" w:type="dxa"/>
          </w:tcPr>
          <w:p w14:paraId="3B9BAC8D" w14:textId="77777777" w:rsidR="00E058CB" w:rsidRPr="00ED039A" w:rsidRDefault="00E058CB" w:rsidP="00AC0F4B">
            <w:pPr>
              <w:rPr>
                <w:sz w:val="20"/>
              </w:rPr>
            </w:pPr>
            <w:r w:rsidRPr="00ED039A">
              <w:rPr>
                <w:sz w:val="20"/>
              </w:rPr>
              <w:t>Ergänzende Bemerkungen</w:t>
            </w:r>
          </w:p>
        </w:tc>
        <w:tc>
          <w:tcPr>
            <w:tcW w:w="6083" w:type="dxa"/>
          </w:tcPr>
          <w:p w14:paraId="5E376C92" w14:textId="77777777" w:rsidR="00E058CB" w:rsidRPr="00ED039A" w:rsidRDefault="00E058CB" w:rsidP="00AC0F4B">
            <w:pPr>
              <w:rPr>
                <w:sz w:val="20"/>
              </w:rPr>
            </w:pPr>
            <w:r w:rsidRPr="00ED039A">
              <w:rPr>
                <w:sz w:val="20"/>
              </w:rPr>
              <w:t>…</w:t>
            </w:r>
          </w:p>
        </w:tc>
      </w:tr>
    </w:tbl>
    <w:p w14:paraId="18B5EFBF" w14:textId="77777777" w:rsidR="00AF40E6" w:rsidRPr="00232FA5" w:rsidRDefault="00AF40E6" w:rsidP="00AC0F4B"/>
    <w:p w14:paraId="16BB3287" w14:textId="77777777" w:rsidR="00AF40E6" w:rsidRPr="00A323D6" w:rsidRDefault="00D87890" w:rsidP="00E83972">
      <w:pPr>
        <w:pStyle w:val="berschrift1"/>
      </w:pPr>
      <w:r>
        <w:t>Einleitung</w:t>
      </w:r>
    </w:p>
    <w:p w14:paraId="268E2B1A" w14:textId="77777777" w:rsidR="00AF40E6" w:rsidRPr="00A323D6" w:rsidRDefault="00AF40E6" w:rsidP="004E5FC6">
      <w:pPr>
        <w:pStyle w:val="berschrift2"/>
      </w:pPr>
      <w:r w:rsidRPr="00A323D6">
        <w:t xml:space="preserve">Ausgangslage </w:t>
      </w:r>
    </w:p>
    <w:p w14:paraId="371857EB" w14:textId="77777777" w:rsidR="00AF40E6" w:rsidRPr="00232FA5" w:rsidRDefault="00AF40E6" w:rsidP="00AC0F4B">
      <w:pPr>
        <w:spacing w:after="240"/>
      </w:pPr>
      <w:r w:rsidRPr="00232FA5">
        <w:t>…</w:t>
      </w:r>
    </w:p>
    <w:p w14:paraId="3BF1932F" w14:textId="6C39D769" w:rsidR="00AF40E6" w:rsidRPr="00232FA5" w:rsidRDefault="00AF40E6" w:rsidP="004E5FC6">
      <w:pPr>
        <w:pStyle w:val="berschrift2"/>
      </w:pPr>
      <w:r>
        <w:t xml:space="preserve">Kurzbeschreibung des </w:t>
      </w:r>
      <w:r w:rsidR="007234E8" w:rsidRPr="007234E8">
        <w:t>Programm</w:t>
      </w:r>
      <w:r w:rsidR="007234E8">
        <w:t>s</w:t>
      </w:r>
    </w:p>
    <w:p w14:paraId="3DA8507C" w14:textId="77777777" w:rsidR="00AF40E6" w:rsidRPr="00232FA5" w:rsidRDefault="00AF40E6" w:rsidP="00AC0F4B">
      <w:pPr>
        <w:spacing w:after="240"/>
      </w:pPr>
      <w:r w:rsidRPr="00232FA5">
        <w:t>…</w:t>
      </w:r>
    </w:p>
    <w:p w14:paraId="7D2479CA" w14:textId="77777777" w:rsidR="00AF40E6" w:rsidRPr="000B74EF" w:rsidRDefault="00EA10F8" w:rsidP="00E83972">
      <w:pPr>
        <w:pStyle w:val="berschrift1"/>
      </w:pPr>
      <w:r w:rsidRPr="000B74EF">
        <w:t xml:space="preserve">Reflexion der </w:t>
      </w:r>
      <w:r w:rsidR="00AF40E6" w:rsidRPr="000B74EF">
        <w:t>P</w:t>
      </w:r>
      <w:r w:rsidR="00D87890" w:rsidRPr="000B74EF">
        <w:t>lanung</w:t>
      </w:r>
    </w:p>
    <w:p w14:paraId="7B6124ED" w14:textId="77777777" w:rsidR="00AF40E6" w:rsidRPr="00232FA5" w:rsidRDefault="00AF40E6" w:rsidP="004E5FC6">
      <w:pPr>
        <w:pStyle w:val="berschrift2"/>
      </w:pPr>
      <w:r>
        <w:t>Settings</w:t>
      </w:r>
      <w:r w:rsidRPr="00232FA5">
        <w:t xml:space="preserve"> </w:t>
      </w:r>
    </w:p>
    <w:p w14:paraId="58D2A3B0" w14:textId="77777777" w:rsidR="00AF40E6" w:rsidRPr="00232FA5" w:rsidRDefault="00AF40E6" w:rsidP="00AC0F4B">
      <w:pPr>
        <w:spacing w:after="240"/>
      </w:pPr>
      <w:r w:rsidRPr="00232FA5">
        <w:t>…</w:t>
      </w:r>
    </w:p>
    <w:p w14:paraId="23DE8010" w14:textId="77777777" w:rsidR="00D87890" w:rsidRPr="00232FA5" w:rsidRDefault="00D87890" w:rsidP="004E5FC6">
      <w:pPr>
        <w:pStyle w:val="berschrift2"/>
      </w:pPr>
      <w:r>
        <w:t>Zielgruppen</w:t>
      </w:r>
      <w:r w:rsidRPr="00232FA5">
        <w:t xml:space="preserve"> </w:t>
      </w:r>
    </w:p>
    <w:p w14:paraId="29E3B996" w14:textId="77777777" w:rsidR="00D87890" w:rsidRPr="00232FA5" w:rsidRDefault="00D87890" w:rsidP="00D87890">
      <w:pPr>
        <w:spacing w:after="240"/>
      </w:pPr>
      <w:r w:rsidRPr="00232FA5">
        <w:t>…</w:t>
      </w:r>
    </w:p>
    <w:p w14:paraId="205365D1" w14:textId="77777777" w:rsidR="00AF40E6" w:rsidRPr="00232FA5" w:rsidRDefault="00D87890" w:rsidP="004E5FC6">
      <w:pPr>
        <w:pStyle w:val="berschrift2"/>
      </w:pPr>
      <w:r>
        <w:t>Strategien</w:t>
      </w:r>
    </w:p>
    <w:p w14:paraId="3A75D0DA" w14:textId="77777777" w:rsidR="00AF40E6" w:rsidRPr="00232FA5" w:rsidRDefault="00AF40E6" w:rsidP="00AC0F4B">
      <w:pPr>
        <w:spacing w:after="240"/>
      </w:pPr>
      <w:r w:rsidRPr="00232FA5">
        <w:t>…</w:t>
      </w:r>
    </w:p>
    <w:p w14:paraId="54DA1170" w14:textId="77777777" w:rsidR="00AF40E6" w:rsidRPr="00232FA5" w:rsidRDefault="00D87890" w:rsidP="004E5FC6">
      <w:pPr>
        <w:pStyle w:val="berschrift2"/>
      </w:pPr>
      <w:r>
        <w:t>Ziele</w:t>
      </w:r>
      <w:r w:rsidR="00AF40E6" w:rsidRPr="00232FA5">
        <w:t xml:space="preserve"> </w:t>
      </w:r>
    </w:p>
    <w:p w14:paraId="4CDBD226" w14:textId="77777777" w:rsidR="00AF40E6" w:rsidRPr="00232FA5" w:rsidRDefault="00AF40E6" w:rsidP="00AC0F4B">
      <w:pPr>
        <w:spacing w:after="240"/>
      </w:pPr>
      <w:r w:rsidRPr="00232FA5">
        <w:t>…</w:t>
      </w:r>
    </w:p>
    <w:p w14:paraId="2819DB31" w14:textId="4BF7634A" w:rsidR="00AF40E6" w:rsidRPr="00232FA5" w:rsidRDefault="00AF40E6" w:rsidP="004E5FC6">
      <w:pPr>
        <w:pStyle w:val="berschrift2"/>
      </w:pPr>
      <w:r>
        <w:t>Massnahmen</w:t>
      </w:r>
      <w:r w:rsidR="00D63E78">
        <w:t xml:space="preserve"> und Projekte</w:t>
      </w:r>
    </w:p>
    <w:p w14:paraId="02FAA30C" w14:textId="77777777" w:rsidR="00075A7C" w:rsidRPr="00593BC4" w:rsidRDefault="00AF40E6" w:rsidP="00D87890">
      <w:pPr>
        <w:spacing w:after="240"/>
      </w:pPr>
      <w:r w:rsidRPr="00232FA5">
        <w:t>…</w:t>
      </w:r>
    </w:p>
    <w:p w14:paraId="644DB855" w14:textId="633BE0BE" w:rsidR="00AF40E6" w:rsidRPr="00D210BD" w:rsidRDefault="00EA10F8" w:rsidP="00E83972">
      <w:pPr>
        <w:pStyle w:val="berschrift1"/>
      </w:pPr>
      <w:r>
        <w:lastRenderedPageBreak/>
        <w:t xml:space="preserve">Reflexion der </w:t>
      </w:r>
      <w:r w:rsidR="009A1395">
        <w:t>O</w:t>
      </w:r>
      <w:r w:rsidR="00AF40E6">
        <w:t>rganisation</w:t>
      </w:r>
    </w:p>
    <w:p w14:paraId="14A57ED5" w14:textId="66704CD9" w:rsidR="00AF40E6" w:rsidRPr="00232FA5" w:rsidRDefault="00AF40E6" w:rsidP="004E5FC6">
      <w:pPr>
        <w:pStyle w:val="berschrift2"/>
      </w:pPr>
      <w:proofErr w:type="spellStart"/>
      <w:r>
        <w:t>Pro</w:t>
      </w:r>
      <w:r w:rsidR="00D23635">
        <w:t>gramm</w:t>
      </w:r>
      <w:r>
        <w:t>tstruktur</w:t>
      </w:r>
      <w:proofErr w:type="spellEnd"/>
      <w:r w:rsidRPr="00232FA5">
        <w:t xml:space="preserve"> </w:t>
      </w:r>
    </w:p>
    <w:p w14:paraId="2BFF75B7" w14:textId="77777777" w:rsidR="00AF40E6" w:rsidRPr="00232FA5" w:rsidRDefault="00AF40E6" w:rsidP="00AC0F4B">
      <w:pPr>
        <w:spacing w:after="240"/>
      </w:pPr>
      <w:r w:rsidRPr="00232FA5">
        <w:t>…</w:t>
      </w:r>
    </w:p>
    <w:p w14:paraId="0253BA23" w14:textId="77777777" w:rsidR="00D87890" w:rsidRPr="00232FA5" w:rsidRDefault="00D87890" w:rsidP="004E5FC6">
      <w:pPr>
        <w:pStyle w:val="berschrift2"/>
      </w:pPr>
      <w:r>
        <w:t>Partizipation</w:t>
      </w:r>
    </w:p>
    <w:p w14:paraId="61187D38" w14:textId="77777777" w:rsidR="00D87890" w:rsidRDefault="00D87890" w:rsidP="00D87890">
      <w:pPr>
        <w:spacing w:after="240"/>
      </w:pPr>
      <w:r w:rsidRPr="00232FA5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4678"/>
      </w:tblGrid>
      <w:tr w:rsidR="00D87890" w:rsidRPr="0059137D" w14:paraId="740A6DFE" w14:textId="77777777" w:rsidTr="00D55666">
        <w:tc>
          <w:tcPr>
            <w:tcW w:w="4748" w:type="dxa"/>
            <w:shd w:val="clear" w:color="auto" w:fill="EAEAEA"/>
          </w:tcPr>
          <w:p w14:paraId="0388C982" w14:textId="77777777" w:rsidR="00D87890" w:rsidRPr="0059137D" w:rsidRDefault="00D87890" w:rsidP="00D55666">
            <w:pPr>
              <w:pStyle w:val="TextZelle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Zielgruppen</w:t>
            </w:r>
            <w:r w:rsidRPr="0059137D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4678" w:type="dxa"/>
            <w:shd w:val="clear" w:color="auto" w:fill="EAEAEA"/>
          </w:tcPr>
          <w:p w14:paraId="31A72385" w14:textId="77777777" w:rsidR="00D87890" w:rsidRPr="0059137D" w:rsidRDefault="00D87890" w:rsidP="00D55666">
            <w:pPr>
              <w:pStyle w:val="TextZelle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Beurteilung der Mitwirkung</w:t>
            </w:r>
          </w:p>
        </w:tc>
      </w:tr>
      <w:tr w:rsidR="00D87890" w:rsidRPr="0059137D" w14:paraId="087018D3" w14:textId="77777777" w:rsidTr="00D55666">
        <w:tc>
          <w:tcPr>
            <w:tcW w:w="4748" w:type="dxa"/>
          </w:tcPr>
          <w:p w14:paraId="4F2AB0D1" w14:textId="77777777" w:rsidR="00D87890" w:rsidRPr="0059137D" w:rsidRDefault="00D87890" w:rsidP="00D55666">
            <w:pPr>
              <w:rPr>
                <w:color w:val="000000"/>
              </w:rPr>
            </w:pPr>
            <w:r w:rsidRPr="0059137D">
              <w:rPr>
                <w:color w:val="000000"/>
                <w:sz w:val="20"/>
              </w:rPr>
              <w:t xml:space="preserve">… </w:t>
            </w:r>
          </w:p>
        </w:tc>
        <w:tc>
          <w:tcPr>
            <w:tcW w:w="4678" w:type="dxa"/>
          </w:tcPr>
          <w:p w14:paraId="33CE3265" w14:textId="77777777" w:rsidR="00D87890" w:rsidRPr="0059137D" w:rsidRDefault="00D87890" w:rsidP="00D55666">
            <w:pPr>
              <w:rPr>
                <w:color w:val="000000"/>
                <w:sz w:val="20"/>
              </w:rPr>
            </w:pPr>
          </w:p>
        </w:tc>
      </w:tr>
      <w:tr w:rsidR="00D87890" w:rsidRPr="0059137D" w14:paraId="6502E726" w14:textId="77777777" w:rsidTr="00D55666">
        <w:tc>
          <w:tcPr>
            <w:tcW w:w="4748" w:type="dxa"/>
          </w:tcPr>
          <w:p w14:paraId="4F74F8BE" w14:textId="77777777" w:rsidR="00D87890" w:rsidRPr="0059137D" w:rsidRDefault="00D87890" w:rsidP="00D55666">
            <w:pPr>
              <w:rPr>
                <w:color w:val="000000"/>
              </w:rPr>
            </w:pPr>
            <w:r w:rsidRPr="0059137D">
              <w:rPr>
                <w:color w:val="000000"/>
                <w:sz w:val="20"/>
              </w:rPr>
              <w:t xml:space="preserve">… </w:t>
            </w:r>
          </w:p>
        </w:tc>
        <w:tc>
          <w:tcPr>
            <w:tcW w:w="4678" w:type="dxa"/>
          </w:tcPr>
          <w:p w14:paraId="557783AA" w14:textId="77777777" w:rsidR="00D87890" w:rsidRPr="0059137D" w:rsidRDefault="00D87890" w:rsidP="00D55666">
            <w:pPr>
              <w:rPr>
                <w:color w:val="000000"/>
                <w:sz w:val="20"/>
              </w:rPr>
            </w:pPr>
          </w:p>
        </w:tc>
      </w:tr>
      <w:tr w:rsidR="00D87890" w:rsidRPr="0059137D" w14:paraId="06E7EF44" w14:textId="77777777" w:rsidTr="00D55666">
        <w:tc>
          <w:tcPr>
            <w:tcW w:w="4748" w:type="dxa"/>
          </w:tcPr>
          <w:p w14:paraId="3B6A8734" w14:textId="77777777" w:rsidR="00D87890" w:rsidRPr="0059137D" w:rsidRDefault="00D87890" w:rsidP="00D55666">
            <w:pPr>
              <w:rPr>
                <w:color w:val="000000"/>
              </w:rPr>
            </w:pPr>
            <w:r w:rsidRPr="0059137D">
              <w:rPr>
                <w:color w:val="000000"/>
                <w:sz w:val="20"/>
              </w:rPr>
              <w:t xml:space="preserve">… </w:t>
            </w:r>
          </w:p>
        </w:tc>
        <w:tc>
          <w:tcPr>
            <w:tcW w:w="4678" w:type="dxa"/>
          </w:tcPr>
          <w:p w14:paraId="00D1AD09" w14:textId="77777777" w:rsidR="00D87890" w:rsidRPr="0059137D" w:rsidRDefault="00D87890" w:rsidP="00D55666">
            <w:pPr>
              <w:rPr>
                <w:color w:val="000000"/>
                <w:sz w:val="20"/>
              </w:rPr>
            </w:pPr>
          </w:p>
        </w:tc>
      </w:tr>
      <w:tr w:rsidR="00D87890" w:rsidRPr="0059137D" w14:paraId="1933F63C" w14:textId="77777777" w:rsidTr="00D55666">
        <w:tc>
          <w:tcPr>
            <w:tcW w:w="4748" w:type="dxa"/>
          </w:tcPr>
          <w:p w14:paraId="0AD2B1A4" w14:textId="77777777" w:rsidR="00D87890" w:rsidRPr="0059137D" w:rsidRDefault="00D87890" w:rsidP="00D55666">
            <w:pPr>
              <w:rPr>
                <w:color w:val="000000"/>
              </w:rPr>
            </w:pPr>
            <w:r w:rsidRPr="0059137D">
              <w:rPr>
                <w:color w:val="000000"/>
                <w:sz w:val="20"/>
              </w:rPr>
              <w:t xml:space="preserve">… </w:t>
            </w:r>
          </w:p>
        </w:tc>
        <w:tc>
          <w:tcPr>
            <w:tcW w:w="4678" w:type="dxa"/>
          </w:tcPr>
          <w:p w14:paraId="4FF58674" w14:textId="77777777" w:rsidR="00D87890" w:rsidRPr="0059137D" w:rsidRDefault="00D87890" w:rsidP="00D55666">
            <w:pPr>
              <w:rPr>
                <w:color w:val="000000"/>
                <w:sz w:val="20"/>
              </w:rPr>
            </w:pPr>
          </w:p>
        </w:tc>
      </w:tr>
    </w:tbl>
    <w:p w14:paraId="5A94A301" w14:textId="77777777" w:rsidR="00AF40E6" w:rsidRPr="00232FA5" w:rsidRDefault="00AF40E6" w:rsidP="004E5FC6">
      <w:pPr>
        <w:pStyle w:val="berschrift2"/>
      </w:pPr>
      <w:r>
        <w:t>Vernetzung</w:t>
      </w:r>
    </w:p>
    <w:p w14:paraId="133E53AE" w14:textId="77777777" w:rsidR="00AF40E6" w:rsidRDefault="00AF40E6" w:rsidP="00AC0F4B">
      <w:pPr>
        <w:spacing w:after="240"/>
      </w:pPr>
      <w:r w:rsidRPr="00232FA5">
        <w:t>…</w:t>
      </w:r>
    </w:p>
    <w:p w14:paraId="591CE66B" w14:textId="4F7D30F1" w:rsidR="00AF40E6" w:rsidRPr="00E83972" w:rsidRDefault="00EA10F8" w:rsidP="00E83972">
      <w:pPr>
        <w:pStyle w:val="berschrift1"/>
      </w:pPr>
      <w:r w:rsidRPr="00E83972">
        <w:t>Reflexion der</w:t>
      </w:r>
      <w:r w:rsidR="00C90FE6" w:rsidRPr="00E83972">
        <w:t xml:space="preserve"> S</w:t>
      </w:r>
      <w:r w:rsidR="00AF40E6" w:rsidRPr="00E83972">
        <w:t>teuerung</w:t>
      </w:r>
    </w:p>
    <w:p w14:paraId="44C07727" w14:textId="77777777" w:rsidR="00D87890" w:rsidRPr="00D87890" w:rsidRDefault="00D87890" w:rsidP="004E5FC6">
      <w:pPr>
        <w:pStyle w:val="berschrift2"/>
      </w:pPr>
      <w:r>
        <w:t xml:space="preserve">Systematische </w:t>
      </w:r>
      <w:r w:rsidRPr="002E59EC">
        <w:t>Reflexion</w:t>
      </w:r>
    </w:p>
    <w:p w14:paraId="26A7FCAB" w14:textId="77777777" w:rsidR="00D87890" w:rsidRDefault="00D87890" w:rsidP="00D87890">
      <w:pPr>
        <w:spacing w:after="240"/>
      </w:pPr>
      <w:r w:rsidRPr="00232FA5">
        <w:t>…</w:t>
      </w:r>
    </w:p>
    <w:p w14:paraId="1594FC5F" w14:textId="77777777" w:rsidR="00AF40E6" w:rsidRPr="00232FA5" w:rsidRDefault="00AF40E6" w:rsidP="004E5FC6">
      <w:pPr>
        <w:pStyle w:val="berschrift2"/>
      </w:pPr>
      <w:r>
        <w:t>Evaluation</w:t>
      </w:r>
      <w:r w:rsidRPr="00232FA5">
        <w:t xml:space="preserve"> </w:t>
      </w:r>
    </w:p>
    <w:p w14:paraId="0FA29099" w14:textId="77777777" w:rsidR="002B38DC" w:rsidRDefault="00AF40E6" w:rsidP="00AC0F4B">
      <w:pPr>
        <w:spacing w:after="240"/>
      </w:pPr>
      <w:r w:rsidRPr="00232FA5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3"/>
        <w:gridCol w:w="4731"/>
      </w:tblGrid>
      <w:tr w:rsidR="002B38DC" w:rsidRPr="0059137D" w14:paraId="2DB8774E" w14:textId="77777777" w:rsidTr="00B45A1E">
        <w:tc>
          <w:tcPr>
            <w:tcW w:w="4890" w:type="dxa"/>
            <w:shd w:val="clear" w:color="auto" w:fill="EAEAEA"/>
          </w:tcPr>
          <w:p w14:paraId="6A91E704" w14:textId="77777777" w:rsidR="002B38DC" w:rsidRPr="0059137D" w:rsidRDefault="002B38DC" w:rsidP="00B45A1E">
            <w:pPr>
              <w:pStyle w:val="TextZelle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Evaluationsfragen*</w:t>
            </w:r>
            <w:r w:rsidRPr="0059137D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4890" w:type="dxa"/>
            <w:shd w:val="clear" w:color="auto" w:fill="EAEAEA"/>
          </w:tcPr>
          <w:p w14:paraId="7A586F73" w14:textId="77777777" w:rsidR="002B38DC" w:rsidRPr="0059137D" w:rsidRDefault="002B38DC" w:rsidP="00B45A1E">
            <w:pPr>
              <w:pStyle w:val="TextZelle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Antworten</w:t>
            </w:r>
          </w:p>
        </w:tc>
      </w:tr>
      <w:tr w:rsidR="002B38DC" w:rsidRPr="0059137D" w14:paraId="63708851" w14:textId="77777777" w:rsidTr="00B45A1E">
        <w:tc>
          <w:tcPr>
            <w:tcW w:w="4890" w:type="dxa"/>
          </w:tcPr>
          <w:p w14:paraId="18C5ADCD" w14:textId="77777777" w:rsidR="002B38DC" w:rsidRPr="0059137D" w:rsidRDefault="002B38DC" w:rsidP="00D63E78">
            <w:r w:rsidRPr="0059137D">
              <w:t xml:space="preserve">… </w:t>
            </w:r>
          </w:p>
        </w:tc>
        <w:tc>
          <w:tcPr>
            <w:tcW w:w="4890" w:type="dxa"/>
          </w:tcPr>
          <w:p w14:paraId="72A9495E" w14:textId="77777777" w:rsidR="002B38DC" w:rsidRPr="0059137D" w:rsidRDefault="002B38DC" w:rsidP="00D63E78"/>
        </w:tc>
      </w:tr>
      <w:tr w:rsidR="002B38DC" w:rsidRPr="0059137D" w14:paraId="2C7B6ABF" w14:textId="77777777" w:rsidTr="00B45A1E">
        <w:tc>
          <w:tcPr>
            <w:tcW w:w="4890" w:type="dxa"/>
          </w:tcPr>
          <w:p w14:paraId="6F2A7E4A" w14:textId="77777777" w:rsidR="002B38DC" w:rsidRPr="0059137D" w:rsidRDefault="002B38DC" w:rsidP="00D63E78">
            <w:r w:rsidRPr="0059137D">
              <w:t xml:space="preserve">… </w:t>
            </w:r>
          </w:p>
        </w:tc>
        <w:tc>
          <w:tcPr>
            <w:tcW w:w="4890" w:type="dxa"/>
          </w:tcPr>
          <w:p w14:paraId="4C3BC82E" w14:textId="77777777" w:rsidR="002B38DC" w:rsidRPr="0059137D" w:rsidRDefault="002B38DC" w:rsidP="00D63E78"/>
        </w:tc>
      </w:tr>
      <w:tr w:rsidR="002B38DC" w:rsidRPr="0059137D" w14:paraId="779CEFB5" w14:textId="77777777" w:rsidTr="00B45A1E">
        <w:tc>
          <w:tcPr>
            <w:tcW w:w="4890" w:type="dxa"/>
          </w:tcPr>
          <w:p w14:paraId="15BAF9A8" w14:textId="77777777" w:rsidR="002B38DC" w:rsidRPr="0059137D" w:rsidRDefault="002B38DC" w:rsidP="00D63E78">
            <w:r w:rsidRPr="0059137D">
              <w:t xml:space="preserve">… </w:t>
            </w:r>
          </w:p>
        </w:tc>
        <w:tc>
          <w:tcPr>
            <w:tcW w:w="4890" w:type="dxa"/>
          </w:tcPr>
          <w:p w14:paraId="41085475" w14:textId="77777777" w:rsidR="002B38DC" w:rsidRPr="0059137D" w:rsidRDefault="002B38DC" w:rsidP="00D63E78"/>
        </w:tc>
      </w:tr>
      <w:tr w:rsidR="002B38DC" w:rsidRPr="0059137D" w14:paraId="57008489" w14:textId="77777777" w:rsidTr="00B45A1E">
        <w:tc>
          <w:tcPr>
            <w:tcW w:w="4890" w:type="dxa"/>
          </w:tcPr>
          <w:p w14:paraId="5AA4DF79" w14:textId="77777777" w:rsidR="002B38DC" w:rsidRPr="0059137D" w:rsidRDefault="002B38DC" w:rsidP="00D63E78">
            <w:r w:rsidRPr="0059137D">
              <w:t xml:space="preserve">… </w:t>
            </w:r>
          </w:p>
        </w:tc>
        <w:tc>
          <w:tcPr>
            <w:tcW w:w="4890" w:type="dxa"/>
          </w:tcPr>
          <w:p w14:paraId="021E1461" w14:textId="77777777" w:rsidR="002B38DC" w:rsidRPr="0059137D" w:rsidRDefault="002B38DC" w:rsidP="00D63E78"/>
        </w:tc>
      </w:tr>
    </w:tbl>
    <w:p w14:paraId="49E9578F" w14:textId="0D9DA4C6" w:rsidR="002B38DC" w:rsidRDefault="002B38DC" w:rsidP="00AC0F4B">
      <w:pPr>
        <w:spacing w:after="240"/>
        <w:rPr>
          <w:color w:val="7F7F7F"/>
          <w:sz w:val="20"/>
        </w:rPr>
      </w:pPr>
      <w:r w:rsidRPr="00B45A1E">
        <w:rPr>
          <w:color w:val="7F7F7F"/>
          <w:sz w:val="20"/>
        </w:rPr>
        <w:t>*d</w:t>
      </w:r>
      <w:r w:rsidR="00E745B8">
        <w:rPr>
          <w:color w:val="7F7F7F"/>
          <w:sz w:val="20"/>
        </w:rPr>
        <w:t>ie Zielerreichung wird unter 5.1</w:t>
      </w:r>
      <w:r w:rsidRPr="00B45A1E">
        <w:rPr>
          <w:color w:val="7F7F7F"/>
          <w:sz w:val="20"/>
        </w:rPr>
        <w:t xml:space="preserve"> beurteilt</w:t>
      </w:r>
    </w:p>
    <w:p w14:paraId="6E27B8C0" w14:textId="66C2F391" w:rsidR="006B4EA6" w:rsidRPr="00CC6424" w:rsidRDefault="00C90FE6" w:rsidP="004E5FC6">
      <w:pPr>
        <w:pStyle w:val="berschrift2"/>
      </w:pPr>
      <w:r>
        <w:t>Innovation</w:t>
      </w:r>
    </w:p>
    <w:p w14:paraId="04E795A4" w14:textId="77777777" w:rsidR="006B4EA6" w:rsidRPr="00E0257F" w:rsidRDefault="006B4EA6" w:rsidP="006B4EA6">
      <w:pPr>
        <w:spacing w:after="240"/>
      </w:pPr>
      <w:r w:rsidRPr="00E0257F">
        <w:t>…</w:t>
      </w:r>
    </w:p>
    <w:p w14:paraId="436459AB" w14:textId="2101391D" w:rsidR="006B4EA6" w:rsidRPr="00CC6424" w:rsidRDefault="00C90FE6" w:rsidP="004E5FC6">
      <w:pPr>
        <w:pStyle w:val="berschrift2"/>
      </w:pPr>
      <w:r w:rsidRPr="00C90FE6">
        <w:t>Koordination</w:t>
      </w:r>
    </w:p>
    <w:p w14:paraId="7BD0CB96" w14:textId="77777777" w:rsidR="006B4EA6" w:rsidRPr="00E0257F" w:rsidRDefault="006B4EA6" w:rsidP="006B4EA6">
      <w:pPr>
        <w:spacing w:after="240"/>
      </w:pPr>
      <w:r w:rsidRPr="00E0257F">
        <w:t>…</w:t>
      </w:r>
    </w:p>
    <w:p w14:paraId="141F2ADD" w14:textId="4103ADBA" w:rsidR="006B4EA6" w:rsidRPr="00CC6424" w:rsidRDefault="00C90FE6" w:rsidP="004E5FC6">
      <w:pPr>
        <w:pStyle w:val="berschrift2"/>
      </w:pPr>
      <w:r w:rsidRPr="00C90FE6">
        <w:lastRenderedPageBreak/>
        <w:t>Wissensmanagement</w:t>
      </w:r>
    </w:p>
    <w:p w14:paraId="0ABC0D05" w14:textId="77777777" w:rsidR="006B4EA6" w:rsidRPr="00E0257F" w:rsidRDefault="006B4EA6" w:rsidP="006B4EA6">
      <w:pPr>
        <w:spacing w:after="240"/>
      </w:pPr>
      <w:r w:rsidRPr="00E0257F">
        <w:t>…</w:t>
      </w:r>
    </w:p>
    <w:p w14:paraId="17D0E6FD" w14:textId="77777777" w:rsidR="00AF40E6" w:rsidRPr="00D210BD" w:rsidRDefault="00075A7C" w:rsidP="00E83972">
      <w:pPr>
        <w:pStyle w:val="berschrift1"/>
      </w:pPr>
      <w:r>
        <w:t>Ergebnisse und Wirkungen</w:t>
      </w:r>
    </w:p>
    <w:p w14:paraId="1B9F04E7" w14:textId="77777777" w:rsidR="00AF40E6" w:rsidRPr="00232FA5" w:rsidRDefault="00AF40E6" w:rsidP="004E5FC6">
      <w:pPr>
        <w:pStyle w:val="berschrift2"/>
      </w:pPr>
      <w:r>
        <w:t>Zielerreichung</w:t>
      </w:r>
      <w:r w:rsidRPr="00232FA5">
        <w:t xml:space="preserve"> </w:t>
      </w:r>
    </w:p>
    <w:p w14:paraId="3E8BD847" w14:textId="77777777" w:rsidR="00075A7C" w:rsidRDefault="00AF40E6" w:rsidP="00AC0F4B">
      <w:pPr>
        <w:spacing w:after="240"/>
      </w:pPr>
      <w:r w:rsidRPr="00232FA5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9"/>
        <w:gridCol w:w="891"/>
        <w:gridCol w:w="3216"/>
      </w:tblGrid>
      <w:tr w:rsidR="00075A7C" w:rsidRPr="00AC0F4B" w14:paraId="4A501A24" w14:textId="77777777" w:rsidTr="00E83972">
        <w:trPr>
          <w:tblHeader/>
        </w:trPr>
        <w:tc>
          <w:tcPr>
            <w:tcW w:w="5319" w:type="dxa"/>
            <w:shd w:val="clear" w:color="auto" w:fill="EAEAEA"/>
          </w:tcPr>
          <w:p w14:paraId="15F4E4C7" w14:textId="77777777" w:rsidR="00075A7C" w:rsidRPr="00AC0F4B" w:rsidRDefault="00075A7C" w:rsidP="00AC0F4B">
            <w:pPr>
              <w:pStyle w:val="TextZelle"/>
              <w:rPr>
                <w:color w:val="000000"/>
                <w:sz w:val="20"/>
              </w:rPr>
            </w:pPr>
            <w:r w:rsidRPr="00AC0F4B">
              <w:rPr>
                <w:color w:val="000000"/>
                <w:sz w:val="20"/>
              </w:rPr>
              <w:t>Ziel</w:t>
            </w:r>
            <w:r w:rsidR="00AC0F4B" w:rsidRPr="00AC0F4B">
              <w:rPr>
                <w:color w:val="000000"/>
                <w:sz w:val="20"/>
              </w:rPr>
              <w:t>klassen und Ziel</w:t>
            </w:r>
            <w:r w:rsidRPr="00AC0F4B">
              <w:rPr>
                <w:color w:val="000000"/>
                <w:sz w:val="20"/>
              </w:rPr>
              <w:t>e</w:t>
            </w:r>
          </w:p>
        </w:tc>
        <w:tc>
          <w:tcPr>
            <w:tcW w:w="891" w:type="dxa"/>
            <w:shd w:val="clear" w:color="auto" w:fill="EAEAEA"/>
          </w:tcPr>
          <w:p w14:paraId="6EF9569F" w14:textId="77777777" w:rsidR="00075A7C" w:rsidRPr="00AC0F4B" w:rsidRDefault="00075A7C" w:rsidP="00AC0F4B">
            <w:pPr>
              <w:pStyle w:val="TextZelle"/>
              <w:jc w:val="center"/>
              <w:rPr>
                <w:color w:val="000000"/>
                <w:sz w:val="20"/>
              </w:rPr>
            </w:pPr>
            <w:r w:rsidRPr="00AC0F4B">
              <w:rPr>
                <w:color w:val="000000"/>
                <w:sz w:val="20"/>
              </w:rPr>
              <w:t>ZE in %</w:t>
            </w:r>
          </w:p>
        </w:tc>
        <w:tc>
          <w:tcPr>
            <w:tcW w:w="3216" w:type="dxa"/>
            <w:shd w:val="clear" w:color="auto" w:fill="EAEAEA"/>
          </w:tcPr>
          <w:p w14:paraId="6E7CF1AB" w14:textId="77777777" w:rsidR="00075A7C" w:rsidRPr="00AC0F4B" w:rsidRDefault="00075A7C" w:rsidP="00AC0F4B">
            <w:pPr>
              <w:pStyle w:val="TextZelle"/>
              <w:rPr>
                <w:color w:val="000000"/>
                <w:sz w:val="20"/>
              </w:rPr>
            </w:pPr>
            <w:r w:rsidRPr="00AC0F4B">
              <w:rPr>
                <w:color w:val="000000"/>
                <w:sz w:val="20"/>
              </w:rPr>
              <w:t>Begründung/Kommentare</w:t>
            </w:r>
          </w:p>
        </w:tc>
      </w:tr>
      <w:tr w:rsidR="00E83972" w:rsidRPr="00AC0F4B" w14:paraId="7288D207" w14:textId="77777777" w:rsidTr="00114ADB">
        <w:tc>
          <w:tcPr>
            <w:tcW w:w="5319" w:type="dxa"/>
            <w:shd w:val="clear" w:color="auto" w:fill="F2F2F2"/>
          </w:tcPr>
          <w:p w14:paraId="59D5A772" w14:textId="77777777" w:rsidR="00E83972" w:rsidRPr="00AC0F4B" w:rsidRDefault="00E83972" w:rsidP="00114ADB">
            <w:pPr>
              <w:pStyle w:val="TextZelle"/>
              <w:rPr>
                <w:color w:val="000000"/>
                <w:sz w:val="20"/>
              </w:rPr>
            </w:pPr>
            <w:r w:rsidRPr="00AC0F4B">
              <w:rPr>
                <w:color w:val="000000"/>
                <w:sz w:val="20"/>
              </w:rPr>
              <w:t>…</w:t>
            </w:r>
          </w:p>
        </w:tc>
        <w:tc>
          <w:tcPr>
            <w:tcW w:w="891" w:type="dxa"/>
            <w:shd w:val="clear" w:color="auto" w:fill="F2F2F2"/>
          </w:tcPr>
          <w:p w14:paraId="74859C46" w14:textId="77777777" w:rsidR="00E83972" w:rsidRPr="00AC0F4B" w:rsidRDefault="00E83972" w:rsidP="00114ADB">
            <w:pPr>
              <w:pStyle w:val="TextZelle"/>
              <w:jc w:val="center"/>
              <w:rPr>
                <w:color w:val="000000"/>
                <w:sz w:val="20"/>
              </w:rPr>
            </w:pPr>
          </w:p>
        </w:tc>
        <w:tc>
          <w:tcPr>
            <w:tcW w:w="3216" w:type="dxa"/>
            <w:shd w:val="clear" w:color="auto" w:fill="F2F2F2"/>
          </w:tcPr>
          <w:p w14:paraId="44C91DCB" w14:textId="77777777" w:rsidR="00E83972" w:rsidRPr="00AC0F4B" w:rsidRDefault="00E83972" w:rsidP="00114ADB">
            <w:pPr>
              <w:pStyle w:val="TextZelle"/>
              <w:rPr>
                <w:color w:val="000000"/>
                <w:sz w:val="20"/>
              </w:rPr>
            </w:pPr>
          </w:p>
        </w:tc>
      </w:tr>
      <w:tr w:rsidR="00075A7C" w:rsidRPr="00AC0F4B" w14:paraId="0C6065F2" w14:textId="77777777" w:rsidTr="00597CAE">
        <w:tc>
          <w:tcPr>
            <w:tcW w:w="5319" w:type="dxa"/>
          </w:tcPr>
          <w:p w14:paraId="7E07BC01" w14:textId="77777777" w:rsidR="00075A7C" w:rsidRPr="00AC0F4B" w:rsidRDefault="00075A7C" w:rsidP="00AC0F4B">
            <w:pPr>
              <w:rPr>
                <w:sz w:val="20"/>
              </w:rPr>
            </w:pPr>
            <w:r w:rsidRPr="00AC0F4B">
              <w:rPr>
                <w:sz w:val="20"/>
              </w:rPr>
              <w:t>…</w:t>
            </w:r>
          </w:p>
        </w:tc>
        <w:tc>
          <w:tcPr>
            <w:tcW w:w="891" w:type="dxa"/>
          </w:tcPr>
          <w:p w14:paraId="09C465E8" w14:textId="77777777" w:rsidR="00075A7C" w:rsidRPr="00AC0F4B" w:rsidRDefault="00075A7C" w:rsidP="00AC0F4B">
            <w:pPr>
              <w:jc w:val="center"/>
              <w:rPr>
                <w:sz w:val="20"/>
              </w:rPr>
            </w:pPr>
          </w:p>
        </w:tc>
        <w:tc>
          <w:tcPr>
            <w:tcW w:w="3216" w:type="dxa"/>
          </w:tcPr>
          <w:p w14:paraId="4E862C5A" w14:textId="77777777" w:rsidR="00075A7C" w:rsidRPr="00AC0F4B" w:rsidRDefault="00075A7C" w:rsidP="00AC0F4B">
            <w:pPr>
              <w:rPr>
                <w:sz w:val="20"/>
              </w:rPr>
            </w:pPr>
          </w:p>
        </w:tc>
      </w:tr>
      <w:tr w:rsidR="00075A7C" w:rsidRPr="00AC0F4B" w14:paraId="1E86B431" w14:textId="77777777" w:rsidTr="00597CAE">
        <w:tc>
          <w:tcPr>
            <w:tcW w:w="5319" w:type="dxa"/>
          </w:tcPr>
          <w:p w14:paraId="6933A1F2" w14:textId="77777777" w:rsidR="00075A7C" w:rsidRPr="00AC0F4B" w:rsidRDefault="00075A7C" w:rsidP="00AC0F4B">
            <w:pPr>
              <w:pStyle w:val="TextZelle"/>
              <w:rPr>
                <w:color w:val="000000"/>
                <w:sz w:val="20"/>
              </w:rPr>
            </w:pPr>
            <w:r w:rsidRPr="00AC0F4B">
              <w:rPr>
                <w:color w:val="000000"/>
                <w:sz w:val="20"/>
              </w:rPr>
              <w:t>…</w:t>
            </w:r>
          </w:p>
        </w:tc>
        <w:tc>
          <w:tcPr>
            <w:tcW w:w="891" w:type="dxa"/>
          </w:tcPr>
          <w:p w14:paraId="7CD8A11E" w14:textId="77777777" w:rsidR="00075A7C" w:rsidRPr="00AC0F4B" w:rsidRDefault="00075A7C" w:rsidP="00AC0F4B">
            <w:pPr>
              <w:pStyle w:val="TextZelle"/>
              <w:jc w:val="center"/>
              <w:rPr>
                <w:color w:val="000000"/>
                <w:sz w:val="20"/>
              </w:rPr>
            </w:pPr>
          </w:p>
        </w:tc>
        <w:tc>
          <w:tcPr>
            <w:tcW w:w="3216" w:type="dxa"/>
          </w:tcPr>
          <w:p w14:paraId="1DAA04CB" w14:textId="77777777" w:rsidR="00075A7C" w:rsidRPr="00AC0F4B" w:rsidRDefault="00075A7C" w:rsidP="00AC0F4B">
            <w:pPr>
              <w:pStyle w:val="TextZelle"/>
              <w:rPr>
                <w:color w:val="000000"/>
                <w:sz w:val="20"/>
              </w:rPr>
            </w:pPr>
          </w:p>
        </w:tc>
      </w:tr>
      <w:tr w:rsidR="00075A7C" w:rsidRPr="00AC0F4B" w14:paraId="71809997" w14:textId="77777777" w:rsidTr="00597CAE">
        <w:tc>
          <w:tcPr>
            <w:tcW w:w="5319" w:type="dxa"/>
          </w:tcPr>
          <w:p w14:paraId="30BB8A7A" w14:textId="77777777" w:rsidR="00075A7C" w:rsidRPr="00AC0F4B" w:rsidRDefault="00075A7C" w:rsidP="00AC0F4B">
            <w:pPr>
              <w:pStyle w:val="TextZelle"/>
              <w:rPr>
                <w:color w:val="000000"/>
                <w:sz w:val="20"/>
              </w:rPr>
            </w:pPr>
            <w:r w:rsidRPr="00AC0F4B">
              <w:rPr>
                <w:color w:val="000000"/>
                <w:sz w:val="20"/>
              </w:rPr>
              <w:t>…</w:t>
            </w:r>
          </w:p>
        </w:tc>
        <w:tc>
          <w:tcPr>
            <w:tcW w:w="891" w:type="dxa"/>
          </w:tcPr>
          <w:p w14:paraId="25BC3985" w14:textId="77777777" w:rsidR="00075A7C" w:rsidRPr="00AC0F4B" w:rsidRDefault="00075A7C" w:rsidP="00AC0F4B">
            <w:pPr>
              <w:pStyle w:val="TextZelle"/>
              <w:jc w:val="center"/>
              <w:rPr>
                <w:color w:val="000000"/>
                <w:sz w:val="20"/>
              </w:rPr>
            </w:pPr>
          </w:p>
        </w:tc>
        <w:tc>
          <w:tcPr>
            <w:tcW w:w="3216" w:type="dxa"/>
          </w:tcPr>
          <w:p w14:paraId="40F77CEE" w14:textId="77777777" w:rsidR="00075A7C" w:rsidRPr="00AC0F4B" w:rsidRDefault="00075A7C" w:rsidP="00AC0F4B">
            <w:pPr>
              <w:pStyle w:val="TextZelle"/>
              <w:rPr>
                <w:color w:val="000000"/>
                <w:sz w:val="20"/>
              </w:rPr>
            </w:pPr>
          </w:p>
        </w:tc>
      </w:tr>
      <w:tr w:rsidR="00AC0F4B" w:rsidRPr="00AC0F4B" w14:paraId="7EF11E0A" w14:textId="77777777" w:rsidTr="00597CAE">
        <w:tc>
          <w:tcPr>
            <w:tcW w:w="5319" w:type="dxa"/>
            <w:shd w:val="clear" w:color="auto" w:fill="F2F2F2"/>
          </w:tcPr>
          <w:p w14:paraId="6D911B9B" w14:textId="77777777" w:rsidR="00AC0F4B" w:rsidRPr="00AC0F4B" w:rsidRDefault="00AC0F4B" w:rsidP="00A54E16">
            <w:pPr>
              <w:pStyle w:val="TextZelle"/>
              <w:rPr>
                <w:color w:val="000000"/>
                <w:sz w:val="20"/>
              </w:rPr>
            </w:pPr>
            <w:r w:rsidRPr="00AC0F4B">
              <w:rPr>
                <w:color w:val="000000"/>
                <w:sz w:val="20"/>
              </w:rPr>
              <w:t>…</w:t>
            </w:r>
          </w:p>
        </w:tc>
        <w:tc>
          <w:tcPr>
            <w:tcW w:w="891" w:type="dxa"/>
            <w:shd w:val="clear" w:color="auto" w:fill="F2F2F2"/>
          </w:tcPr>
          <w:p w14:paraId="72DCFCEC" w14:textId="77777777" w:rsidR="00AC0F4B" w:rsidRPr="00AC0F4B" w:rsidRDefault="00AC0F4B" w:rsidP="00A54E16">
            <w:pPr>
              <w:pStyle w:val="TextZelle"/>
              <w:jc w:val="center"/>
              <w:rPr>
                <w:color w:val="000000"/>
                <w:sz w:val="20"/>
              </w:rPr>
            </w:pPr>
          </w:p>
        </w:tc>
        <w:tc>
          <w:tcPr>
            <w:tcW w:w="3216" w:type="dxa"/>
            <w:shd w:val="clear" w:color="auto" w:fill="F2F2F2"/>
          </w:tcPr>
          <w:p w14:paraId="22DFCE11" w14:textId="77777777" w:rsidR="00AC0F4B" w:rsidRPr="00AC0F4B" w:rsidRDefault="00AC0F4B" w:rsidP="00A54E16">
            <w:pPr>
              <w:pStyle w:val="TextZelle"/>
              <w:rPr>
                <w:color w:val="000000"/>
                <w:sz w:val="20"/>
              </w:rPr>
            </w:pPr>
          </w:p>
        </w:tc>
      </w:tr>
      <w:tr w:rsidR="00AC0F4B" w:rsidRPr="00AC0F4B" w14:paraId="36285127" w14:textId="77777777" w:rsidTr="00597CAE">
        <w:tc>
          <w:tcPr>
            <w:tcW w:w="5319" w:type="dxa"/>
          </w:tcPr>
          <w:p w14:paraId="031A6ADC" w14:textId="77777777" w:rsidR="00AC0F4B" w:rsidRPr="00AC0F4B" w:rsidRDefault="00AC0F4B" w:rsidP="00A54E16">
            <w:pPr>
              <w:rPr>
                <w:sz w:val="20"/>
              </w:rPr>
            </w:pPr>
            <w:r w:rsidRPr="00AC0F4B">
              <w:rPr>
                <w:sz w:val="20"/>
              </w:rPr>
              <w:t>…</w:t>
            </w:r>
          </w:p>
        </w:tc>
        <w:tc>
          <w:tcPr>
            <w:tcW w:w="891" w:type="dxa"/>
          </w:tcPr>
          <w:p w14:paraId="27822BE7" w14:textId="77777777" w:rsidR="00AC0F4B" w:rsidRPr="00AC0F4B" w:rsidRDefault="00AC0F4B" w:rsidP="00A54E16">
            <w:pPr>
              <w:jc w:val="center"/>
              <w:rPr>
                <w:sz w:val="20"/>
              </w:rPr>
            </w:pPr>
          </w:p>
        </w:tc>
        <w:tc>
          <w:tcPr>
            <w:tcW w:w="3216" w:type="dxa"/>
          </w:tcPr>
          <w:p w14:paraId="47DAF651" w14:textId="77777777" w:rsidR="00AC0F4B" w:rsidRPr="00AC0F4B" w:rsidRDefault="00AC0F4B" w:rsidP="00A54E16">
            <w:pPr>
              <w:rPr>
                <w:sz w:val="20"/>
              </w:rPr>
            </w:pPr>
          </w:p>
        </w:tc>
      </w:tr>
      <w:tr w:rsidR="00AC0F4B" w:rsidRPr="00AC0F4B" w14:paraId="7FAD9A78" w14:textId="77777777" w:rsidTr="00597CAE">
        <w:tc>
          <w:tcPr>
            <w:tcW w:w="5319" w:type="dxa"/>
          </w:tcPr>
          <w:p w14:paraId="43BE02D6" w14:textId="77777777" w:rsidR="00AC0F4B" w:rsidRPr="00AC0F4B" w:rsidRDefault="00AC0F4B" w:rsidP="00A54E16">
            <w:pPr>
              <w:pStyle w:val="TextZelle"/>
              <w:rPr>
                <w:color w:val="000000"/>
                <w:sz w:val="20"/>
              </w:rPr>
            </w:pPr>
            <w:r w:rsidRPr="00AC0F4B">
              <w:rPr>
                <w:color w:val="000000"/>
                <w:sz w:val="20"/>
              </w:rPr>
              <w:t>…</w:t>
            </w:r>
          </w:p>
        </w:tc>
        <w:tc>
          <w:tcPr>
            <w:tcW w:w="891" w:type="dxa"/>
          </w:tcPr>
          <w:p w14:paraId="6B7F9206" w14:textId="77777777" w:rsidR="00AC0F4B" w:rsidRPr="00AC0F4B" w:rsidRDefault="00AC0F4B" w:rsidP="00A54E16">
            <w:pPr>
              <w:pStyle w:val="TextZelle"/>
              <w:jc w:val="center"/>
              <w:rPr>
                <w:color w:val="000000"/>
                <w:sz w:val="20"/>
              </w:rPr>
            </w:pPr>
          </w:p>
        </w:tc>
        <w:tc>
          <w:tcPr>
            <w:tcW w:w="3216" w:type="dxa"/>
          </w:tcPr>
          <w:p w14:paraId="1811D88F" w14:textId="77777777" w:rsidR="00AC0F4B" w:rsidRPr="00AC0F4B" w:rsidRDefault="00AC0F4B" w:rsidP="00A54E16">
            <w:pPr>
              <w:pStyle w:val="TextZelle"/>
              <w:rPr>
                <w:color w:val="000000"/>
                <w:sz w:val="20"/>
              </w:rPr>
            </w:pPr>
          </w:p>
        </w:tc>
      </w:tr>
      <w:tr w:rsidR="00AC0F4B" w:rsidRPr="00AC0F4B" w14:paraId="2EB532DA" w14:textId="77777777" w:rsidTr="00597CAE">
        <w:tc>
          <w:tcPr>
            <w:tcW w:w="5319" w:type="dxa"/>
          </w:tcPr>
          <w:p w14:paraId="420BFA76" w14:textId="77777777" w:rsidR="00AC0F4B" w:rsidRPr="00AC0F4B" w:rsidRDefault="00AC0F4B" w:rsidP="00A54E16">
            <w:pPr>
              <w:pStyle w:val="TextZelle"/>
              <w:rPr>
                <w:color w:val="000000"/>
                <w:sz w:val="20"/>
              </w:rPr>
            </w:pPr>
            <w:r w:rsidRPr="00AC0F4B">
              <w:rPr>
                <w:color w:val="000000"/>
                <w:sz w:val="20"/>
              </w:rPr>
              <w:t>…</w:t>
            </w:r>
          </w:p>
        </w:tc>
        <w:tc>
          <w:tcPr>
            <w:tcW w:w="891" w:type="dxa"/>
          </w:tcPr>
          <w:p w14:paraId="609446EC" w14:textId="77777777" w:rsidR="00AC0F4B" w:rsidRPr="00AC0F4B" w:rsidRDefault="00AC0F4B" w:rsidP="00A54E16">
            <w:pPr>
              <w:pStyle w:val="TextZelle"/>
              <w:jc w:val="center"/>
              <w:rPr>
                <w:color w:val="000000"/>
                <w:sz w:val="20"/>
              </w:rPr>
            </w:pPr>
          </w:p>
        </w:tc>
        <w:tc>
          <w:tcPr>
            <w:tcW w:w="3216" w:type="dxa"/>
          </w:tcPr>
          <w:p w14:paraId="3371C592" w14:textId="77777777" w:rsidR="00AC0F4B" w:rsidRPr="00AC0F4B" w:rsidRDefault="00AC0F4B" w:rsidP="00A54E16">
            <w:pPr>
              <w:pStyle w:val="TextZelle"/>
              <w:rPr>
                <w:color w:val="000000"/>
                <w:sz w:val="20"/>
              </w:rPr>
            </w:pPr>
          </w:p>
        </w:tc>
      </w:tr>
      <w:tr w:rsidR="00AC0F4B" w:rsidRPr="00AC0F4B" w14:paraId="12A8AB18" w14:textId="77777777" w:rsidTr="00597CAE">
        <w:tc>
          <w:tcPr>
            <w:tcW w:w="5319" w:type="dxa"/>
            <w:shd w:val="clear" w:color="auto" w:fill="F2F2F2"/>
          </w:tcPr>
          <w:p w14:paraId="786CB39A" w14:textId="77777777" w:rsidR="00AC0F4B" w:rsidRPr="00AC0F4B" w:rsidRDefault="00AC0F4B" w:rsidP="00A54E16">
            <w:pPr>
              <w:pStyle w:val="TextZelle"/>
              <w:rPr>
                <w:color w:val="000000"/>
                <w:sz w:val="20"/>
              </w:rPr>
            </w:pPr>
            <w:r w:rsidRPr="00AC0F4B">
              <w:rPr>
                <w:color w:val="000000"/>
                <w:sz w:val="20"/>
              </w:rPr>
              <w:t>…</w:t>
            </w:r>
          </w:p>
        </w:tc>
        <w:tc>
          <w:tcPr>
            <w:tcW w:w="891" w:type="dxa"/>
            <w:shd w:val="clear" w:color="auto" w:fill="F2F2F2"/>
          </w:tcPr>
          <w:p w14:paraId="7D33160D" w14:textId="77777777" w:rsidR="00AC0F4B" w:rsidRPr="00AC0F4B" w:rsidRDefault="00AC0F4B" w:rsidP="00A54E16">
            <w:pPr>
              <w:pStyle w:val="TextZelle"/>
              <w:jc w:val="center"/>
              <w:rPr>
                <w:color w:val="000000"/>
                <w:sz w:val="20"/>
              </w:rPr>
            </w:pPr>
          </w:p>
        </w:tc>
        <w:tc>
          <w:tcPr>
            <w:tcW w:w="3216" w:type="dxa"/>
            <w:shd w:val="clear" w:color="auto" w:fill="F2F2F2"/>
          </w:tcPr>
          <w:p w14:paraId="2BE1DB59" w14:textId="77777777" w:rsidR="00AC0F4B" w:rsidRPr="00AC0F4B" w:rsidRDefault="00AC0F4B" w:rsidP="00A54E16">
            <w:pPr>
              <w:pStyle w:val="TextZelle"/>
              <w:rPr>
                <w:color w:val="000000"/>
                <w:sz w:val="20"/>
              </w:rPr>
            </w:pPr>
          </w:p>
        </w:tc>
      </w:tr>
      <w:tr w:rsidR="00AC0F4B" w:rsidRPr="00AC0F4B" w14:paraId="6C247E99" w14:textId="77777777" w:rsidTr="00597CAE">
        <w:tc>
          <w:tcPr>
            <w:tcW w:w="5319" w:type="dxa"/>
          </w:tcPr>
          <w:p w14:paraId="6BB86F50" w14:textId="77777777" w:rsidR="00AC0F4B" w:rsidRPr="00AC0F4B" w:rsidRDefault="00AC0F4B" w:rsidP="00A54E16">
            <w:pPr>
              <w:rPr>
                <w:sz w:val="20"/>
              </w:rPr>
            </w:pPr>
            <w:r w:rsidRPr="00AC0F4B">
              <w:rPr>
                <w:sz w:val="20"/>
              </w:rPr>
              <w:t>…</w:t>
            </w:r>
          </w:p>
        </w:tc>
        <w:tc>
          <w:tcPr>
            <w:tcW w:w="891" w:type="dxa"/>
          </w:tcPr>
          <w:p w14:paraId="1D9347BA" w14:textId="77777777" w:rsidR="00AC0F4B" w:rsidRPr="00AC0F4B" w:rsidRDefault="00AC0F4B" w:rsidP="00A54E16">
            <w:pPr>
              <w:jc w:val="center"/>
              <w:rPr>
                <w:sz w:val="20"/>
              </w:rPr>
            </w:pPr>
          </w:p>
        </w:tc>
        <w:tc>
          <w:tcPr>
            <w:tcW w:w="3216" w:type="dxa"/>
          </w:tcPr>
          <w:p w14:paraId="36336132" w14:textId="77777777" w:rsidR="00AC0F4B" w:rsidRPr="00AC0F4B" w:rsidRDefault="00AC0F4B" w:rsidP="00A54E16">
            <w:pPr>
              <w:rPr>
                <w:sz w:val="20"/>
              </w:rPr>
            </w:pPr>
          </w:p>
        </w:tc>
      </w:tr>
      <w:tr w:rsidR="00AC0F4B" w:rsidRPr="00AC0F4B" w14:paraId="0B303A14" w14:textId="77777777" w:rsidTr="00597CAE">
        <w:tc>
          <w:tcPr>
            <w:tcW w:w="5319" w:type="dxa"/>
          </w:tcPr>
          <w:p w14:paraId="4F199FB4" w14:textId="77777777" w:rsidR="00AC0F4B" w:rsidRPr="00AC0F4B" w:rsidRDefault="00AC0F4B" w:rsidP="00A54E16">
            <w:pPr>
              <w:pStyle w:val="TextZelle"/>
              <w:rPr>
                <w:color w:val="000000"/>
                <w:sz w:val="20"/>
              </w:rPr>
            </w:pPr>
            <w:r w:rsidRPr="00AC0F4B">
              <w:rPr>
                <w:color w:val="000000"/>
                <w:sz w:val="20"/>
              </w:rPr>
              <w:t>…</w:t>
            </w:r>
          </w:p>
        </w:tc>
        <w:tc>
          <w:tcPr>
            <w:tcW w:w="891" w:type="dxa"/>
          </w:tcPr>
          <w:p w14:paraId="25109A6D" w14:textId="77777777" w:rsidR="00AC0F4B" w:rsidRPr="00AC0F4B" w:rsidRDefault="00AC0F4B" w:rsidP="00A54E16">
            <w:pPr>
              <w:pStyle w:val="TextZelle"/>
              <w:jc w:val="center"/>
              <w:rPr>
                <w:color w:val="000000"/>
                <w:sz w:val="20"/>
              </w:rPr>
            </w:pPr>
          </w:p>
        </w:tc>
        <w:tc>
          <w:tcPr>
            <w:tcW w:w="3216" w:type="dxa"/>
          </w:tcPr>
          <w:p w14:paraId="09011FDE" w14:textId="77777777" w:rsidR="00AC0F4B" w:rsidRPr="00AC0F4B" w:rsidRDefault="00AC0F4B" w:rsidP="00A54E16">
            <w:pPr>
              <w:pStyle w:val="TextZelle"/>
              <w:rPr>
                <w:color w:val="000000"/>
                <w:sz w:val="20"/>
              </w:rPr>
            </w:pPr>
          </w:p>
        </w:tc>
      </w:tr>
      <w:tr w:rsidR="00AC0F4B" w:rsidRPr="00AC0F4B" w14:paraId="41B2ACCF" w14:textId="77777777" w:rsidTr="00597CAE">
        <w:tc>
          <w:tcPr>
            <w:tcW w:w="5319" w:type="dxa"/>
          </w:tcPr>
          <w:p w14:paraId="5430CE1B" w14:textId="77777777" w:rsidR="00AC0F4B" w:rsidRPr="00AC0F4B" w:rsidRDefault="00AC0F4B" w:rsidP="00A54E16">
            <w:pPr>
              <w:pStyle w:val="TextZelle"/>
              <w:rPr>
                <w:color w:val="000000"/>
                <w:sz w:val="20"/>
              </w:rPr>
            </w:pPr>
            <w:r w:rsidRPr="00AC0F4B">
              <w:rPr>
                <w:color w:val="000000"/>
                <w:sz w:val="20"/>
              </w:rPr>
              <w:t>…</w:t>
            </w:r>
          </w:p>
        </w:tc>
        <w:tc>
          <w:tcPr>
            <w:tcW w:w="891" w:type="dxa"/>
          </w:tcPr>
          <w:p w14:paraId="6F5FCE87" w14:textId="77777777" w:rsidR="00AC0F4B" w:rsidRPr="00AC0F4B" w:rsidRDefault="00AC0F4B" w:rsidP="00A54E16">
            <w:pPr>
              <w:pStyle w:val="TextZelle"/>
              <w:jc w:val="center"/>
              <w:rPr>
                <w:color w:val="000000"/>
                <w:sz w:val="20"/>
              </w:rPr>
            </w:pPr>
          </w:p>
        </w:tc>
        <w:tc>
          <w:tcPr>
            <w:tcW w:w="3216" w:type="dxa"/>
          </w:tcPr>
          <w:p w14:paraId="49830063" w14:textId="77777777" w:rsidR="00AC0F4B" w:rsidRPr="00AC0F4B" w:rsidRDefault="00AC0F4B" w:rsidP="00A54E16">
            <w:pPr>
              <w:pStyle w:val="TextZelle"/>
              <w:rPr>
                <w:color w:val="000000"/>
                <w:sz w:val="20"/>
              </w:rPr>
            </w:pPr>
          </w:p>
        </w:tc>
      </w:tr>
    </w:tbl>
    <w:p w14:paraId="4C9D1FFD" w14:textId="77777777" w:rsidR="00AF40E6" w:rsidRPr="00232FA5" w:rsidRDefault="00AF40E6" w:rsidP="004E5FC6">
      <w:pPr>
        <w:pStyle w:val="berschrift2"/>
      </w:pPr>
      <w:r>
        <w:t>Weitere Ergebnisse</w:t>
      </w:r>
    </w:p>
    <w:p w14:paraId="42E11297" w14:textId="77777777" w:rsidR="00AF40E6" w:rsidRDefault="00AF40E6" w:rsidP="00AC0F4B">
      <w:pPr>
        <w:spacing w:after="240"/>
      </w:pPr>
      <w:r w:rsidRPr="00232FA5">
        <w:t>…</w:t>
      </w:r>
    </w:p>
    <w:p w14:paraId="4F92F0FD" w14:textId="77777777" w:rsidR="00D87890" w:rsidRPr="00232FA5" w:rsidRDefault="00D87890" w:rsidP="004E5FC6">
      <w:pPr>
        <w:pStyle w:val="berschrift2"/>
      </w:pPr>
      <w:r>
        <w:t>Nachhaltigkeit</w:t>
      </w:r>
      <w:r w:rsidRPr="00232FA5">
        <w:t xml:space="preserve"> </w:t>
      </w:r>
    </w:p>
    <w:p w14:paraId="5333F459" w14:textId="77777777" w:rsidR="00D87890" w:rsidRPr="00232FA5" w:rsidRDefault="00D87890" w:rsidP="00D87890">
      <w:pPr>
        <w:spacing w:after="240"/>
      </w:pPr>
      <w:r w:rsidRPr="00232FA5">
        <w:t>…</w:t>
      </w:r>
    </w:p>
    <w:p w14:paraId="0B31DD64" w14:textId="77777777" w:rsidR="00D87890" w:rsidRPr="00232FA5" w:rsidRDefault="00D87890" w:rsidP="004E5FC6">
      <w:pPr>
        <w:pStyle w:val="berschrift2"/>
      </w:pPr>
      <w:r w:rsidRPr="002E59EC">
        <w:t>Valorisierung</w:t>
      </w:r>
    </w:p>
    <w:p w14:paraId="1306FDC1" w14:textId="77777777" w:rsidR="00D87890" w:rsidRPr="00232FA5" w:rsidRDefault="00D87890" w:rsidP="00D87890">
      <w:pPr>
        <w:spacing w:after="240"/>
      </w:pPr>
      <w:r w:rsidRPr="00232FA5">
        <w:t>…</w:t>
      </w:r>
    </w:p>
    <w:p w14:paraId="0E417FFA" w14:textId="77777777" w:rsidR="00D87890" w:rsidRPr="00232FA5" w:rsidRDefault="00D87890" w:rsidP="004E5FC6">
      <w:pPr>
        <w:pStyle w:val="berschrift2"/>
      </w:pPr>
      <w:r>
        <w:t>Erfolgsrechnung</w:t>
      </w:r>
    </w:p>
    <w:p w14:paraId="01D74967" w14:textId="77777777" w:rsidR="00D87890" w:rsidRDefault="00D87890" w:rsidP="00D87890">
      <w:pPr>
        <w:spacing w:after="240"/>
      </w:pPr>
      <w:r w:rsidRPr="00232FA5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28"/>
        <w:gridCol w:w="1393"/>
        <w:gridCol w:w="1405"/>
      </w:tblGrid>
      <w:tr w:rsidR="00D87890" w:rsidRPr="00ED039A" w14:paraId="5B7AB6ED" w14:textId="77777777" w:rsidTr="00D55666">
        <w:tc>
          <w:tcPr>
            <w:tcW w:w="6628" w:type="dxa"/>
            <w:shd w:val="clear" w:color="auto" w:fill="auto"/>
          </w:tcPr>
          <w:p w14:paraId="3B27B502" w14:textId="77777777" w:rsidR="00D87890" w:rsidRPr="00ED039A" w:rsidRDefault="00D87890" w:rsidP="00D55666">
            <w:pPr>
              <w:pStyle w:val="TextZelle"/>
              <w:rPr>
                <w:color w:val="000000"/>
                <w:sz w:val="20"/>
              </w:rPr>
            </w:pPr>
          </w:p>
        </w:tc>
        <w:tc>
          <w:tcPr>
            <w:tcW w:w="1393" w:type="dxa"/>
            <w:shd w:val="clear" w:color="auto" w:fill="auto"/>
          </w:tcPr>
          <w:p w14:paraId="7D57D73B" w14:textId="77777777" w:rsidR="00D87890" w:rsidRPr="00ED039A" w:rsidRDefault="00D87890" w:rsidP="00D55666">
            <w:pPr>
              <w:pStyle w:val="TextZell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budgetiert</w:t>
            </w:r>
          </w:p>
        </w:tc>
        <w:tc>
          <w:tcPr>
            <w:tcW w:w="1405" w:type="dxa"/>
            <w:shd w:val="clear" w:color="auto" w:fill="auto"/>
          </w:tcPr>
          <w:p w14:paraId="2DE8EA8C" w14:textId="77777777" w:rsidR="00D87890" w:rsidRPr="00ED039A" w:rsidRDefault="00D87890" w:rsidP="00D55666">
            <w:pPr>
              <w:pStyle w:val="TextZell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effektiv</w:t>
            </w:r>
          </w:p>
        </w:tc>
      </w:tr>
      <w:tr w:rsidR="00D87890" w:rsidRPr="00ED039A" w14:paraId="397AE762" w14:textId="77777777" w:rsidTr="00D55666">
        <w:tc>
          <w:tcPr>
            <w:tcW w:w="6628" w:type="dxa"/>
            <w:shd w:val="clear" w:color="auto" w:fill="EAEAEA"/>
          </w:tcPr>
          <w:p w14:paraId="0DC89989" w14:textId="77777777" w:rsidR="00D87890" w:rsidRPr="00ED039A" w:rsidRDefault="00D87890" w:rsidP="00D55666">
            <w:pPr>
              <w:pStyle w:val="TextZell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Ausgaben</w:t>
            </w:r>
          </w:p>
        </w:tc>
        <w:tc>
          <w:tcPr>
            <w:tcW w:w="1393" w:type="dxa"/>
            <w:shd w:val="clear" w:color="auto" w:fill="EAEAEA"/>
          </w:tcPr>
          <w:p w14:paraId="63B6E4C6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  <w:tc>
          <w:tcPr>
            <w:tcW w:w="1405" w:type="dxa"/>
            <w:shd w:val="clear" w:color="auto" w:fill="EAEAEA"/>
          </w:tcPr>
          <w:p w14:paraId="7A736F1F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</w:tr>
      <w:tr w:rsidR="00D87890" w:rsidRPr="00ED039A" w14:paraId="161D88ED" w14:textId="77777777" w:rsidTr="00D55666">
        <w:tc>
          <w:tcPr>
            <w:tcW w:w="6628" w:type="dxa"/>
          </w:tcPr>
          <w:p w14:paraId="3B0B5C77" w14:textId="77777777" w:rsidR="00D87890" w:rsidRPr="00ED039A" w:rsidRDefault="00D87890" w:rsidP="00D55666">
            <w:pPr>
              <w:pStyle w:val="TextZell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  <w:tc>
          <w:tcPr>
            <w:tcW w:w="1393" w:type="dxa"/>
          </w:tcPr>
          <w:p w14:paraId="3DE70E1B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  <w:tc>
          <w:tcPr>
            <w:tcW w:w="1405" w:type="dxa"/>
          </w:tcPr>
          <w:p w14:paraId="64150995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</w:tr>
      <w:tr w:rsidR="00D87890" w:rsidRPr="00ED039A" w14:paraId="38B77248" w14:textId="77777777" w:rsidTr="00D55666">
        <w:tc>
          <w:tcPr>
            <w:tcW w:w="6628" w:type="dxa"/>
          </w:tcPr>
          <w:p w14:paraId="061A9FE1" w14:textId="77777777" w:rsidR="00D87890" w:rsidRPr="00ED039A" w:rsidRDefault="00D87890" w:rsidP="00D55666">
            <w:pPr>
              <w:pStyle w:val="TextZell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  <w:tc>
          <w:tcPr>
            <w:tcW w:w="1393" w:type="dxa"/>
          </w:tcPr>
          <w:p w14:paraId="46741B8F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  <w:tc>
          <w:tcPr>
            <w:tcW w:w="1405" w:type="dxa"/>
          </w:tcPr>
          <w:p w14:paraId="6F5205DA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</w:tr>
      <w:tr w:rsidR="00D87890" w:rsidRPr="00ED039A" w14:paraId="122214FA" w14:textId="77777777" w:rsidTr="00D55666">
        <w:tc>
          <w:tcPr>
            <w:tcW w:w="6628" w:type="dxa"/>
          </w:tcPr>
          <w:p w14:paraId="70A8182F" w14:textId="77777777" w:rsidR="00D87890" w:rsidRPr="00ED039A" w:rsidRDefault="00D87890" w:rsidP="00D55666">
            <w:pPr>
              <w:pStyle w:val="TextZell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  <w:tc>
          <w:tcPr>
            <w:tcW w:w="1393" w:type="dxa"/>
          </w:tcPr>
          <w:p w14:paraId="7BB4AFB8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  <w:tc>
          <w:tcPr>
            <w:tcW w:w="1405" w:type="dxa"/>
          </w:tcPr>
          <w:p w14:paraId="5DC60E5E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</w:tr>
      <w:tr w:rsidR="00D87890" w:rsidRPr="00ED039A" w14:paraId="424C3F0C" w14:textId="77777777" w:rsidTr="00D55666">
        <w:tc>
          <w:tcPr>
            <w:tcW w:w="6628" w:type="dxa"/>
          </w:tcPr>
          <w:p w14:paraId="408B72B8" w14:textId="77777777" w:rsidR="00D87890" w:rsidRPr="00ED039A" w:rsidRDefault="00D87890" w:rsidP="00D55666">
            <w:pPr>
              <w:pStyle w:val="TextZell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lastRenderedPageBreak/>
              <w:t>…</w:t>
            </w:r>
          </w:p>
        </w:tc>
        <w:tc>
          <w:tcPr>
            <w:tcW w:w="1393" w:type="dxa"/>
          </w:tcPr>
          <w:p w14:paraId="40BCC3A7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  <w:tc>
          <w:tcPr>
            <w:tcW w:w="1405" w:type="dxa"/>
          </w:tcPr>
          <w:p w14:paraId="24AAAA19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</w:tr>
      <w:tr w:rsidR="00D87890" w:rsidRPr="00ED039A" w14:paraId="4B069F2E" w14:textId="77777777" w:rsidTr="00D55666">
        <w:tc>
          <w:tcPr>
            <w:tcW w:w="6628" w:type="dxa"/>
            <w:shd w:val="clear" w:color="auto" w:fill="EAEAEA"/>
          </w:tcPr>
          <w:p w14:paraId="021B9185" w14:textId="77777777" w:rsidR="00D87890" w:rsidRPr="00ED039A" w:rsidRDefault="00D87890" w:rsidP="00D55666">
            <w:pPr>
              <w:pStyle w:val="TextZell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Einnahmen</w:t>
            </w:r>
          </w:p>
        </w:tc>
        <w:tc>
          <w:tcPr>
            <w:tcW w:w="1393" w:type="dxa"/>
            <w:shd w:val="clear" w:color="auto" w:fill="EAEAEA"/>
          </w:tcPr>
          <w:p w14:paraId="76AA4CD7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  <w:tc>
          <w:tcPr>
            <w:tcW w:w="1405" w:type="dxa"/>
            <w:shd w:val="clear" w:color="auto" w:fill="EAEAEA"/>
          </w:tcPr>
          <w:p w14:paraId="7E52D6C7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</w:tr>
      <w:tr w:rsidR="00D87890" w:rsidRPr="00ED039A" w14:paraId="52A493E8" w14:textId="77777777" w:rsidTr="00D55666">
        <w:tc>
          <w:tcPr>
            <w:tcW w:w="6628" w:type="dxa"/>
          </w:tcPr>
          <w:p w14:paraId="58159089" w14:textId="77777777" w:rsidR="00D87890" w:rsidRPr="00ED039A" w:rsidRDefault="00D87890" w:rsidP="00D55666">
            <w:pPr>
              <w:pStyle w:val="TextZell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  <w:tc>
          <w:tcPr>
            <w:tcW w:w="1393" w:type="dxa"/>
          </w:tcPr>
          <w:p w14:paraId="4E56B607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  <w:tc>
          <w:tcPr>
            <w:tcW w:w="1405" w:type="dxa"/>
          </w:tcPr>
          <w:p w14:paraId="6F9217B6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</w:tr>
      <w:tr w:rsidR="00D87890" w:rsidRPr="00ED039A" w14:paraId="366D6998" w14:textId="77777777" w:rsidTr="00D55666">
        <w:tc>
          <w:tcPr>
            <w:tcW w:w="6628" w:type="dxa"/>
          </w:tcPr>
          <w:p w14:paraId="0ECB0F9D" w14:textId="77777777" w:rsidR="00D87890" w:rsidRPr="00ED039A" w:rsidRDefault="00D87890" w:rsidP="00D55666">
            <w:pPr>
              <w:pStyle w:val="TextZell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  <w:tc>
          <w:tcPr>
            <w:tcW w:w="1393" w:type="dxa"/>
          </w:tcPr>
          <w:p w14:paraId="1F22B5D5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  <w:tc>
          <w:tcPr>
            <w:tcW w:w="1405" w:type="dxa"/>
          </w:tcPr>
          <w:p w14:paraId="11A65DE9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</w:tr>
      <w:tr w:rsidR="00D87890" w:rsidRPr="00ED039A" w14:paraId="4A3EBB2F" w14:textId="77777777" w:rsidTr="00D55666">
        <w:tc>
          <w:tcPr>
            <w:tcW w:w="6628" w:type="dxa"/>
          </w:tcPr>
          <w:p w14:paraId="1E78BDAB" w14:textId="77777777" w:rsidR="00D87890" w:rsidRPr="00ED039A" w:rsidRDefault="00D87890" w:rsidP="00D55666">
            <w:pPr>
              <w:pStyle w:val="TextZell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  <w:tc>
          <w:tcPr>
            <w:tcW w:w="1393" w:type="dxa"/>
          </w:tcPr>
          <w:p w14:paraId="19110D9C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  <w:tc>
          <w:tcPr>
            <w:tcW w:w="1405" w:type="dxa"/>
          </w:tcPr>
          <w:p w14:paraId="3E43CDE6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</w:tr>
      <w:tr w:rsidR="00D87890" w:rsidRPr="00ED039A" w14:paraId="369B6640" w14:textId="77777777" w:rsidTr="00D55666">
        <w:tc>
          <w:tcPr>
            <w:tcW w:w="6628" w:type="dxa"/>
            <w:tcBorders>
              <w:bottom w:val="single" w:sz="4" w:space="0" w:color="C0C0C0"/>
            </w:tcBorders>
          </w:tcPr>
          <w:p w14:paraId="639FD09D" w14:textId="77777777" w:rsidR="00D87890" w:rsidRPr="00ED039A" w:rsidRDefault="00D87890" w:rsidP="00D55666">
            <w:pPr>
              <w:pStyle w:val="TextZell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  <w:tc>
          <w:tcPr>
            <w:tcW w:w="1393" w:type="dxa"/>
            <w:tcBorders>
              <w:bottom w:val="single" w:sz="4" w:space="0" w:color="C0C0C0"/>
            </w:tcBorders>
          </w:tcPr>
          <w:p w14:paraId="05130F60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  <w:tc>
          <w:tcPr>
            <w:tcW w:w="1405" w:type="dxa"/>
            <w:tcBorders>
              <w:bottom w:val="single" w:sz="4" w:space="0" w:color="C0C0C0"/>
            </w:tcBorders>
          </w:tcPr>
          <w:p w14:paraId="47417E69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</w:tr>
      <w:tr w:rsidR="00D87890" w:rsidRPr="00ED039A" w14:paraId="60C023FC" w14:textId="77777777" w:rsidTr="00D55666">
        <w:tc>
          <w:tcPr>
            <w:tcW w:w="6628" w:type="dxa"/>
            <w:shd w:val="clear" w:color="auto" w:fill="E6E6E6"/>
          </w:tcPr>
          <w:p w14:paraId="02AE7281" w14:textId="77777777" w:rsidR="00D87890" w:rsidRPr="00ED039A" w:rsidRDefault="00D87890" w:rsidP="00D55666">
            <w:pPr>
              <w:pStyle w:val="TextZell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Total</w:t>
            </w:r>
          </w:p>
        </w:tc>
        <w:tc>
          <w:tcPr>
            <w:tcW w:w="1393" w:type="dxa"/>
            <w:shd w:val="clear" w:color="auto" w:fill="E6E6E6"/>
          </w:tcPr>
          <w:p w14:paraId="796B7CC0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  <w:tc>
          <w:tcPr>
            <w:tcW w:w="1405" w:type="dxa"/>
            <w:shd w:val="clear" w:color="auto" w:fill="E6E6E6"/>
          </w:tcPr>
          <w:p w14:paraId="2B9DD34E" w14:textId="77777777" w:rsidR="00D87890" w:rsidRPr="00ED039A" w:rsidRDefault="00D87890" w:rsidP="00D55666">
            <w:pPr>
              <w:pStyle w:val="TextZelle"/>
              <w:jc w:val="right"/>
              <w:rPr>
                <w:color w:val="000000"/>
                <w:sz w:val="20"/>
              </w:rPr>
            </w:pPr>
          </w:p>
        </w:tc>
      </w:tr>
    </w:tbl>
    <w:p w14:paraId="72339572" w14:textId="77777777" w:rsidR="00D87890" w:rsidRPr="00232FA5" w:rsidRDefault="00D87890" w:rsidP="004E5FC6">
      <w:pPr>
        <w:pStyle w:val="berschrift2"/>
      </w:pPr>
      <w:r w:rsidRPr="00D87890">
        <w:t>Wirtschaftlichkeit</w:t>
      </w:r>
    </w:p>
    <w:p w14:paraId="3FF935CB" w14:textId="77777777" w:rsidR="00D87890" w:rsidRDefault="00D87890" w:rsidP="00D87890">
      <w:pPr>
        <w:spacing w:after="240"/>
      </w:pPr>
      <w:r w:rsidRPr="00232FA5">
        <w:t>…</w:t>
      </w:r>
    </w:p>
    <w:p w14:paraId="56917E7E" w14:textId="77777777" w:rsidR="00075A7C" w:rsidRPr="0048271D" w:rsidRDefault="00D87890" w:rsidP="00E83972">
      <w:pPr>
        <w:pStyle w:val="berschrift1"/>
      </w:pPr>
      <w:r w:rsidRPr="0048271D">
        <w:t>Fazit und Ausblick</w:t>
      </w:r>
    </w:p>
    <w:p w14:paraId="26AE8822" w14:textId="77777777" w:rsidR="00B365DE" w:rsidRPr="00232FA5" w:rsidRDefault="00D87890" w:rsidP="004E5FC6">
      <w:pPr>
        <w:pStyle w:val="berschrift2"/>
      </w:pPr>
      <w:r w:rsidRPr="00D87890">
        <w:t>Gesamtbeurteilung</w:t>
      </w:r>
    </w:p>
    <w:p w14:paraId="10A94A75" w14:textId="77777777" w:rsidR="00351C6E" w:rsidRPr="005C5A54" w:rsidRDefault="00D87890" w:rsidP="00351C6E">
      <w:pPr>
        <w:spacing w:after="240"/>
      </w:pPr>
      <w:r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6"/>
        <w:gridCol w:w="4680"/>
      </w:tblGrid>
      <w:tr w:rsidR="00351C6E" w:rsidRPr="00ED039A" w14:paraId="65BB7BF9" w14:textId="77777777" w:rsidTr="00810BE2">
        <w:trPr>
          <w:trHeight w:val="92"/>
        </w:trPr>
        <w:tc>
          <w:tcPr>
            <w:tcW w:w="4746" w:type="dxa"/>
            <w:shd w:val="clear" w:color="auto" w:fill="EAEAEA"/>
          </w:tcPr>
          <w:p w14:paraId="499A36A1" w14:textId="77777777" w:rsidR="00351C6E" w:rsidRPr="00ED039A" w:rsidRDefault="00351C6E" w:rsidP="00810BE2">
            <w:pPr>
              <w:pStyle w:val="TextZell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Stärken</w:t>
            </w:r>
          </w:p>
        </w:tc>
        <w:tc>
          <w:tcPr>
            <w:tcW w:w="4680" w:type="dxa"/>
            <w:shd w:val="clear" w:color="auto" w:fill="EAEAEA"/>
          </w:tcPr>
          <w:p w14:paraId="3C2EAD4F" w14:textId="77777777" w:rsidR="00351C6E" w:rsidRPr="00ED039A" w:rsidRDefault="00351C6E" w:rsidP="00810BE2">
            <w:pPr>
              <w:pStyle w:val="TextZell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Schwächen</w:t>
            </w:r>
          </w:p>
        </w:tc>
      </w:tr>
      <w:tr w:rsidR="00351C6E" w:rsidRPr="00ED039A" w14:paraId="56140698" w14:textId="77777777" w:rsidTr="00810BE2">
        <w:trPr>
          <w:trHeight w:val="92"/>
        </w:trPr>
        <w:tc>
          <w:tcPr>
            <w:tcW w:w="4746" w:type="dxa"/>
          </w:tcPr>
          <w:p w14:paraId="648FFC36" w14:textId="77777777" w:rsidR="00351C6E" w:rsidRPr="00ED039A" w:rsidRDefault="00351C6E" w:rsidP="00810BE2">
            <w:pPr>
              <w:pStyle w:val="Eingab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  <w:tc>
          <w:tcPr>
            <w:tcW w:w="4680" w:type="dxa"/>
          </w:tcPr>
          <w:p w14:paraId="02CB8E05" w14:textId="77777777" w:rsidR="00351C6E" w:rsidRPr="00ED039A" w:rsidRDefault="00351C6E" w:rsidP="00810BE2">
            <w:pPr>
              <w:pStyle w:val="Eingab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</w:tr>
    </w:tbl>
    <w:p w14:paraId="0561009C" w14:textId="568CF097" w:rsidR="00351C6E" w:rsidRPr="009A6969" w:rsidRDefault="000359A5" w:rsidP="009A6969">
      <w:pPr>
        <w:pStyle w:val="berschrift3"/>
      </w:pPr>
      <w:r w:rsidRPr="009A6969">
        <w:t>Förderliche Faktoren</w:t>
      </w:r>
    </w:p>
    <w:p w14:paraId="6E5FBA3F" w14:textId="003D462A" w:rsidR="000359A5" w:rsidRPr="000359A5" w:rsidRDefault="000359A5" w:rsidP="00D87890">
      <w:pPr>
        <w:spacing w:after="240"/>
      </w:pPr>
      <w:r w:rsidRPr="00232FA5">
        <w:t>…</w:t>
      </w:r>
    </w:p>
    <w:p w14:paraId="1BF1992F" w14:textId="1E8E56ED" w:rsidR="000359A5" w:rsidRDefault="000359A5" w:rsidP="009A6969">
      <w:pPr>
        <w:pStyle w:val="berschrift3"/>
      </w:pPr>
      <w:r w:rsidRPr="00ED039A">
        <w:t>Hinderliche Faktoren</w:t>
      </w:r>
    </w:p>
    <w:p w14:paraId="62084012" w14:textId="0F490B25" w:rsidR="000359A5" w:rsidRDefault="000359A5" w:rsidP="00D87890">
      <w:pPr>
        <w:spacing w:after="240"/>
      </w:pPr>
      <w:r w:rsidRPr="00232FA5">
        <w:t>…</w:t>
      </w:r>
    </w:p>
    <w:p w14:paraId="75610349" w14:textId="77777777" w:rsidR="00B365DE" w:rsidRDefault="00D87890" w:rsidP="004E5FC6">
      <w:pPr>
        <w:pStyle w:val="berschrift2"/>
      </w:pPr>
      <w:r>
        <w:t>Chancen und Risiken</w:t>
      </w:r>
    </w:p>
    <w:p w14:paraId="25C80494" w14:textId="77777777" w:rsidR="00B365DE" w:rsidRDefault="00B365DE" w:rsidP="00B365DE">
      <w:pPr>
        <w:spacing w:after="240"/>
      </w:pPr>
      <w:r w:rsidRPr="00232FA5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6"/>
        <w:gridCol w:w="4680"/>
      </w:tblGrid>
      <w:tr w:rsidR="00C80EC5" w:rsidRPr="00ED039A" w14:paraId="40098AC6" w14:textId="77777777" w:rsidTr="00E455DC">
        <w:trPr>
          <w:trHeight w:val="92"/>
        </w:trPr>
        <w:tc>
          <w:tcPr>
            <w:tcW w:w="4746" w:type="dxa"/>
            <w:shd w:val="clear" w:color="auto" w:fill="EAEAEA"/>
          </w:tcPr>
          <w:p w14:paraId="33228FE1" w14:textId="58FFE292" w:rsidR="00C80EC5" w:rsidRPr="00ED039A" w:rsidRDefault="00C80EC5" w:rsidP="00E455DC">
            <w:pPr>
              <w:pStyle w:val="TextZelle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Chancen</w:t>
            </w:r>
          </w:p>
        </w:tc>
        <w:tc>
          <w:tcPr>
            <w:tcW w:w="4680" w:type="dxa"/>
            <w:shd w:val="clear" w:color="auto" w:fill="EAEAEA"/>
          </w:tcPr>
          <w:p w14:paraId="4FF68999" w14:textId="0BE4E107" w:rsidR="00C80EC5" w:rsidRPr="00ED039A" w:rsidRDefault="00C80EC5" w:rsidP="00E455DC">
            <w:pPr>
              <w:pStyle w:val="TextZelle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Ris</w:t>
            </w:r>
            <w:r w:rsidR="002D5DC5">
              <w:rPr>
                <w:color w:val="000000"/>
                <w:sz w:val="20"/>
              </w:rPr>
              <w:t>ik</w:t>
            </w:r>
            <w:r>
              <w:rPr>
                <w:color w:val="000000"/>
                <w:sz w:val="20"/>
              </w:rPr>
              <w:t>en</w:t>
            </w:r>
          </w:p>
        </w:tc>
      </w:tr>
      <w:tr w:rsidR="00C80EC5" w:rsidRPr="00ED039A" w14:paraId="10867540" w14:textId="77777777" w:rsidTr="00E455DC">
        <w:trPr>
          <w:trHeight w:val="92"/>
        </w:trPr>
        <w:tc>
          <w:tcPr>
            <w:tcW w:w="4746" w:type="dxa"/>
          </w:tcPr>
          <w:p w14:paraId="491D9FC0" w14:textId="77777777" w:rsidR="00C80EC5" w:rsidRPr="00ED039A" w:rsidRDefault="00C80EC5" w:rsidP="00E455DC">
            <w:pPr>
              <w:pStyle w:val="Eingab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  <w:tc>
          <w:tcPr>
            <w:tcW w:w="4680" w:type="dxa"/>
          </w:tcPr>
          <w:p w14:paraId="10867014" w14:textId="77777777" w:rsidR="00C80EC5" w:rsidRPr="00ED039A" w:rsidRDefault="00C80EC5" w:rsidP="00E455DC">
            <w:pPr>
              <w:pStyle w:val="Eingabe"/>
              <w:rPr>
                <w:color w:val="000000"/>
                <w:sz w:val="20"/>
              </w:rPr>
            </w:pPr>
            <w:r w:rsidRPr="00ED039A">
              <w:rPr>
                <w:color w:val="000000"/>
                <w:sz w:val="20"/>
              </w:rPr>
              <w:t>…</w:t>
            </w:r>
          </w:p>
        </w:tc>
      </w:tr>
    </w:tbl>
    <w:p w14:paraId="348D7DDE" w14:textId="77777777" w:rsidR="00C80EC5" w:rsidRDefault="00C80EC5" w:rsidP="00B365DE">
      <w:pPr>
        <w:spacing w:after="240"/>
      </w:pPr>
    </w:p>
    <w:p w14:paraId="05645B64" w14:textId="77777777" w:rsidR="00B365DE" w:rsidRPr="00232FA5" w:rsidRDefault="00D87890" w:rsidP="004E5FC6">
      <w:pPr>
        <w:pStyle w:val="berschrift2"/>
      </w:pPr>
      <w:r w:rsidRPr="00D87890">
        <w:t>Empfehlungen</w:t>
      </w:r>
    </w:p>
    <w:p w14:paraId="7612B296" w14:textId="77777777" w:rsidR="00B365DE" w:rsidRPr="00232FA5" w:rsidRDefault="00B365DE" w:rsidP="00B365DE">
      <w:pPr>
        <w:spacing w:after="240"/>
      </w:pPr>
      <w:r w:rsidRPr="00232FA5">
        <w:t>…</w:t>
      </w:r>
    </w:p>
    <w:p w14:paraId="465A2B96" w14:textId="77777777" w:rsidR="00075A7C" w:rsidRPr="00232FA5" w:rsidRDefault="00D87890" w:rsidP="004E5FC6">
      <w:pPr>
        <w:pStyle w:val="berschrift2"/>
      </w:pPr>
      <w:r w:rsidRPr="002E59EC">
        <w:t>Anmerkungen</w:t>
      </w:r>
    </w:p>
    <w:p w14:paraId="0C470684" w14:textId="77777777" w:rsidR="00075A7C" w:rsidRDefault="00075A7C" w:rsidP="00AC0F4B">
      <w:pPr>
        <w:spacing w:after="240"/>
      </w:pPr>
      <w:r w:rsidRPr="00232FA5">
        <w:t>…</w:t>
      </w:r>
    </w:p>
    <w:p w14:paraId="1BD1B472" w14:textId="77777777" w:rsidR="00AC0F4B" w:rsidRPr="00232FA5" w:rsidRDefault="00AC0F4B" w:rsidP="00AC0F4B">
      <w:pPr>
        <w:spacing w:after="240"/>
      </w:pPr>
    </w:p>
    <w:p w14:paraId="57043F9F" w14:textId="77777777" w:rsidR="00AF40E6" w:rsidRPr="00FA1FB0" w:rsidRDefault="00075A7C" w:rsidP="00AC0F4B">
      <w:pPr>
        <w:pStyle w:val="Eingabe"/>
        <w:rPr>
          <w:sz w:val="6"/>
        </w:rPr>
      </w:pPr>
      <w:r>
        <w:br w:type="page"/>
      </w:r>
    </w:p>
    <w:p w14:paraId="4EA89BA2" w14:textId="237DE767" w:rsidR="002D5DC5" w:rsidRPr="00B56C0A" w:rsidRDefault="002D5DC5" w:rsidP="002D5DC5">
      <w:pPr>
        <w:rPr>
          <w:b/>
          <w:color w:val="000000"/>
          <w:sz w:val="28"/>
        </w:rPr>
      </w:pPr>
      <w:r w:rsidRPr="00BC21C6">
        <w:rPr>
          <w:b/>
          <w:color w:val="000000"/>
          <w:sz w:val="28"/>
        </w:rPr>
        <w:t>Bewertungsprofil</w:t>
      </w:r>
      <w:bookmarkStart w:id="1" w:name="_GoBack"/>
      <w:bookmarkEnd w:id="1"/>
    </w:p>
    <w:tbl>
      <w:tblPr>
        <w:tblW w:w="9639" w:type="dxa"/>
        <w:tblInd w:w="70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1134"/>
        <w:gridCol w:w="426"/>
        <w:gridCol w:w="425"/>
        <w:gridCol w:w="425"/>
        <w:gridCol w:w="425"/>
      </w:tblGrid>
      <w:tr w:rsidR="00B56C0A" w:rsidRPr="00B56C0A" w14:paraId="4BDC58C3" w14:textId="77777777" w:rsidTr="004E5FC6">
        <w:trPr>
          <w:cantSplit/>
        </w:trPr>
        <w:tc>
          <w:tcPr>
            <w:tcW w:w="6804" w:type="dxa"/>
            <w:tcBorders>
              <w:bottom w:val="single" w:sz="4" w:space="0" w:color="C0C0C0"/>
            </w:tcBorders>
            <w:shd w:val="clear" w:color="auto" w:fill="auto"/>
          </w:tcPr>
          <w:p w14:paraId="0BBC9423" w14:textId="77777777" w:rsidR="00B56C0A" w:rsidRPr="00B56C0A" w:rsidRDefault="00B56C0A" w:rsidP="00E455DC">
            <w:pPr>
              <w:pStyle w:val="ZelleStandardplus"/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C8BC9E5" w14:textId="72625CF2" w:rsidR="00B56C0A" w:rsidRPr="00C40039" w:rsidRDefault="00B56C0A" w:rsidP="004E5FC6">
            <w:pPr>
              <w:pStyle w:val="ZelleTitelzentr"/>
              <w:rPr>
                <w:rFonts w:ascii="Arial" w:hAnsi="Arial"/>
                <w:b w:val="0"/>
                <w:color w:val="000000"/>
              </w:rPr>
            </w:pPr>
            <w:r w:rsidRPr="00C40039">
              <w:rPr>
                <w:rFonts w:ascii="Arial" w:hAnsi="Arial"/>
                <w:b w:val="0"/>
                <w:color w:val="000000"/>
                <w:sz w:val="18"/>
              </w:rPr>
              <w:t xml:space="preserve">nicht </w:t>
            </w:r>
            <w:r w:rsidR="004E5FC6" w:rsidRPr="00C40039">
              <w:rPr>
                <w:rFonts w:ascii="Arial" w:hAnsi="Arial"/>
                <w:b w:val="0"/>
                <w:color w:val="000000"/>
                <w:sz w:val="18"/>
              </w:rPr>
              <w:br/>
            </w:r>
            <w:r w:rsidRPr="00C40039">
              <w:rPr>
                <w:rFonts w:ascii="Arial" w:hAnsi="Arial"/>
                <w:b w:val="0"/>
                <w:color w:val="000000"/>
                <w:sz w:val="18"/>
              </w:rPr>
              <w:t>rel</w:t>
            </w:r>
            <w:r w:rsidRPr="00C40039">
              <w:rPr>
                <w:rFonts w:ascii="Arial" w:hAnsi="Arial"/>
                <w:b w:val="0"/>
                <w:color w:val="000000"/>
                <w:sz w:val="18"/>
              </w:rPr>
              <w:t>e</w:t>
            </w:r>
            <w:r w:rsidRPr="00C40039">
              <w:rPr>
                <w:rFonts w:ascii="Arial" w:hAnsi="Arial"/>
                <w:b w:val="0"/>
                <w:color w:val="000000"/>
                <w:sz w:val="18"/>
              </w:rPr>
              <w:t>vant</w:t>
            </w:r>
          </w:p>
        </w:tc>
        <w:tc>
          <w:tcPr>
            <w:tcW w:w="426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9CD4575" w14:textId="77777777" w:rsidR="00B56C0A" w:rsidRPr="00C40039" w:rsidRDefault="00B56C0A" w:rsidP="004E5FC6">
            <w:pPr>
              <w:pStyle w:val="ZelleTitelzentr"/>
              <w:rPr>
                <w:color w:val="000000"/>
              </w:rPr>
            </w:pPr>
            <w:r w:rsidRPr="00C40039">
              <w:rPr>
                <w:color w:val="000000"/>
              </w:rPr>
              <w:t>--</w:t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2EE8F97" w14:textId="77777777" w:rsidR="00B56C0A" w:rsidRPr="00C40039" w:rsidRDefault="00B56C0A" w:rsidP="004E5FC6">
            <w:pPr>
              <w:pStyle w:val="ZelleTitelzentr"/>
              <w:rPr>
                <w:color w:val="000000"/>
              </w:rPr>
            </w:pPr>
            <w:r w:rsidRPr="00C40039">
              <w:rPr>
                <w:color w:val="000000"/>
              </w:rPr>
              <w:t>-</w:t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50777E3" w14:textId="77777777" w:rsidR="00B56C0A" w:rsidRPr="00C40039" w:rsidRDefault="00B56C0A" w:rsidP="004E5FC6">
            <w:pPr>
              <w:pStyle w:val="ZelleTitelzentr"/>
              <w:rPr>
                <w:color w:val="000000"/>
              </w:rPr>
            </w:pPr>
            <w:r w:rsidRPr="00C40039">
              <w:rPr>
                <w:color w:val="000000"/>
              </w:rPr>
              <w:t>+</w:t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A8F05C0" w14:textId="77777777" w:rsidR="00B56C0A" w:rsidRPr="00C40039" w:rsidRDefault="00B56C0A" w:rsidP="004E5FC6">
            <w:pPr>
              <w:pStyle w:val="ZelleTitelzentr"/>
              <w:rPr>
                <w:color w:val="000000"/>
              </w:rPr>
            </w:pPr>
            <w:r w:rsidRPr="00C40039">
              <w:rPr>
                <w:color w:val="000000"/>
              </w:rPr>
              <w:t>++</w:t>
            </w:r>
          </w:p>
        </w:tc>
      </w:tr>
      <w:tr w:rsidR="001A1F26" w:rsidRPr="00D34036" w14:paraId="0B2D73A3" w14:textId="77777777" w:rsidTr="001A1F26">
        <w:trPr>
          <w:cantSplit/>
        </w:trPr>
        <w:tc>
          <w:tcPr>
            <w:tcW w:w="6804" w:type="dxa"/>
            <w:shd w:val="clear" w:color="auto" w:fill="D9D9D9"/>
          </w:tcPr>
          <w:p w14:paraId="5F460BA7" w14:textId="77777777" w:rsidR="00B56C0A" w:rsidRPr="00D34036" w:rsidRDefault="00B56C0A" w:rsidP="00E455DC">
            <w:pPr>
              <w:pStyle w:val="ZelleStandardplus"/>
              <w:spacing w:before="40" w:after="40"/>
              <w:rPr>
                <w:rFonts w:ascii="Myriad Pro Light" w:hAnsi="Myriad Pro Light"/>
                <w:b/>
                <w:color w:val="000000"/>
              </w:rPr>
            </w:pPr>
            <w:r w:rsidRPr="00D34036">
              <w:rPr>
                <w:rFonts w:ascii="Myriad Pro Light" w:hAnsi="Myriad Pro Light"/>
                <w:b/>
                <w:color w:val="000000"/>
              </w:rPr>
              <w:t>1.</w:t>
            </w:r>
            <w:r w:rsidRPr="00D34036">
              <w:rPr>
                <w:rFonts w:ascii="Myriad Pro Light" w:hAnsi="Myriad Pro Light"/>
                <w:b/>
                <w:color w:val="000000"/>
              </w:rPr>
              <w:tab/>
            </w:r>
            <w:r w:rsidRPr="00C618B7">
              <w:rPr>
                <w:b/>
                <w:color w:val="000000"/>
              </w:rPr>
              <w:t xml:space="preserve">Grundlagen der </w:t>
            </w:r>
            <w:r w:rsidRPr="00D34036">
              <w:rPr>
                <w:b/>
                <w:color w:val="000000"/>
              </w:rPr>
              <w:t>Gesundheitsförderung und Prävention</w:t>
            </w:r>
          </w:p>
        </w:tc>
        <w:tc>
          <w:tcPr>
            <w:tcW w:w="1134" w:type="dxa"/>
            <w:shd w:val="clear" w:color="auto" w:fill="D9D9D9"/>
          </w:tcPr>
          <w:p w14:paraId="1D39E534" w14:textId="77777777" w:rsidR="00B56C0A" w:rsidRPr="00D34036" w:rsidRDefault="00B56C0A" w:rsidP="00E455DC">
            <w:pPr>
              <w:pStyle w:val="ZelleStandardplus"/>
              <w:spacing w:before="40" w:after="40"/>
              <w:rPr>
                <w:b/>
                <w:color w:val="000000"/>
              </w:rPr>
            </w:pPr>
          </w:p>
        </w:tc>
        <w:tc>
          <w:tcPr>
            <w:tcW w:w="1701" w:type="dxa"/>
            <w:gridSpan w:val="4"/>
            <w:shd w:val="clear" w:color="auto" w:fill="D9D9D9"/>
          </w:tcPr>
          <w:p w14:paraId="511AC612" w14:textId="77777777" w:rsidR="00B56C0A" w:rsidRPr="00D34036" w:rsidRDefault="00B56C0A" w:rsidP="00E455DC">
            <w:pPr>
              <w:pStyle w:val="ZelleStandardplus"/>
              <w:spacing w:before="40" w:after="40"/>
              <w:rPr>
                <w:b/>
                <w:color w:val="000000"/>
              </w:rPr>
            </w:pPr>
          </w:p>
        </w:tc>
      </w:tr>
      <w:tr w:rsidR="00B56C0A" w:rsidRPr="00D34036" w14:paraId="236C5B5C" w14:textId="77777777" w:rsidTr="00B56C0A">
        <w:trPr>
          <w:cantSplit/>
        </w:trPr>
        <w:tc>
          <w:tcPr>
            <w:tcW w:w="6804" w:type="dxa"/>
            <w:tcBorders>
              <w:bottom w:val="single" w:sz="4" w:space="0" w:color="C0C0C0"/>
            </w:tcBorders>
            <w:shd w:val="clear" w:color="auto" w:fill="auto"/>
          </w:tcPr>
          <w:p w14:paraId="69B9F88C" w14:textId="77777777" w:rsidR="00B56C0A" w:rsidRPr="00D34036" w:rsidRDefault="00B56C0A" w:rsidP="00E455DC">
            <w:pPr>
              <w:pStyle w:val="ZelleStandardplus"/>
              <w:spacing w:before="40" w:after="40"/>
              <w:rPr>
                <w:color w:val="000000"/>
              </w:rPr>
            </w:pPr>
            <w:r w:rsidRPr="00D34036">
              <w:rPr>
                <w:color w:val="000000"/>
              </w:rPr>
              <w:t>1.1</w:t>
            </w:r>
            <w:r w:rsidRPr="00D34036">
              <w:rPr>
                <w:color w:val="000000"/>
              </w:rPr>
              <w:tab/>
              <w:t>Das Programm berücksichtigt die Grundsätze und Handlungsprinzipien der Gesundheitsförderung und Prävention.</w:t>
            </w:r>
            <w:r w:rsidRPr="00D34036">
              <w:rPr>
                <w:color w:val="000000"/>
              </w:rPr>
              <w:br/>
            </w:r>
            <w:r w:rsidRPr="00D34036">
              <w:rPr>
                <w:color w:val="000000"/>
                <w:sz w:val="18"/>
              </w:rPr>
              <w:t>(Umfassendes Gesundheitsverständnis, Salutogenese und Ressourcenorie</w:t>
            </w:r>
            <w:r w:rsidRPr="00D34036">
              <w:rPr>
                <w:color w:val="000000"/>
                <w:sz w:val="18"/>
              </w:rPr>
              <w:t>n</w:t>
            </w:r>
            <w:r w:rsidRPr="00D34036">
              <w:rPr>
                <w:color w:val="000000"/>
                <w:sz w:val="18"/>
              </w:rPr>
              <w:t xml:space="preserve">tierung, </w:t>
            </w:r>
            <w:proofErr w:type="spellStart"/>
            <w:r w:rsidRPr="00D34036">
              <w:rPr>
                <w:color w:val="000000"/>
                <w:sz w:val="18"/>
              </w:rPr>
              <w:t>Empowerment</w:t>
            </w:r>
            <w:proofErr w:type="spellEnd"/>
            <w:r w:rsidRPr="00D34036">
              <w:rPr>
                <w:color w:val="000000"/>
                <w:sz w:val="18"/>
              </w:rPr>
              <w:t xml:space="preserve">, Partizipation, </w:t>
            </w:r>
            <w:proofErr w:type="spellStart"/>
            <w:r w:rsidRPr="00D34036">
              <w:rPr>
                <w:color w:val="000000"/>
                <w:sz w:val="18"/>
              </w:rPr>
              <w:t>Settingansatz</w:t>
            </w:r>
            <w:proofErr w:type="spellEnd"/>
            <w:r w:rsidRPr="00D34036">
              <w:rPr>
                <w:color w:val="000000"/>
                <w:sz w:val="18"/>
              </w:rPr>
              <w:t>, gesundheitliche Cha</w:t>
            </w:r>
            <w:r w:rsidRPr="00D34036">
              <w:rPr>
                <w:color w:val="000000"/>
                <w:sz w:val="18"/>
              </w:rPr>
              <w:t>n</w:t>
            </w:r>
            <w:r w:rsidRPr="00D34036">
              <w:rPr>
                <w:color w:val="000000"/>
                <w:sz w:val="18"/>
              </w:rPr>
              <w:t>cengleichheit)</w:t>
            </w:r>
          </w:p>
        </w:tc>
        <w:tc>
          <w:tcPr>
            <w:tcW w:w="1134" w:type="dxa"/>
            <w:tcBorders>
              <w:bottom w:val="single" w:sz="4" w:space="0" w:color="C0C0C0"/>
            </w:tcBorders>
            <w:shd w:val="clear" w:color="auto" w:fill="auto"/>
          </w:tcPr>
          <w:p w14:paraId="1E8105E0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6" w:type="dxa"/>
            <w:tcBorders>
              <w:bottom w:val="single" w:sz="4" w:space="0" w:color="C0C0C0"/>
            </w:tcBorders>
            <w:shd w:val="clear" w:color="auto" w:fill="auto"/>
          </w:tcPr>
          <w:p w14:paraId="56CB353F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4CC687AE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774FF739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51CC3DD1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</w:tr>
      <w:tr w:rsidR="001A1F26" w:rsidRPr="00D34036" w14:paraId="43AA672F" w14:textId="77777777" w:rsidTr="001A1F26">
        <w:trPr>
          <w:cantSplit/>
        </w:trPr>
        <w:tc>
          <w:tcPr>
            <w:tcW w:w="6804" w:type="dxa"/>
            <w:shd w:val="clear" w:color="auto" w:fill="D9D9D9"/>
          </w:tcPr>
          <w:p w14:paraId="0EF9A97F" w14:textId="77777777" w:rsidR="00B56C0A" w:rsidRPr="00D34036" w:rsidRDefault="00B56C0A" w:rsidP="00E455DC">
            <w:pPr>
              <w:pStyle w:val="ZelleStandardplus"/>
              <w:spacing w:before="40" w:after="40"/>
              <w:rPr>
                <w:rFonts w:ascii="Myriad Pro Light" w:hAnsi="Myriad Pro Light"/>
                <w:b/>
                <w:color w:val="000000"/>
              </w:rPr>
            </w:pPr>
            <w:r w:rsidRPr="00D34036">
              <w:rPr>
                <w:rFonts w:ascii="Myriad Pro Light" w:hAnsi="Myriad Pro Light"/>
                <w:b/>
                <w:color w:val="000000"/>
              </w:rPr>
              <w:t>2.</w:t>
            </w:r>
            <w:r w:rsidRPr="00D34036">
              <w:rPr>
                <w:rFonts w:ascii="Myriad Pro Light" w:hAnsi="Myriad Pro Light"/>
                <w:b/>
                <w:color w:val="000000"/>
              </w:rPr>
              <w:tab/>
            </w:r>
            <w:r w:rsidRPr="00D34036">
              <w:rPr>
                <w:b/>
                <w:color w:val="000000"/>
              </w:rPr>
              <w:t>Programmbegründung</w:t>
            </w:r>
          </w:p>
        </w:tc>
        <w:tc>
          <w:tcPr>
            <w:tcW w:w="1134" w:type="dxa"/>
            <w:shd w:val="clear" w:color="auto" w:fill="D9D9D9"/>
          </w:tcPr>
          <w:p w14:paraId="1AE83525" w14:textId="77777777" w:rsidR="00B56C0A" w:rsidRPr="00D34036" w:rsidRDefault="00B56C0A" w:rsidP="00E455DC">
            <w:pPr>
              <w:pStyle w:val="ZelleStandardplus"/>
              <w:spacing w:before="40" w:after="40"/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gridSpan w:val="4"/>
            <w:shd w:val="clear" w:color="auto" w:fill="D9D9D9"/>
          </w:tcPr>
          <w:p w14:paraId="594B9545" w14:textId="77777777" w:rsidR="00B56C0A" w:rsidRPr="00D34036" w:rsidRDefault="00B56C0A" w:rsidP="00E455DC">
            <w:pPr>
              <w:pStyle w:val="ZelleStandardplus"/>
              <w:spacing w:before="40" w:after="40"/>
              <w:jc w:val="center"/>
              <w:rPr>
                <w:b/>
                <w:color w:val="000000"/>
              </w:rPr>
            </w:pPr>
          </w:p>
        </w:tc>
      </w:tr>
      <w:tr w:rsidR="00B56C0A" w:rsidRPr="00D34036" w14:paraId="5E342AF7" w14:textId="77777777" w:rsidTr="00B56C0A">
        <w:trPr>
          <w:cantSplit/>
        </w:trPr>
        <w:tc>
          <w:tcPr>
            <w:tcW w:w="6804" w:type="dxa"/>
            <w:shd w:val="clear" w:color="auto" w:fill="auto"/>
          </w:tcPr>
          <w:p w14:paraId="7B455E39" w14:textId="77777777" w:rsidR="00B56C0A" w:rsidRPr="00D34036" w:rsidRDefault="00B56C0A" w:rsidP="00E455DC">
            <w:pPr>
              <w:pStyle w:val="ZelleStandardplus"/>
              <w:spacing w:before="40" w:after="40"/>
              <w:rPr>
                <w:color w:val="000000"/>
              </w:rPr>
            </w:pPr>
            <w:r w:rsidRPr="00D34036">
              <w:rPr>
                <w:color w:val="000000"/>
              </w:rPr>
              <w:t>2.1</w:t>
            </w:r>
            <w:r w:rsidRPr="00D34036">
              <w:rPr>
                <w:color w:val="000000"/>
              </w:rPr>
              <w:tab/>
              <w:t>Der Bedarf für das Programm ist nachgewiesen, entsprechende Ev</w:t>
            </w:r>
            <w:r w:rsidRPr="00D34036">
              <w:rPr>
                <w:color w:val="000000"/>
              </w:rPr>
              <w:t>i</w:t>
            </w:r>
            <w:r w:rsidRPr="00D34036">
              <w:rPr>
                <w:color w:val="000000"/>
              </w:rPr>
              <w:t>denzen sind berücksichtigt.</w:t>
            </w:r>
          </w:p>
        </w:tc>
        <w:tc>
          <w:tcPr>
            <w:tcW w:w="1134" w:type="dxa"/>
            <w:shd w:val="clear" w:color="auto" w:fill="auto"/>
          </w:tcPr>
          <w:p w14:paraId="2F3C9CFB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435F0ECB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0C751C5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6998CC1A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25DB03F9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</w:tr>
      <w:tr w:rsidR="00B56C0A" w:rsidRPr="00D34036" w14:paraId="2620B18F" w14:textId="77777777" w:rsidTr="00B56C0A">
        <w:trPr>
          <w:cantSplit/>
        </w:trPr>
        <w:tc>
          <w:tcPr>
            <w:tcW w:w="6804" w:type="dxa"/>
            <w:shd w:val="clear" w:color="auto" w:fill="auto"/>
          </w:tcPr>
          <w:p w14:paraId="126138D3" w14:textId="77777777" w:rsidR="00B56C0A" w:rsidRPr="00D34036" w:rsidRDefault="00B56C0A" w:rsidP="00E455DC">
            <w:pPr>
              <w:pStyle w:val="ZelleStandardplus"/>
              <w:spacing w:before="40" w:after="40"/>
              <w:rPr>
                <w:color w:val="000000"/>
              </w:rPr>
            </w:pPr>
            <w:r w:rsidRPr="00D34036">
              <w:rPr>
                <w:color w:val="000000"/>
              </w:rPr>
              <w:t>2.2</w:t>
            </w:r>
            <w:r w:rsidRPr="00D34036">
              <w:rPr>
                <w:color w:val="000000"/>
              </w:rPr>
              <w:tab/>
              <w:t>Die Bedürfnisse und die Lebensweise der Ziel- und Anspruchsgruppen werden angemessen berücksichtigt.</w:t>
            </w:r>
          </w:p>
        </w:tc>
        <w:tc>
          <w:tcPr>
            <w:tcW w:w="1134" w:type="dxa"/>
            <w:shd w:val="clear" w:color="auto" w:fill="auto"/>
          </w:tcPr>
          <w:p w14:paraId="36CDAA21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0B0485AA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7887DC9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5A4E563E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0A4F7AA5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</w:tr>
      <w:tr w:rsidR="00B56C0A" w:rsidRPr="00D34036" w14:paraId="2FDDEF69" w14:textId="77777777" w:rsidTr="00B56C0A">
        <w:trPr>
          <w:cantSplit/>
        </w:trPr>
        <w:tc>
          <w:tcPr>
            <w:tcW w:w="6804" w:type="dxa"/>
            <w:shd w:val="clear" w:color="auto" w:fill="auto"/>
          </w:tcPr>
          <w:p w14:paraId="4F487578" w14:textId="77777777" w:rsidR="00B56C0A" w:rsidRPr="00D34036" w:rsidRDefault="00B56C0A" w:rsidP="00E455DC">
            <w:pPr>
              <w:pStyle w:val="ZelleStandardplus"/>
              <w:spacing w:before="40" w:after="40"/>
              <w:rPr>
                <w:color w:val="000000"/>
              </w:rPr>
            </w:pPr>
            <w:r w:rsidRPr="00D34036">
              <w:rPr>
                <w:color w:val="000000"/>
              </w:rPr>
              <w:t>2.3</w:t>
            </w:r>
            <w:r w:rsidRPr="00D34036">
              <w:rPr>
                <w:color w:val="000000"/>
              </w:rPr>
              <w:tab/>
              <w:t>Positive und negative Erfahrungen aus anderen Programmen und Pr</w:t>
            </w:r>
            <w:r w:rsidRPr="00D34036">
              <w:rPr>
                <w:color w:val="000000"/>
              </w:rPr>
              <w:t>o</w:t>
            </w:r>
            <w:r w:rsidRPr="00D34036">
              <w:rPr>
                <w:color w:val="000000"/>
              </w:rPr>
              <w:t>jekten sind reflektiert und werden genutzt.</w:t>
            </w:r>
          </w:p>
        </w:tc>
        <w:tc>
          <w:tcPr>
            <w:tcW w:w="1134" w:type="dxa"/>
            <w:shd w:val="clear" w:color="auto" w:fill="auto"/>
          </w:tcPr>
          <w:p w14:paraId="29CF511D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11679B2E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EB8FECA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2A136560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524CD1F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</w:tr>
      <w:tr w:rsidR="00B56C0A" w:rsidRPr="00D34036" w14:paraId="04887107" w14:textId="77777777" w:rsidTr="00B56C0A">
        <w:trPr>
          <w:cantSplit/>
        </w:trPr>
        <w:tc>
          <w:tcPr>
            <w:tcW w:w="6804" w:type="dxa"/>
            <w:shd w:val="clear" w:color="auto" w:fill="auto"/>
          </w:tcPr>
          <w:p w14:paraId="70365E1E" w14:textId="77777777" w:rsidR="00B56C0A" w:rsidRPr="00D34036" w:rsidRDefault="00B56C0A" w:rsidP="00E455DC">
            <w:pPr>
              <w:pStyle w:val="ZelleStandardplus"/>
              <w:spacing w:before="40" w:after="40"/>
              <w:rPr>
                <w:color w:val="000000"/>
              </w:rPr>
            </w:pPr>
            <w:r w:rsidRPr="00D34036">
              <w:rPr>
                <w:color w:val="000000"/>
              </w:rPr>
              <w:t>2.4</w:t>
            </w:r>
            <w:r w:rsidRPr="00D34036">
              <w:rPr>
                <w:color w:val="000000"/>
              </w:rPr>
              <w:tab/>
              <w:t>Die verschiedenen Kontexte und die für das Programm relevanten Rahmenbedingungen werden hinreichend berücksichtigt.</w:t>
            </w:r>
          </w:p>
        </w:tc>
        <w:tc>
          <w:tcPr>
            <w:tcW w:w="1134" w:type="dxa"/>
            <w:shd w:val="clear" w:color="auto" w:fill="auto"/>
          </w:tcPr>
          <w:p w14:paraId="70C58FF8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66310CA9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02BF9B12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0BACB5B1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7BC30AF6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</w:tr>
      <w:tr w:rsidR="00B56C0A" w:rsidRPr="00D34036" w14:paraId="72DDC944" w14:textId="77777777" w:rsidTr="00B56C0A">
        <w:trPr>
          <w:cantSplit/>
        </w:trPr>
        <w:tc>
          <w:tcPr>
            <w:tcW w:w="6804" w:type="dxa"/>
            <w:tcBorders>
              <w:bottom w:val="single" w:sz="4" w:space="0" w:color="C0C0C0"/>
            </w:tcBorders>
            <w:shd w:val="clear" w:color="auto" w:fill="auto"/>
          </w:tcPr>
          <w:p w14:paraId="0164D2DE" w14:textId="77777777" w:rsidR="00B56C0A" w:rsidRPr="00D34036" w:rsidRDefault="00B56C0A" w:rsidP="00E455DC">
            <w:pPr>
              <w:pStyle w:val="ZelleStandardplus"/>
              <w:spacing w:before="40" w:after="40"/>
              <w:rPr>
                <w:color w:val="000000"/>
              </w:rPr>
            </w:pPr>
            <w:r w:rsidRPr="00D34036">
              <w:rPr>
                <w:color w:val="000000"/>
              </w:rPr>
              <w:t>2.5</w:t>
            </w:r>
            <w:r w:rsidRPr="00D34036">
              <w:rPr>
                <w:color w:val="000000"/>
              </w:rPr>
              <w:tab/>
              <w:t>Das Programm ist in übergeordnete Strategien eingebettet.</w:t>
            </w:r>
          </w:p>
        </w:tc>
        <w:tc>
          <w:tcPr>
            <w:tcW w:w="1134" w:type="dxa"/>
            <w:tcBorders>
              <w:bottom w:val="single" w:sz="4" w:space="0" w:color="C0C0C0"/>
            </w:tcBorders>
            <w:shd w:val="clear" w:color="auto" w:fill="auto"/>
          </w:tcPr>
          <w:p w14:paraId="13FA4067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6" w:type="dxa"/>
            <w:tcBorders>
              <w:bottom w:val="single" w:sz="4" w:space="0" w:color="C0C0C0"/>
            </w:tcBorders>
            <w:shd w:val="clear" w:color="auto" w:fill="auto"/>
          </w:tcPr>
          <w:p w14:paraId="02857A47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55B0A004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73F78DB6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7B046684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</w:tr>
      <w:tr w:rsidR="001A1F26" w:rsidRPr="00D34036" w14:paraId="3F1C43FB" w14:textId="77777777" w:rsidTr="001A1F26">
        <w:trPr>
          <w:cantSplit/>
        </w:trPr>
        <w:tc>
          <w:tcPr>
            <w:tcW w:w="6804" w:type="dxa"/>
            <w:shd w:val="clear" w:color="auto" w:fill="D9D9D9"/>
          </w:tcPr>
          <w:p w14:paraId="417F2486" w14:textId="77777777" w:rsidR="00B56C0A" w:rsidRPr="00D34036" w:rsidRDefault="00B56C0A" w:rsidP="00E455DC">
            <w:pPr>
              <w:pStyle w:val="ZelleStandardplus"/>
              <w:spacing w:before="40" w:after="40"/>
              <w:rPr>
                <w:b/>
                <w:color w:val="000000"/>
              </w:rPr>
            </w:pPr>
            <w:r w:rsidRPr="00D34036">
              <w:rPr>
                <w:b/>
                <w:color w:val="000000"/>
              </w:rPr>
              <w:t>3.</w:t>
            </w:r>
            <w:r w:rsidRPr="00D34036">
              <w:rPr>
                <w:b/>
                <w:color w:val="000000"/>
              </w:rPr>
              <w:tab/>
              <w:t>Programmplanung</w:t>
            </w:r>
          </w:p>
        </w:tc>
        <w:tc>
          <w:tcPr>
            <w:tcW w:w="1134" w:type="dxa"/>
            <w:shd w:val="clear" w:color="auto" w:fill="D9D9D9"/>
          </w:tcPr>
          <w:p w14:paraId="45A8F508" w14:textId="77777777" w:rsidR="00B56C0A" w:rsidRPr="00D34036" w:rsidRDefault="00B56C0A" w:rsidP="00E455DC">
            <w:pPr>
              <w:pStyle w:val="ZelleStandardplus"/>
              <w:spacing w:before="40" w:after="40"/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gridSpan w:val="4"/>
            <w:shd w:val="clear" w:color="auto" w:fill="D9D9D9"/>
          </w:tcPr>
          <w:p w14:paraId="7DCD1143" w14:textId="77777777" w:rsidR="00B56C0A" w:rsidRPr="00D34036" w:rsidRDefault="00B56C0A" w:rsidP="00E455DC">
            <w:pPr>
              <w:pStyle w:val="ZelleStandardplus"/>
              <w:spacing w:before="40" w:after="40"/>
              <w:jc w:val="center"/>
              <w:rPr>
                <w:b/>
                <w:color w:val="000000"/>
              </w:rPr>
            </w:pPr>
          </w:p>
        </w:tc>
      </w:tr>
      <w:tr w:rsidR="00B56C0A" w:rsidRPr="00D34036" w14:paraId="48B055FB" w14:textId="77777777" w:rsidTr="00B56C0A">
        <w:trPr>
          <w:cantSplit/>
        </w:trPr>
        <w:tc>
          <w:tcPr>
            <w:tcW w:w="6804" w:type="dxa"/>
            <w:shd w:val="clear" w:color="auto" w:fill="auto"/>
          </w:tcPr>
          <w:p w14:paraId="3A68CBC7" w14:textId="77777777" w:rsidR="00B56C0A" w:rsidRPr="00D34036" w:rsidRDefault="00B56C0A" w:rsidP="00E455DC">
            <w:pPr>
              <w:pStyle w:val="ZelleStandardplus"/>
              <w:spacing w:before="40" w:after="40"/>
              <w:rPr>
                <w:color w:val="000000"/>
              </w:rPr>
            </w:pPr>
            <w:r w:rsidRPr="00D34036">
              <w:rPr>
                <w:color w:val="000000"/>
              </w:rPr>
              <w:t>3.1</w:t>
            </w:r>
            <w:r w:rsidRPr="00D34036">
              <w:rPr>
                <w:color w:val="000000"/>
              </w:rPr>
              <w:tab/>
              <w:t>Das Programm hat eine Vision und wirkungsorientierte, überprüfbare Ziele.</w:t>
            </w:r>
          </w:p>
        </w:tc>
        <w:tc>
          <w:tcPr>
            <w:tcW w:w="1134" w:type="dxa"/>
            <w:shd w:val="clear" w:color="auto" w:fill="auto"/>
          </w:tcPr>
          <w:p w14:paraId="615E51BB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7A7254DD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0F2E8BA3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07AFAEAE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79CD011B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</w:tr>
      <w:tr w:rsidR="00B56C0A" w:rsidRPr="00D34036" w14:paraId="1B64B91F" w14:textId="77777777" w:rsidTr="00B56C0A">
        <w:trPr>
          <w:cantSplit/>
        </w:trPr>
        <w:tc>
          <w:tcPr>
            <w:tcW w:w="6804" w:type="dxa"/>
            <w:shd w:val="clear" w:color="auto" w:fill="auto"/>
          </w:tcPr>
          <w:p w14:paraId="2FDF4AB0" w14:textId="77777777" w:rsidR="00B56C0A" w:rsidRPr="00D34036" w:rsidRDefault="00B56C0A" w:rsidP="00E455DC">
            <w:pPr>
              <w:pStyle w:val="ZelleStandardplus"/>
              <w:spacing w:before="40" w:after="40"/>
              <w:rPr>
                <w:color w:val="000000"/>
              </w:rPr>
            </w:pPr>
            <w:r w:rsidRPr="00D34036">
              <w:rPr>
                <w:color w:val="000000"/>
              </w:rPr>
              <w:t>3.2</w:t>
            </w:r>
            <w:r w:rsidRPr="00D34036">
              <w:rPr>
                <w:color w:val="000000"/>
              </w:rPr>
              <w:tab/>
              <w:t>Die Wahl der Settings, Zielgruppen und Multiplikatoren ist mit Blick auf die Lebensphasen und die intendierten Wirkungen plausibel begrü</w:t>
            </w:r>
            <w:r w:rsidRPr="00D34036">
              <w:rPr>
                <w:color w:val="000000"/>
              </w:rPr>
              <w:t>n</w:t>
            </w:r>
            <w:r w:rsidRPr="00D34036">
              <w:rPr>
                <w:color w:val="000000"/>
              </w:rPr>
              <w:t>det.</w:t>
            </w:r>
          </w:p>
        </w:tc>
        <w:tc>
          <w:tcPr>
            <w:tcW w:w="1134" w:type="dxa"/>
            <w:shd w:val="clear" w:color="auto" w:fill="auto"/>
          </w:tcPr>
          <w:p w14:paraId="244106E0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6DB1770B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C30DFA0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09FFD612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6C414F5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</w:tr>
      <w:tr w:rsidR="00B56C0A" w:rsidRPr="00D34036" w14:paraId="245345EC" w14:textId="77777777" w:rsidTr="00B56C0A">
        <w:trPr>
          <w:cantSplit/>
        </w:trPr>
        <w:tc>
          <w:tcPr>
            <w:tcW w:w="6804" w:type="dxa"/>
            <w:shd w:val="clear" w:color="auto" w:fill="auto"/>
          </w:tcPr>
          <w:p w14:paraId="021EA3FF" w14:textId="77777777" w:rsidR="00B56C0A" w:rsidRPr="00D34036" w:rsidRDefault="00B56C0A" w:rsidP="00E455DC">
            <w:pPr>
              <w:pStyle w:val="ZelleStandardplus"/>
              <w:spacing w:before="40" w:after="40"/>
              <w:rPr>
                <w:color w:val="000000"/>
              </w:rPr>
            </w:pPr>
            <w:r w:rsidRPr="00D34036">
              <w:rPr>
                <w:color w:val="000000"/>
              </w:rPr>
              <w:t>3.3</w:t>
            </w:r>
            <w:r w:rsidRPr="00D34036">
              <w:rPr>
                <w:color w:val="000000"/>
              </w:rPr>
              <w:tab/>
              <w:t>Die Vorgehensweisen sind mit Bezug auf vermutete Wirkungszusa</w:t>
            </w:r>
            <w:r w:rsidRPr="00D34036">
              <w:rPr>
                <w:color w:val="000000"/>
              </w:rPr>
              <w:t>m</w:t>
            </w:r>
            <w:r w:rsidRPr="00D34036">
              <w:rPr>
                <w:color w:val="000000"/>
              </w:rPr>
              <w:t>menhänge nachvollziehbar begründet.</w:t>
            </w:r>
          </w:p>
        </w:tc>
        <w:tc>
          <w:tcPr>
            <w:tcW w:w="1134" w:type="dxa"/>
            <w:shd w:val="clear" w:color="auto" w:fill="auto"/>
          </w:tcPr>
          <w:p w14:paraId="6C8616EB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6F2A38CC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1D1CB97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287C45D6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28FDE63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</w:tr>
      <w:tr w:rsidR="00B56C0A" w:rsidRPr="00D34036" w14:paraId="4845959B" w14:textId="77777777" w:rsidTr="00B56C0A">
        <w:trPr>
          <w:cantSplit/>
        </w:trPr>
        <w:tc>
          <w:tcPr>
            <w:tcW w:w="6804" w:type="dxa"/>
            <w:shd w:val="clear" w:color="auto" w:fill="auto"/>
          </w:tcPr>
          <w:p w14:paraId="29AE2CED" w14:textId="77777777" w:rsidR="00B56C0A" w:rsidRPr="00D34036" w:rsidRDefault="00B56C0A" w:rsidP="00E455DC">
            <w:pPr>
              <w:pStyle w:val="ZelleStandardplus"/>
              <w:spacing w:before="40" w:after="40"/>
              <w:rPr>
                <w:color w:val="000000"/>
              </w:rPr>
            </w:pPr>
            <w:r>
              <w:rPr>
                <w:color w:val="000000"/>
              </w:rPr>
              <w:t>3.4</w:t>
            </w:r>
            <w:r>
              <w:rPr>
                <w:color w:val="000000"/>
              </w:rPr>
              <w:tab/>
            </w:r>
            <w:r w:rsidRPr="00D34036">
              <w:rPr>
                <w:color w:val="000000"/>
              </w:rPr>
              <w:t>Das Programm ist auf nachhaltige Wirkungen ausgerichtet.</w:t>
            </w:r>
          </w:p>
        </w:tc>
        <w:tc>
          <w:tcPr>
            <w:tcW w:w="1134" w:type="dxa"/>
            <w:shd w:val="clear" w:color="auto" w:fill="auto"/>
          </w:tcPr>
          <w:p w14:paraId="19FE50CC" w14:textId="77777777" w:rsidR="00B56C0A" w:rsidRPr="00D34036" w:rsidRDefault="00B56C0A" w:rsidP="00E455DC">
            <w:pPr>
              <w:spacing w:before="40" w:after="40"/>
              <w:jc w:val="center"/>
              <w:rPr>
                <w:rFonts w:ascii="Arial Unicode MS" w:eastAsia="Arial Unicode MS" w:hAnsi="Arial Unicode MS" w:cs="Arial Unicode MS"/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4C6E6DA3" w14:textId="77777777" w:rsidR="00B56C0A" w:rsidRPr="00D34036" w:rsidRDefault="00B56C0A" w:rsidP="00E455DC">
            <w:pPr>
              <w:spacing w:before="40" w:after="40"/>
              <w:jc w:val="center"/>
              <w:rPr>
                <w:rFonts w:ascii="Arial Unicode MS" w:eastAsia="Arial Unicode MS" w:hAnsi="Arial Unicode MS" w:cs="Arial Unicode MS"/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370E3A7" w14:textId="77777777" w:rsidR="00B56C0A" w:rsidRPr="00D34036" w:rsidRDefault="00B56C0A" w:rsidP="00E455DC">
            <w:pPr>
              <w:spacing w:before="40" w:after="40"/>
              <w:jc w:val="center"/>
              <w:rPr>
                <w:rFonts w:ascii="Arial Unicode MS" w:eastAsia="Arial Unicode MS" w:hAnsi="Arial Unicode MS" w:cs="Arial Unicode MS"/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5CDA448C" w14:textId="77777777" w:rsidR="00B56C0A" w:rsidRPr="00D34036" w:rsidRDefault="00B56C0A" w:rsidP="00E455DC">
            <w:pPr>
              <w:spacing w:before="40" w:after="40"/>
              <w:jc w:val="center"/>
              <w:rPr>
                <w:rFonts w:ascii="Arial Unicode MS" w:eastAsia="Arial Unicode MS" w:hAnsi="Arial Unicode MS" w:cs="Arial Unicode MS"/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C84A89E" w14:textId="77777777" w:rsidR="00B56C0A" w:rsidRPr="00D34036" w:rsidRDefault="00B56C0A" w:rsidP="00E455DC">
            <w:pPr>
              <w:spacing w:before="40" w:after="40"/>
              <w:jc w:val="center"/>
              <w:rPr>
                <w:rFonts w:ascii="Arial Unicode MS" w:eastAsia="Arial Unicode MS" w:hAnsi="Arial Unicode MS" w:cs="Arial Unicode MS"/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</w:tr>
      <w:tr w:rsidR="00B56C0A" w:rsidRPr="00D34036" w14:paraId="0E8D2AE0" w14:textId="77777777" w:rsidTr="00B56C0A">
        <w:trPr>
          <w:cantSplit/>
        </w:trPr>
        <w:tc>
          <w:tcPr>
            <w:tcW w:w="6804" w:type="dxa"/>
            <w:shd w:val="clear" w:color="auto" w:fill="auto"/>
          </w:tcPr>
          <w:p w14:paraId="30893DD7" w14:textId="77777777" w:rsidR="00B56C0A" w:rsidRPr="00D34036" w:rsidRDefault="00B56C0A" w:rsidP="00E455DC">
            <w:pPr>
              <w:pStyle w:val="ZelleStandardplus"/>
              <w:spacing w:before="40" w:after="40"/>
              <w:rPr>
                <w:color w:val="000000"/>
              </w:rPr>
            </w:pPr>
            <w:r w:rsidRPr="00D34036">
              <w:rPr>
                <w:color w:val="000000"/>
              </w:rPr>
              <w:t>3.5</w:t>
            </w:r>
            <w:r w:rsidRPr="00D34036">
              <w:rPr>
                <w:color w:val="000000"/>
              </w:rPr>
              <w:tab/>
              <w:t>Die für das Programm notwendigen personellen und finanziellen Re</w:t>
            </w:r>
            <w:r w:rsidRPr="00D34036">
              <w:rPr>
                <w:color w:val="000000"/>
              </w:rPr>
              <w:t>s</w:t>
            </w:r>
            <w:r w:rsidRPr="00D34036">
              <w:rPr>
                <w:color w:val="000000"/>
              </w:rPr>
              <w:t>sourcen sind sichergestellt.</w:t>
            </w:r>
          </w:p>
        </w:tc>
        <w:tc>
          <w:tcPr>
            <w:tcW w:w="1134" w:type="dxa"/>
            <w:shd w:val="clear" w:color="auto" w:fill="auto"/>
          </w:tcPr>
          <w:p w14:paraId="1C16357A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1B0E5107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0F474CDE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D5C9386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23946255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</w:tr>
      <w:tr w:rsidR="00B56C0A" w:rsidRPr="00D34036" w14:paraId="4C0144C9" w14:textId="77777777" w:rsidTr="00B56C0A">
        <w:trPr>
          <w:cantSplit/>
        </w:trPr>
        <w:tc>
          <w:tcPr>
            <w:tcW w:w="6804" w:type="dxa"/>
            <w:shd w:val="clear" w:color="auto" w:fill="auto"/>
          </w:tcPr>
          <w:p w14:paraId="45AE0232" w14:textId="77777777" w:rsidR="00B56C0A" w:rsidRPr="00D34036" w:rsidRDefault="00B56C0A" w:rsidP="00E455DC">
            <w:pPr>
              <w:pStyle w:val="ZelleStandardplus"/>
              <w:spacing w:before="40" w:after="40"/>
              <w:rPr>
                <w:color w:val="000000"/>
              </w:rPr>
            </w:pPr>
            <w:r>
              <w:rPr>
                <w:sz w:val="24"/>
              </w:rPr>
              <w:br w:type="page"/>
            </w:r>
            <w:r w:rsidRPr="00D34036">
              <w:rPr>
                <w:color w:val="000000"/>
              </w:rPr>
              <w:t>3.6</w:t>
            </w:r>
            <w:r w:rsidRPr="00D34036">
              <w:rPr>
                <w:color w:val="000000"/>
              </w:rPr>
              <w:tab/>
              <w:t>Das Programm stützt sich auf mehrere, längerfristig gesicherte, Fina</w:t>
            </w:r>
            <w:r w:rsidRPr="00D34036">
              <w:rPr>
                <w:color w:val="000000"/>
              </w:rPr>
              <w:t>n</w:t>
            </w:r>
            <w:r w:rsidRPr="00D34036">
              <w:rPr>
                <w:color w:val="000000"/>
              </w:rPr>
              <w:t>zierungsquellen ab.</w:t>
            </w:r>
          </w:p>
        </w:tc>
        <w:tc>
          <w:tcPr>
            <w:tcW w:w="1134" w:type="dxa"/>
            <w:shd w:val="clear" w:color="auto" w:fill="auto"/>
          </w:tcPr>
          <w:p w14:paraId="3F970929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2047514C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6B069D8F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77D765B1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1D652320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</w:tr>
      <w:tr w:rsidR="00B56C0A" w:rsidRPr="00D34036" w14:paraId="24C1C849" w14:textId="77777777" w:rsidTr="00B56C0A">
        <w:trPr>
          <w:cantSplit/>
        </w:trPr>
        <w:tc>
          <w:tcPr>
            <w:tcW w:w="6804" w:type="dxa"/>
            <w:tcBorders>
              <w:bottom w:val="single" w:sz="4" w:space="0" w:color="C0C0C0"/>
            </w:tcBorders>
            <w:shd w:val="clear" w:color="auto" w:fill="auto"/>
          </w:tcPr>
          <w:p w14:paraId="67B8BBC4" w14:textId="77777777" w:rsidR="00B56C0A" w:rsidRPr="00D34036" w:rsidRDefault="00B56C0A" w:rsidP="00E455DC">
            <w:pPr>
              <w:pStyle w:val="ZelleStandardplus"/>
              <w:spacing w:before="40" w:after="40"/>
              <w:rPr>
                <w:color w:val="000000"/>
              </w:rPr>
            </w:pPr>
            <w:r>
              <w:rPr>
                <w:color w:val="000000"/>
              </w:rPr>
              <w:t>3.7</w:t>
            </w:r>
            <w:r>
              <w:rPr>
                <w:color w:val="000000"/>
              </w:rPr>
              <w:tab/>
            </w:r>
            <w:r w:rsidRPr="00D34036">
              <w:rPr>
                <w:color w:val="000000"/>
              </w:rPr>
              <w:t xml:space="preserve">Das Programm enthält und kombiniert </w:t>
            </w:r>
            <w:proofErr w:type="spellStart"/>
            <w:r w:rsidRPr="00D34036">
              <w:rPr>
                <w:color w:val="000000"/>
              </w:rPr>
              <w:t>Massnahmen</w:t>
            </w:r>
            <w:proofErr w:type="spellEnd"/>
            <w:r w:rsidRPr="00D34036">
              <w:rPr>
                <w:color w:val="000000"/>
              </w:rPr>
              <w:t xml:space="preserve"> auf den vier Eb</w:t>
            </w:r>
            <w:r w:rsidRPr="00D34036">
              <w:rPr>
                <w:color w:val="000000"/>
              </w:rPr>
              <w:t>e</w:t>
            </w:r>
            <w:r w:rsidRPr="00D34036">
              <w:rPr>
                <w:color w:val="000000"/>
              </w:rPr>
              <w:t xml:space="preserve">nen Interventionen, </w:t>
            </w:r>
            <w:proofErr w:type="spellStart"/>
            <w:r w:rsidRPr="00D34036">
              <w:rPr>
                <w:color w:val="000000"/>
              </w:rPr>
              <w:t>Policy</w:t>
            </w:r>
            <w:proofErr w:type="spellEnd"/>
            <w:r w:rsidRPr="00D34036">
              <w:rPr>
                <w:color w:val="000000"/>
              </w:rPr>
              <w:t>, Vernetzung und Öffentlichkeitsarbeit.</w:t>
            </w:r>
          </w:p>
        </w:tc>
        <w:tc>
          <w:tcPr>
            <w:tcW w:w="1134" w:type="dxa"/>
            <w:tcBorders>
              <w:bottom w:val="single" w:sz="4" w:space="0" w:color="C0C0C0"/>
            </w:tcBorders>
            <w:shd w:val="clear" w:color="auto" w:fill="auto"/>
          </w:tcPr>
          <w:p w14:paraId="35084BDC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6" w:type="dxa"/>
            <w:tcBorders>
              <w:bottom w:val="single" w:sz="4" w:space="0" w:color="C0C0C0"/>
            </w:tcBorders>
            <w:shd w:val="clear" w:color="auto" w:fill="auto"/>
          </w:tcPr>
          <w:p w14:paraId="1A5301DA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7D7AD43E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6C2D5CBC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234B8F36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</w:tr>
      <w:tr w:rsidR="001A1F26" w:rsidRPr="00D34036" w14:paraId="2A6E927A" w14:textId="77777777" w:rsidTr="001A1F26">
        <w:trPr>
          <w:cantSplit/>
        </w:trPr>
        <w:tc>
          <w:tcPr>
            <w:tcW w:w="6804" w:type="dxa"/>
            <w:shd w:val="clear" w:color="auto" w:fill="D9D9D9"/>
          </w:tcPr>
          <w:p w14:paraId="392D5ECE" w14:textId="77777777" w:rsidR="00B56C0A" w:rsidRPr="00D34036" w:rsidRDefault="00B56C0A" w:rsidP="00E455DC">
            <w:pPr>
              <w:pStyle w:val="ZelleStandardplus"/>
              <w:spacing w:before="40" w:after="40"/>
              <w:rPr>
                <w:b/>
                <w:color w:val="000000"/>
              </w:rPr>
            </w:pPr>
            <w:r w:rsidRPr="00D34036">
              <w:rPr>
                <w:color w:val="000000"/>
              </w:rPr>
              <w:br w:type="page"/>
            </w:r>
            <w:r w:rsidRPr="00D34036">
              <w:rPr>
                <w:b/>
                <w:color w:val="000000"/>
              </w:rPr>
              <w:t>4.</w:t>
            </w:r>
            <w:r w:rsidRPr="00D34036">
              <w:rPr>
                <w:b/>
                <w:color w:val="000000"/>
              </w:rPr>
              <w:tab/>
              <w:t>Programmorganisation</w:t>
            </w:r>
          </w:p>
        </w:tc>
        <w:tc>
          <w:tcPr>
            <w:tcW w:w="1134" w:type="dxa"/>
            <w:shd w:val="clear" w:color="auto" w:fill="D9D9D9"/>
          </w:tcPr>
          <w:p w14:paraId="1C9AC6DA" w14:textId="77777777" w:rsidR="00B56C0A" w:rsidRPr="00D34036" w:rsidRDefault="00B56C0A" w:rsidP="00E455DC">
            <w:pPr>
              <w:pStyle w:val="ZelleStandardplus"/>
              <w:spacing w:before="40" w:after="40"/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gridSpan w:val="4"/>
            <w:shd w:val="clear" w:color="auto" w:fill="D9D9D9"/>
          </w:tcPr>
          <w:p w14:paraId="78CB4DA4" w14:textId="77777777" w:rsidR="00B56C0A" w:rsidRPr="00D34036" w:rsidRDefault="00B56C0A" w:rsidP="00E455DC">
            <w:pPr>
              <w:pStyle w:val="ZelleStandardplus"/>
              <w:spacing w:before="40" w:after="40"/>
              <w:jc w:val="center"/>
              <w:rPr>
                <w:b/>
                <w:color w:val="000000"/>
              </w:rPr>
            </w:pPr>
          </w:p>
        </w:tc>
      </w:tr>
      <w:tr w:rsidR="00B56C0A" w:rsidRPr="00D34036" w14:paraId="32C346CE" w14:textId="77777777" w:rsidTr="00B56C0A">
        <w:trPr>
          <w:cantSplit/>
        </w:trPr>
        <w:tc>
          <w:tcPr>
            <w:tcW w:w="6804" w:type="dxa"/>
            <w:shd w:val="clear" w:color="auto" w:fill="auto"/>
          </w:tcPr>
          <w:p w14:paraId="6EF61C92" w14:textId="77777777" w:rsidR="00B56C0A" w:rsidRPr="00D34036" w:rsidRDefault="00B56C0A" w:rsidP="00E455DC">
            <w:pPr>
              <w:pStyle w:val="ZelleStandardplus"/>
              <w:spacing w:before="40" w:after="40"/>
              <w:rPr>
                <w:color w:val="000000"/>
              </w:rPr>
            </w:pPr>
            <w:r w:rsidRPr="00D34036">
              <w:rPr>
                <w:color w:val="000000"/>
              </w:rPr>
              <w:t>4.1</w:t>
            </w:r>
            <w:r w:rsidRPr="00D34036">
              <w:rPr>
                <w:color w:val="000000"/>
              </w:rPr>
              <w:tab/>
              <w:t>Das Programm hat eine adäquate und für alle Akteure nachvollziehb</w:t>
            </w:r>
            <w:r w:rsidRPr="00D34036">
              <w:rPr>
                <w:color w:val="000000"/>
              </w:rPr>
              <w:t>a</w:t>
            </w:r>
            <w:r w:rsidRPr="00D34036">
              <w:rPr>
                <w:color w:val="000000"/>
              </w:rPr>
              <w:t>re Programmstruktur.</w:t>
            </w:r>
          </w:p>
        </w:tc>
        <w:tc>
          <w:tcPr>
            <w:tcW w:w="1134" w:type="dxa"/>
            <w:shd w:val="clear" w:color="auto" w:fill="auto"/>
          </w:tcPr>
          <w:p w14:paraId="72B30D77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5A1874F5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774BB60A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2E939213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6E57A0DE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</w:tr>
      <w:tr w:rsidR="00B56C0A" w:rsidRPr="00D34036" w14:paraId="09B25B70" w14:textId="77777777" w:rsidTr="00B56C0A">
        <w:trPr>
          <w:cantSplit/>
        </w:trPr>
        <w:tc>
          <w:tcPr>
            <w:tcW w:w="6804" w:type="dxa"/>
            <w:shd w:val="clear" w:color="auto" w:fill="auto"/>
          </w:tcPr>
          <w:p w14:paraId="088024E1" w14:textId="77777777" w:rsidR="00B56C0A" w:rsidRPr="00D34036" w:rsidRDefault="00B56C0A" w:rsidP="00E455DC">
            <w:pPr>
              <w:pStyle w:val="ZelleStandardplus"/>
              <w:spacing w:before="40" w:after="40"/>
              <w:rPr>
                <w:color w:val="000000"/>
              </w:rPr>
            </w:pPr>
            <w:r w:rsidRPr="00D34036">
              <w:rPr>
                <w:color w:val="000000"/>
              </w:rPr>
              <w:t>4.2</w:t>
            </w:r>
            <w:r w:rsidRPr="00D34036">
              <w:rPr>
                <w:color w:val="000000"/>
              </w:rPr>
              <w:tab/>
              <w:t>Die Programmleitung und die weiteren Programmbeteiligten sind für ihre Aufgaben qualifiziert und ihre Sichtweisen ergänzen sich gut.</w:t>
            </w:r>
          </w:p>
        </w:tc>
        <w:tc>
          <w:tcPr>
            <w:tcW w:w="1134" w:type="dxa"/>
            <w:shd w:val="clear" w:color="auto" w:fill="auto"/>
          </w:tcPr>
          <w:p w14:paraId="37138FA0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0479B655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C54A01D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658F4C14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5668969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</w:tr>
      <w:tr w:rsidR="00B56C0A" w:rsidRPr="00D34036" w14:paraId="4C03759E" w14:textId="77777777" w:rsidTr="00B56C0A">
        <w:trPr>
          <w:cantSplit/>
        </w:trPr>
        <w:tc>
          <w:tcPr>
            <w:tcW w:w="6804" w:type="dxa"/>
            <w:shd w:val="clear" w:color="auto" w:fill="auto"/>
          </w:tcPr>
          <w:p w14:paraId="1A6A8672" w14:textId="77777777" w:rsidR="00B56C0A" w:rsidRPr="00D34036" w:rsidRDefault="00B56C0A" w:rsidP="00E455DC">
            <w:pPr>
              <w:pStyle w:val="ZelleStandardplus"/>
              <w:spacing w:before="40" w:after="40"/>
              <w:rPr>
                <w:color w:val="000000"/>
              </w:rPr>
            </w:pPr>
            <w:r w:rsidRPr="00D34036">
              <w:rPr>
                <w:color w:val="000000"/>
              </w:rPr>
              <w:t>4.3</w:t>
            </w:r>
            <w:r w:rsidRPr="00D34036">
              <w:rPr>
                <w:color w:val="000000"/>
              </w:rPr>
              <w:tab/>
              <w:t>Das Programm ist zielgerichtet vernetzt und koordiniert.</w:t>
            </w:r>
          </w:p>
        </w:tc>
        <w:tc>
          <w:tcPr>
            <w:tcW w:w="1134" w:type="dxa"/>
            <w:shd w:val="clear" w:color="auto" w:fill="auto"/>
          </w:tcPr>
          <w:p w14:paraId="03B48415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3F3BC3BD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72D106A5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57F8D1BD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7F932BC7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</w:tr>
      <w:tr w:rsidR="00B56C0A" w:rsidRPr="00D34036" w14:paraId="534654E7" w14:textId="77777777" w:rsidTr="00B56C0A">
        <w:trPr>
          <w:cantSplit/>
        </w:trPr>
        <w:tc>
          <w:tcPr>
            <w:tcW w:w="6804" w:type="dxa"/>
            <w:tcBorders>
              <w:bottom w:val="single" w:sz="4" w:space="0" w:color="C0C0C0"/>
            </w:tcBorders>
            <w:shd w:val="clear" w:color="auto" w:fill="auto"/>
          </w:tcPr>
          <w:p w14:paraId="3BC3FFD9" w14:textId="77777777" w:rsidR="00B56C0A" w:rsidRPr="00D34036" w:rsidRDefault="00B56C0A" w:rsidP="00E455DC">
            <w:pPr>
              <w:pStyle w:val="ZelleStandardplus"/>
              <w:spacing w:before="40" w:after="40"/>
              <w:rPr>
                <w:color w:val="000000"/>
              </w:rPr>
            </w:pPr>
            <w:r w:rsidRPr="00D34036">
              <w:rPr>
                <w:color w:val="000000"/>
              </w:rPr>
              <w:t>4.4</w:t>
            </w:r>
            <w:r w:rsidRPr="00D34036">
              <w:rPr>
                <w:color w:val="000000"/>
              </w:rPr>
              <w:tab/>
              <w:t>Die Programmleitung, das Programmteam und die weiteren Pr</w:t>
            </w:r>
            <w:r w:rsidRPr="00D34036">
              <w:rPr>
                <w:color w:val="000000"/>
              </w:rPr>
              <w:t>o</w:t>
            </w:r>
            <w:r w:rsidRPr="00D34036">
              <w:rPr>
                <w:color w:val="000000"/>
              </w:rPr>
              <w:t>grammbeteiligten haben eine konstruktive Zusammenarbeit etabliert.</w:t>
            </w:r>
          </w:p>
        </w:tc>
        <w:tc>
          <w:tcPr>
            <w:tcW w:w="1134" w:type="dxa"/>
            <w:tcBorders>
              <w:bottom w:val="single" w:sz="4" w:space="0" w:color="C0C0C0"/>
            </w:tcBorders>
            <w:shd w:val="clear" w:color="auto" w:fill="auto"/>
          </w:tcPr>
          <w:p w14:paraId="693AEC50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6" w:type="dxa"/>
            <w:tcBorders>
              <w:bottom w:val="single" w:sz="4" w:space="0" w:color="C0C0C0"/>
            </w:tcBorders>
            <w:shd w:val="clear" w:color="auto" w:fill="auto"/>
          </w:tcPr>
          <w:p w14:paraId="1488BA04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5C54F615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42715A2C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119D1BF6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</w:tr>
      <w:tr w:rsidR="001A1F26" w:rsidRPr="00D34036" w14:paraId="4C9DA22C" w14:textId="77777777" w:rsidTr="001A1F26">
        <w:trPr>
          <w:cantSplit/>
        </w:trPr>
        <w:tc>
          <w:tcPr>
            <w:tcW w:w="6804" w:type="dxa"/>
            <w:shd w:val="clear" w:color="auto" w:fill="D9D9D9"/>
          </w:tcPr>
          <w:p w14:paraId="4C340606" w14:textId="77777777" w:rsidR="00B56C0A" w:rsidRPr="00D34036" w:rsidRDefault="00B56C0A" w:rsidP="00E455DC">
            <w:pPr>
              <w:pStyle w:val="ZelleStandardplus"/>
              <w:spacing w:before="40" w:after="40"/>
              <w:rPr>
                <w:b/>
                <w:color w:val="000000"/>
              </w:rPr>
            </w:pPr>
            <w:r w:rsidRPr="00D34036">
              <w:rPr>
                <w:b/>
                <w:color w:val="000000"/>
              </w:rPr>
              <w:t>5.</w:t>
            </w:r>
            <w:r w:rsidRPr="00D34036">
              <w:rPr>
                <w:b/>
                <w:color w:val="000000"/>
              </w:rPr>
              <w:tab/>
              <w:t>Programmsteuerung</w:t>
            </w:r>
          </w:p>
        </w:tc>
        <w:tc>
          <w:tcPr>
            <w:tcW w:w="1134" w:type="dxa"/>
            <w:shd w:val="clear" w:color="auto" w:fill="D9D9D9"/>
          </w:tcPr>
          <w:p w14:paraId="02D7E16F" w14:textId="77777777" w:rsidR="00B56C0A" w:rsidRPr="00D34036" w:rsidRDefault="00B56C0A" w:rsidP="00E455DC">
            <w:pPr>
              <w:pStyle w:val="ZelleStandardplus"/>
              <w:spacing w:before="40" w:after="40"/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gridSpan w:val="4"/>
            <w:shd w:val="clear" w:color="auto" w:fill="D9D9D9"/>
          </w:tcPr>
          <w:p w14:paraId="2EF01D37" w14:textId="77777777" w:rsidR="00B56C0A" w:rsidRPr="00D34036" w:rsidRDefault="00B56C0A" w:rsidP="00E455DC">
            <w:pPr>
              <w:pStyle w:val="ZelleStandardplus"/>
              <w:spacing w:before="40" w:after="40"/>
              <w:jc w:val="center"/>
              <w:rPr>
                <w:b/>
                <w:color w:val="000000"/>
              </w:rPr>
            </w:pPr>
          </w:p>
        </w:tc>
      </w:tr>
      <w:tr w:rsidR="00B56C0A" w:rsidRPr="00D34036" w14:paraId="337BC4AB" w14:textId="77777777" w:rsidTr="00B56C0A">
        <w:trPr>
          <w:cantSplit/>
        </w:trPr>
        <w:tc>
          <w:tcPr>
            <w:tcW w:w="6804" w:type="dxa"/>
            <w:shd w:val="clear" w:color="auto" w:fill="auto"/>
          </w:tcPr>
          <w:p w14:paraId="56633EA3" w14:textId="77777777" w:rsidR="00B56C0A" w:rsidRPr="00D34036" w:rsidRDefault="00B56C0A" w:rsidP="00E455DC">
            <w:pPr>
              <w:pStyle w:val="ZelleStandardplus"/>
              <w:spacing w:before="40" w:after="40"/>
              <w:rPr>
                <w:color w:val="000000"/>
              </w:rPr>
            </w:pPr>
            <w:r w:rsidRPr="00D34036">
              <w:rPr>
                <w:color w:val="000000"/>
              </w:rPr>
              <w:t>5.1</w:t>
            </w:r>
            <w:r w:rsidRPr="00D34036">
              <w:rPr>
                <w:color w:val="000000"/>
              </w:rPr>
              <w:tab/>
              <w:t xml:space="preserve">Das Programm wird auf verschiedenen Ebenen </w:t>
            </w:r>
            <w:proofErr w:type="spellStart"/>
            <w:r w:rsidRPr="00D34036">
              <w:rPr>
                <w:color w:val="000000"/>
              </w:rPr>
              <w:t>regelmässig</w:t>
            </w:r>
            <w:proofErr w:type="spellEnd"/>
            <w:r w:rsidRPr="00D34036">
              <w:rPr>
                <w:color w:val="000000"/>
              </w:rPr>
              <w:t xml:space="preserve"> system</w:t>
            </w:r>
            <w:r w:rsidRPr="00D34036">
              <w:rPr>
                <w:color w:val="000000"/>
              </w:rPr>
              <w:t>a</w:t>
            </w:r>
            <w:r w:rsidRPr="00D34036">
              <w:rPr>
                <w:color w:val="000000"/>
              </w:rPr>
              <w:t>tisch reflektiert und bei Bedarf angepasst.</w:t>
            </w:r>
          </w:p>
        </w:tc>
        <w:tc>
          <w:tcPr>
            <w:tcW w:w="1134" w:type="dxa"/>
            <w:shd w:val="clear" w:color="auto" w:fill="auto"/>
          </w:tcPr>
          <w:p w14:paraId="3866C616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59CA0FC9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7CC6B09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38330A04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19141BD0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</w:tr>
      <w:tr w:rsidR="00B56C0A" w:rsidRPr="00D34036" w14:paraId="69488900" w14:textId="77777777" w:rsidTr="00B56C0A">
        <w:trPr>
          <w:cantSplit/>
        </w:trPr>
        <w:tc>
          <w:tcPr>
            <w:tcW w:w="6804" w:type="dxa"/>
            <w:shd w:val="clear" w:color="auto" w:fill="auto"/>
          </w:tcPr>
          <w:p w14:paraId="2E34A040" w14:textId="77777777" w:rsidR="00B56C0A" w:rsidRPr="00D34036" w:rsidRDefault="00B56C0A" w:rsidP="00E455DC">
            <w:pPr>
              <w:pStyle w:val="ZelleStandardplus"/>
              <w:spacing w:before="40" w:after="40"/>
              <w:rPr>
                <w:color w:val="000000"/>
              </w:rPr>
            </w:pPr>
            <w:r w:rsidRPr="00D34036">
              <w:rPr>
                <w:color w:val="000000"/>
              </w:rPr>
              <w:t>5.2</w:t>
            </w:r>
            <w:r w:rsidRPr="00D34036">
              <w:rPr>
                <w:color w:val="000000"/>
              </w:rPr>
              <w:tab/>
              <w:t>Wichtige Aspekte des Programms sind in nachvollziehbarer Weise dokumentiert.</w:t>
            </w:r>
          </w:p>
        </w:tc>
        <w:tc>
          <w:tcPr>
            <w:tcW w:w="1134" w:type="dxa"/>
            <w:shd w:val="clear" w:color="auto" w:fill="auto"/>
          </w:tcPr>
          <w:p w14:paraId="33F47FB5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45D40F08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73517C4C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181A5A03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5FBD5DE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</w:tr>
      <w:tr w:rsidR="00B56C0A" w:rsidRPr="00D34036" w14:paraId="5C83DEC3" w14:textId="77777777" w:rsidTr="00B56C0A">
        <w:trPr>
          <w:cantSplit/>
        </w:trPr>
        <w:tc>
          <w:tcPr>
            <w:tcW w:w="6804" w:type="dxa"/>
            <w:shd w:val="clear" w:color="auto" w:fill="auto"/>
          </w:tcPr>
          <w:p w14:paraId="1EBCBFA9" w14:textId="77777777" w:rsidR="00B56C0A" w:rsidRPr="00D34036" w:rsidRDefault="00B56C0A" w:rsidP="00E455DC">
            <w:pPr>
              <w:pStyle w:val="ZelleStandardplus"/>
              <w:spacing w:before="40" w:after="40"/>
              <w:rPr>
                <w:color w:val="000000"/>
              </w:rPr>
            </w:pPr>
            <w:r w:rsidRPr="00D34036">
              <w:rPr>
                <w:color w:val="000000"/>
              </w:rPr>
              <w:t>5.3</w:t>
            </w:r>
            <w:r w:rsidRPr="00D34036">
              <w:rPr>
                <w:color w:val="000000"/>
              </w:rPr>
              <w:tab/>
              <w:t>Die interne und externe Kommunikation ist zielgerichtet.</w:t>
            </w:r>
          </w:p>
        </w:tc>
        <w:tc>
          <w:tcPr>
            <w:tcW w:w="1134" w:type="dxa"/>
            <w:shd w:val="clear" w:color="auto" w:fill="auto"/>
          </w:tcPr>
          <w:p w14:paraId="4A117722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1B142ACC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6FBA869C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61CAF8D8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42B95F25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</w:tr>
      <w:tr w:rsidR="00B56C0A" w:rsidRPr="00D34036" w14:paraId="14A9AA15" w14:textId="77777777" w:rsidTr="00B56C0A">
        <w:trPr>
          <w:cantSplit/>
        </w:trPr>
        <w:tc>
          <w:tcPr>
            <w:tcW w:w="6804" w:type="dxa"/>
            <w:shd w:val="clear" w:color="auto" w:fill="auto"/>
          </w:tcPr>
          <w:p w14:paraId="4A05D441" w14:textId="77777777" w:rsidR="00B56C0A" w:rsidRPr="00D34036" w:rsidRDefault="00B56C0A" w:rsidP="00E455DC">
            <w:pPr>
              <w:pStyle w:val="ZelleStandardplus"/>
              <w:spacing w:before="40" w:after="40"/>
              <w:rPr>
                <w:color w:val="000000"/>
              </w:rPr>
            </w:pPr>
            <w:r>
              <w:rPr>
                <w:color w:val="000000"/>
              </w:rPr>
              <w:lastRenderedPageBreak/>
              <w:t>5.4</w:t>
            </w:r>
            <w:r>
              <w:rPr>
                <w:color w:val="000000"/>
              </w:rPr>
              <w:tab/>
            </w:r>
            <w:r w:rsidRPr="00D34036">
              <w:rPr>
                <w:color w:val="000000"/>
              </w:rPr>
              <w:t>Das Programm unterstützt die einzelnen Projekte und fördert übergre</w:t>
            </w:r>
            <w:r w:rsidRPr="00D34036">
              <w:rPr>
                <w:color w:val="000000"/>
              </w:rPr>
              <w:t>i</w:t>
            </w:r>
            <w:r w:rsidRPr="00D34036">
              <w:rPr>
                <w:color w:val="000000"/>
              </w:rPr>
              <w:t xml:space="preserve">fende Lernprozesse.  </w:t>
            </w:r>
          </w:p>
        </w:tc>
        <w:tc>
          <w:tcPr>
            <w:tcW w:w="1134" w:type="dxa"/>
            <w:shd w:val="clear" w:color="auto" w:fill="auto"/>
          </w:tcPr>
          <w:p w14:paraId="5CAC8D4A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62B53B41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5DAF119D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2043AE8C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5F8BE3A9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</w:tr>
      <w:tr w:rsidR="00B56C0A" w:rsidRPr="00D34036" w14:paraId="6C964438" w14:textId="77777777" w:rsidTr="00B56C0A">
        <w:trPr>
          <w:cantSplit/>
        </w:trPr>
        <w:tc>
          <w:tcPr>
            <w:tcW w:w="6804" w:type="dxa"/>
            <w:tcBorders>
              <w:bottom w:val="single" w:sz="4" w:space="0" w:color="C0C0C0"/>
            </w:tcBorders>
            <w:shd w:val="clear" w:color="auto" w:fill="auto"/>
          </w:tcPr>
          <w:p w14:paraId="4BEE9962" w14:textId="77777777" w:rsidR="00B56C0A" w:rsidRPr="00D34036" w:rsidRDefault="00B56C0A" w:rsidP="00E455DC">
            <w:pPr>
              <w:pStyle w:val="ZelleStandardplus"/>
              <w:spacing w:before="40" w:after="40"/>
              <w:rPr>
                <w:color w:val="000000"/>
              </w:rPr>
            </w:pPr>
            <w:r>
              <w:rPr>
                <w:color w:val="000000"/>
              </w:rPr>
              <w:t>5.5</w:t>
            </w:r>
            <w:r>
              <w:rPr>
                <w:color w:val="000000"/>
              </w:rPr>
              <w:tab/>
            </w:r>
            <w:r w:rsidRPr="00D34036">
              <w:rPr>
                <w:color w:val="000000"/>
              </w:rPr>
              <w:t>Das Programm identifiziert, bewertet und fördert gezielt innovative Ansätze oder Projekte und nutzt sie zur Weiterentwicklung des Pr</w:t>
            </w:r>
            <w:r w:rsidRPr="00D34036">
              <w:rPr>
                <w:color w:val="000000"/>
              </w:rPr>
              <w:t>o</w:t>
            </w:r>
            <w:r w:rsidRPr="00D34036">
              <w:rPr>
                <w:color w:val="000000"/>
              </w:rPr>
              <w:t>gramms.</w:t>
            </w:r>
          </w:p>
        </w:tc>
        <w:tc>
          <w:tcPr>
            <w:tcW w:w="1134" w:type="dxa"/>
            <w:tcBorders>
              <w:bottom w:val="single" w:sz="4" w:space="0" w:color="C0C0C0"/>
            </w:tcBorders>
            <w:shd w:val="clear" w:color="auto" w:fill="auto"/>
          </w:tcPr>
          <w:p w14:paraId="1B7F0F75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6" w:type="dxa"/>
            <w:tcBorders>
              <w:bottom w:val="single" w:sz="4" w:space="0" w:color="C0C0C0"/>
            </w:tcBorders>
            <w:shd w:val="clear" w:color="auto" w:fill="auto"/>
          </w:tcPr>
          <w:p w14:paraId="7480C096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0A692678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7EF57353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tcBorders>
              <w:bottom w:val="single" w:sz="4" w:space="0" w:color="C0C0C0"/>
            </w:tcBorders>
            <w:shd w:val="clear" w:color="auto" w:fill="auto"/>
          </w:tcPr>
          <w:p w14:paraId="29563E06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</w:tr>
      <w:tr w:rsidR="001A1F26" w:rsidRPr="00D34036" w14:paraId="35C81EB5" w14:textId="77777777" w:rsidTr="001A1F26">
        <w:trPr>
          <w:cantSplit/>
        </w:trPr>
        <w:tc>
          <w:tcPr>
            <w:tcW w:w="6804" w:type="dxa"/>
            <w:shd w:val="clear" w:color="auto" w:fill="D9D9D9"/>
          </w:tcPr>
          <w:p w14:paraId="5BC40297" w14:textId="77777777" w:rsidR="00B56C0A" w:rsidRPr="00D34036" w:rsidRDefault="00B56C0A" w:rsidP="00E455DC">
            <w:pPr>
              <w:pStyle w:val="ZelleStandardplus"/>
              <w:spacing w:before="40" w:after="40"/>
              <w:rPr>
                <w:b/>
                <w:color w:val="000000"/>
              </w:rPr>
            </w:pPr>
            <w:r w:rsidRPr="00D34036">
              <w:rPr>
                <w:b/>
                <w:color w:val="000000"/>
              </w:rPr>
              <w:t>6.</w:t>
            </w:r>
            <w:r w:rsidRPr="00D34036">
              <w:rPr>
                <w:b/>
                <w:color w:val="000000"/>
              </w:rPr>
              <w:tab/>
              <w:t>Evaluation und Valorisierung</w:t>
            </w:r>
          </w:p>
        </w:tc>
        <w:tc>
          <w:tcPr>
            <w:tcW w:w="1134" w:type="dxa"/>
            <w:shd w:val="clear" w:color="auto" w:fill="D9D9D9"/>
          </w:tcPr>
          <w:p w14:paraId="09A44A94" w14:textId="77777777" w:rsidR="00B56C0A" w:rsidRPr="00D34036" w:rsidRDefault="00B56C0A" w:rsidP="00E455DC">
            <w:pPr>
              <w:pStyle w:val="ZelleStandardplus"/>
              <w:spacing w:before="40" w:after="40"/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gridSpan w:val="4"/>
            <w:shd w:val="clear" w:color="auto" w:fill="D9D9D9"/>
          </w:tcPr>
          <w:p w14:paraId="7ECDBC92" w14:textId="77777777" w:rsidR="00B56C0A" w:rsidRPr="00D34036" w:rsidRDefault="00B56C0A" w:rsidP="00E455DC">
            <w:pPr>
              <w:pStyle w:val="ZelleStandardplus"/>
              <w:spacing w:before="40" w:after="40"/>
              <w:jc w:val="center"/>
              <w:rPr>
                <w:b/>
                <w:color w:val="000000"/>
              </w:rPr>
            </w:pPr>
          </w:p>
        </w:tc>
      </w:tr>
      <w:tr w:rsidR="00B56C0A" w:rsidRPr="00D34036" w14:paraId="2F85BA91" w14:textId="77777777" w:rsidTr="00B56C0A">
        <w:trPr>
          <w:cantSplit/>
        </w:trPr>
        <w:tc>
          <w:tcPr>
            <w:tcW w:w="6804" w:type="dxa"/>
            <w:shd w:val="clear" w:color="auto" w:fill="auto"/>
          </w:tcPr>
          <w:p w14:paraId="594ECE5C" w14:textId="77777777" w:rsidR="00B56C0A" w:rsidRPr="00D34036" w:rsidRDefault="00B56C0A" w:rsidP="00E455DC">
            <w:pPr>
              <w:pStyle w:val="ZelleStandardplus"/>
              <w:rPr>
                <w:color w:val="000000"/>
              </w:rPr>
            </w:pPr>
            <w:r w:rsidRPr="00D34036">
              <w:rPr>
                <w:color w:val="000000"/>
              </w:rPr>
              <w:t>6.1</w:t>
            </w:r>
            <w:r w:rsidRPr="00D34036">
              <w:rPr>
                <w:color w:val="000000"/>
              </w:rPr>
              <w:tab/>
              <w:t xml:space="preserve">Die Evaluation trägt dazu bei, das Programm fundiert zu steuern und die Wirkungen des Programms und seiner Projekte </w:t>
            </w:r>
            <w:r w:rsidRPr="00D34036">
              <w:rPr>
                <w:color w:val="000000"/>
                <w:lang w:val="de-CH"/>
              </w:rPr>
              <w:t>abschliessend</w:t>
            </w:r>
            <w:r w:rsidRPr="00D34036">
              <w:rPr>
                <w:color w:val="000000"/>
              </w:rPr>
              <w:t xml:space="preserve"> zu beurteilen.</w:t>
            </w:r>
          </w:p>
        </w:tc>
        <w:tc>
          <w:tcPr>
            <w:tcW w:w="1134" w:type="dxa"/>
            <w:shd w:val="clear" w:color="auto" w:fill="auto"/>
          </w:tcPr>
          <w:p w14:paraId="3F4F79A3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66FA305D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271E4AEF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502D82EC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7D04783D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</w:tr>
      <w:tr w:rsidR="00B56C0A" w:rsidRPr="00D34036" w14:paraId="0A25DE30" w14:textId="77777777" w:rsidTr="00B56C0A">
        <w:trPr>
          <w:cantSplit/>
        </w:trPr>
        <w:tc>
          <w:tcPr>
            <w:tcW w:w="6804" w:type="dxa"/>
            <w:shd w:val="clear" w:color="auto" w:fill="auto"/>
          </w:tcPr>
          <w:p w14:paraId="385310A3" w14:textId="77777777" w:rsidR="00B56C0A" w:rsidRPr="00D34036" w:rsidRDefault="00B56C0A" w:rsidP="00E455DC">
            <w:pPr>
              <w:pStyle w:val="ZelleStandardplus"/>
              <w:rPr>
                <w:color w:val="000000"/>
              </w:rPr>
            </w:pPr>
            <w:r w:rsidRPr="00D34036">
              <w:rPr>
                <w:color w:val="000000"/>
              </w:rPr>
              <w:t>6.2</w:t>
            </w:r>
            <w:r w:rsidRPr="00D34036">
              <w:rPr>
                <w:color w:val="000000"/>
              </w:rPr>
              <w:tab/>
              <w:t xml:space="preserve">Das Programm hat seine Ziele erreicht und die Voraussetzungen für nachhaltige Wirkungen sind </w:t>
            </w:r>
            <w:r>
              <w:rPr>
                <w:color w:val="000000"/>
              </w:rPr>
              <w:t>gegeben</w:t>
            </w:r>
            <w:r w:rsidRPr="00D34036">
              <w:rPr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65B20D63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7AB87670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11A4A0F9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73C034B7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2FB33C87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</w:tr>
      <w:tr w:rsidR="00B56C0A" w:rsidRPr="00D34036" w14:paraId="7442CC74" w14:textId="77777777" w:rsidTr="00B56C0A">
        <w:trPr>
          <w:cantSplit/>
        </w:trPr>
        <w:tc>
          <w:tcPr>
            <w:tcW w:w="6804" w:type="dxa"/>
            <w:shd w:val="clear" w:color="auto" w:fill="auto"/>
          </w:tcPr>
          <w:p w14:paraId="69C9946D" w14:textId="77777777" w:rsidR="00B56C0A" w:rsidRPr="00D34036" w:rsidRDefault="00B56C0A" w:rsidP="00E455DC">
            <w:pPr>
              <w:pStyle w:val="ZelleStandardplus"/>
              <w:rPr>
                <w:color w:val="000000"/>
              </w:rPr>
            </w:pPr>
            <w:r w:rsidRPr="00D34036">
              <w:rPr>
                <w:color w:val="000000"/>
              </w:rPr>
              <w:t>6.3</w:t>
            </w:r>
            <w:r w:rsidRPr="00D34036">
              <w:rPr>
                <w:color w:val="000000"/>
              </w:rPr>
              <w:tab/>
              <w:t>Ergebnisse und Erkenntnisse des Programms werden zielgerichtet verbreitet und für die Multiplikation von Projekten oder Programmel</w:t>
            </w:r>
            <w:r w:rsidRPr="00D34036">
              <w:rPr>
                <w:color w:val="000000"/>
              </w:rPr>
              <w:t>e</w:t>
            </w:r>
            <w:r w:rsidRPr="00D34036">
              <w:rPr>
                <w:color w:val="000000"/>
              </w:rPr>
              <w:t>menten nutzbar gemacht.</w:t>
            </w:r>
          </w:p>
        </w:tc>
        <w:tc>
          <w:tcPr>
            <w:tcW w:w="1134" w:type="dxa"/>
            <w:shd w:val="clear" w:color="auto" w:fill="auto"/>
          </w:tcPr>
          <w:p w14:paraId="75501441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6" w:type="dxa"/>
            <w:shd w:val="clear" w:color="auto" w:fill="auto"/>
          </w:tcPr>
          <w:p w14:paraId="1C25E8B8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755D8BEB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20CDB59A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  <w:tc>
          <w:tcPr>
            <w:tcW w:w="425" w:type="dxa"/>
            <w:shd w:val="clear" w:color="auto" w:fill="auto"/>
          </w:tcPr>
          <w:p w14:paraId="0EBC98E9" w14:textId="77777777" w:rsidR="00B56C0A" w:rsidRPr="00D34036" w:rsidRDefault="00B56C0A" w:rsidP="00E455DC">
            <w:pPr>
              <w:spacing w:before="40" w:after="40"/>
              <w:jc w:val="center"/>
              <w:rPr>
                <w:color w:val="000000"/>
              </w:rPr>
            </w:pPr>
            <w:r w:rsidRPr="00D34036">
              <w:rPr>
                <w:rFonts w:ascii="Arial Unicode MS" w:eastAsia="Arial Unicode MS" w:hAnsi="Arial Unicode MS" w:cs="Arial Unicode MS"/>
                <w:color w:val="000000"/>
              </w:rPr>
              <w:sym w:font="Wingdings" w:char="F071"/>
            </w:r>
          </w:p>
        </w:tc>
      </w:tr>
    </w:tbl>
    <w:p w14:paraId="18DF17EC" w14:textId="77777777" w:rsidR="00B56C0A" w:rsidRDefault="00B56C0A" w:rsidP="004E5FC6">
      <w:pPr>
        <w:pStyle w:val="berschrift2"/>
        <w:numPr>
          <w:ilvl w:val="0"/>
          <w:numId w:val="0"/>
        </w:numPr>
      </w:pPr>
    </w:p>
    <w:p w14:paraId="5D94D11C" w14:textId="41A57A4C" w:rsidR="00211EFC" w:rsidRPr="00BD3128" w:rsidRDefault="00B56C0A" w:rsidP="004E5FC6">
      <w:pPr>
        <w:pStyle w:val="berschrift2"/>
        <w:numPr>
          <w:ilvl w:val="0"/>
          <w:numId w:val="0"/>
        </w:numPr>
      </w:pPr>
      <w:r w:rsidRPr="00BD3128">
        <w:br w:type="page"/>
      </w:r>
      <w:r w:rsidR="00211EFC" w:rsidRPr="00BD3128">
        <w:lastRenderedPageBreak/>
        <w:t>Wesentliche Stärken und Verbesserungspotenziale</w:t>
      </w:r>
      <w:r w:rsidR="002B38DC" w:rsidRPr="00BD3128">
        <w:t xml:space="preserve"> des </w:t>
      </w:r>
      <w:r w:rsidRPr="00BD3128">
        <w:t>Programms</w:t>
      </w:r>
    </w:p>
    <w:p w14:paraId="312704A1" w14:textId="77777777" w:rsidR="002B38DC" w:rsidRPr="00B45A1E" w:rsidRDefault="002B38DC" w:rsidP="002B38DC">
      <w:pPr>
        <w:rPr>
          <w:color w:val="000000"/>
          <w:lang w:val="de-CH"/>
        </w:rPr>
      </w:pPr>
    </w:p>
    <w:p w14:paraId="40E95CB8" w14:textId="77777777" w:rsidR="00211EFC" w:rsidRPr="003D5283" w:rsidRDefault="00211EFC" w:rsidP="004E5FC6">
      <w:pPr>
        <w:pStyle w:val="berschrift2"/>
        <w:numPr>
          <w:ilvl w:val="0"/>
          <w:numId w:val="0"/>
        </w:numPr>
      </w:pPr>
      <w:r w:rsidRPr="003D5283">
        <w:t>St</w:t>
      </w:r>
      <w:r>
        <w:t>ärken</w:t>
      </w:r>
    </w:p>
    <w:p w14:paraId="5396DC94" w14:textId="77777777" w:rsidR="00211EFC" w:rsidRDefault="00075A7C" w:rsidP="00AC0F4B">
      <w:pPr>
        <w:spacing w:after="240"/>
      </w:pPr>
      <w:bookmarkStart w:id="2" w:name="OLE_LINK26"/>
      <w:r>
        <w:t>…</w:t>
      </w:r>
    </w:p>
    <w:bookmarkEnd w:id="2"/>
    <w:p w14:paraId="5D98FC85" w14:textId="77777777" w:rsidR="00211EFC" w:rsidRDefault="00211EFC" w:rsidP="004E5FC6">
      <w:pPr>
        <w:pStyle w:val="berschrift2"/>
        <w:numPr>
          <w:ilvl w:val="0"/>
          <w:numId w:val="0"/>
        </w:numPr>
      </w:pPr>
      <w:r>
        <w:t>Verbesserungspotenziale</w:t>
      </w:r>
    </w:p>
    <w:p w14:paraId="511C6397" w14:textId="77777777" w:rsidR="00211EFC" w:rsidRDefault="00075A7C" w:rsidP="00AC0F4B">
      <w:pPr>
        <w:spacing w:after="240"/>
      </w:pPr>
      <w:r>
        <w:t>…</w:t>
      </w:r>
    </w:p>
    <w:p w14:paraId="49257990" w14:textId="77777777" w:rsidR="00211EFC" w:rsidRDefault="00211EFC" w:rsidP="004E5FC6">
      <w:pPr>
        <w:pStyle w:val="berschrift2"/>
        <w:numPr>
          <w:ilvl w:val="0"/>
          <w:numId w:val="0"/>
        </w:numPr>
      </w:pPr>
      <w:r w:rsidRPr="003D5283">
        <w:t>Welche Empfehlungen können Sie daraus ableiten</w:t>
      </w:r>
      <w:r>
        <w:t>?</w:t>
      </w:r>
    </w:p>
    <w:p w14:paraId="3DB55DC2" w14:textId="77777777" w:rsidR="00211EFC" w:rsidRDefault="00075A7C" w:rsidP="00AC0F4B">
      <w:pPr>
        <w:spacing w:after="240"/>
      </w:pPr>
      <w:r>
        <w:t>…</w:t>
      </w:r>
    </w:p>
    <w:p w14:paraId="71DAAA26" w14:textId="77777777" w:rsidR="00211EFC" w:rsidRPr="005839CB" w:rsidRDefault="00211EFC" w:rsidP="00AC0F4B"/>
    <w:sectPr w:rsidR="00211EFC" w:rsidRPr="005839CB" w:rsidSect="00CE3238">
      <w:footerReference w:type="default" r:id="rId9"/>
      <w:headerReference w:type="first" r:id="rId10"/>
      <w:footerReference w:type="first" r:id="rId11"/>
      <w:type w:val="continuous"/>
      <w:pgSz w:w="11906" w:h="16838" w:code="9"/>
      <w:pgMar w:top="1134" w:right="1134" w:bottom="1814" w:left="1418" w:header="851" w:footer="851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9DABF6" w14:textId="77777777" w:rsidR="00C40039" w:rsidRDefault="00C40039" w:rsidP="00A323D6">
      <w:r>
        <w:separator/>
      </w:r>
    </w:p>
  </w:endnote>
  <w:endnote w:type="continuationSeparator" w:id="0">
    <w:p w14:paraId="3DEB45D7" w14:textId="77777777" w:rsidR="00C40039" w:rsidRDefault="00C40039" w:rsidP="00A32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apf Dingbats"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yriad Pro Light">
    <w:panose1 w:val="020B06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8F3366" w14:textId="475E55C7" w:rsidR="00211EFC" w:rsidRPr="004011EA" w:rsidRDefault="00CE3238" w:rsidP="002B38DC">
    <w:pPr>
      <w:pStyle w:val="Fuzeile"/>
      <w:tabs>
        <w:tab w:val="clear" w:pos="9406"/>
        <w:tab w:val="right" w:pos="9072"/>
      </w:tabs>
    </w:pPr>
    <w:r w:rsidRPr="000F06DA">
      <w:rPr>
        <w:color w:val="FF9900"/>
      </w:rPr>
      <w:t>www.quint-essenz.ch</w:t>
    </w:r>
    <w:r w:rsidRPr="00E459D6">
      <w:t>, ein Angebot von Gesundheitsförderung Schweiz</w:t>
    </w:r>
    <w:r w:rsidRPr="00E459D6">
      <w:br/>
    </w:r>
    <w:r>
      <w:t>Schlussbericht [</w:t>
    </w:r>
    <w:r w:rsidR="000B74EF">
      <w:t>Programm</w:t>
    </w:r>
    <w:r>
      <w:t>]</w:t>
    </w:r>
    <w:r w:rsidRPr="00E459D6">
      <w:t>,</w:t>
    </w:r>
    <w:r>
      <w:t xml:space="preserve"> [Autor/in], [Datum]</w:t>
    </w:r>
    <w:r w:rsidR="00211EFC" w:rsidRPr="00E459D6">
      <w:tab/>
    </w:r>
    <w:r w:rsidR="00211EFC" w:rsidRPr="00E459D6">
      <w:tab/>
    </w:r>
    <w:r w:rsidR="00211EFC">
      <w:tab/>
    </w:r>
    <w:r w:rsidR="00211EFC" w:rsidRPr="00E459D6">
      <w:rPr>
        <w:lang w:val="fr-FR"/>
      </w:rPr>
      <w:fldChar w:fldCharType="begin"/>
    </w:r>
    <w:r w:rsidR="00211EFC" w:rsidRPr="00E459D6">
      <w:instrText xml:space="preserve"> </w:instrText>
    </w:r>
    <w:r w:rsidR="001A1F26">
      <w:instrText>PAGE</w:instrText>
    </w:r>
    <w:r w:rsidR="00211EFC" w:rsidRPr="00E459D6">
      <w:instrText xml:space="preserve"> </w:instrText>
    </w:r>
    <w:r w:rsidR="00211EFC" w:rsidRPr="00E459D6">
      <w:rPr>
        <w:lang w:val="fr-FR"/>
      </w:rPr>
      <w:fldChar w:fldCharType="separate"/>
    </w:r>
    <w:r w:rsidR="004E5FC6">
      <w:rPr>
        <w:noProof/>
      </w:rPr>
      <w:t>6</w:t>
    </w:r>
    <w:r w:rsidR="00211EFC" w:rsidRPr="00E459D6">
      <w:rPr>
        <w:lang w:val="fr-FR"/>
      </w:rPr>
      <w:fldChar w:fldCharType="end"/>
    </w:r>
    <w:r w:rsidR="00211EFC" w:rsidRPr="00E459D6">
      <w:t>/</w:t>
    </w:r>
    <w:r w:rsidR="00211EFC" w:rsidRPr="00E459D6">
      <w:fldChar w:fldCharType="begin"/>
    </w:r>
    <w:r w:rsidR="00211EFC" w:rsidRPr="00E459D6">
      <w:instrText xml:space="preserve"> </w:instrText>
    </w:r>
    <w:r w:rsidR="001A1F26">
      <w:instrText>NUMPAGES</w:instrText>
    </w:r>
    <w:r w:rsidR="00211EFC" w:rsidRPr="00E459D6">
      <w:instrText xml:space="preserve"> </w:instrText>
    </w:r>
    <w:r w:rsidR="00211EFC" w:rsidRPr="00E459D6">
      <w:fldChar w:fldCharType="separate"/>
    </w:r>
    <w:r w:rsidR="004E5FC6">
      <w:rPr>
        <w:noProof/>
      </w:rPr>
      <w:t>7</w:t>
    </w:r>
    <w:r w:rsidR="00211EFC" w:rsidRPr="00E459D6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C7889D" w14:textId="77777777" w:rsidR="00211EFC" w:rsidRPr="00E459D6" w:rsidRDefault="00211EFC" w:rsidP="002B38DC">
    <w:pPr>
      <w:pStyle w:val="Fuzeile"/>
      <w:tabs>
        <w:tab w:val="clear" w:pos="9406"/>
        <w:tab w:val="right" w:pos="9072"/>
      </w:tabs>
    </w:pPr>
    <w:r w:rsidRPr="000F06DA">
      <w:rPr>
        <w:color w:val="FF9900"/>
      </w:rPr>
      <w:t>www.quint-essenz.ch</w:t>
    </w:r>
    <w:r w:rsidRPr="00E459D6">
      <w:t>, ein Angebot von Gesundheitsförderung Schweiz</w:t>
    </w:r>
    <w:r w:rsidRPr="00E459D6">
      <w:br/>
    </w:r>
    <w:r>
      <w:t>Konzept [Projekt]</w:t>
    </w:r>
    <w:r w:rsidRPr="00E459D6">
      <w:t>,</w:t>
    </w:r>
    <w:r>
      <w:t xml:space="preserve"> [Autor/in], [Datum]</w:t>
    </w:r>
    <w:r w:rsidRPr="00E459D6">
      <w:tab/>
    </w:r>
    <w:r w:rsidRPr="00E459D6">
      <w:tab/>
    </w:r>
    <w:r>
      <w:tab/>
    </w:r>
    <w:r w:rsidRPr="00E459D6">
      <w:rPr>
        <w:lang w:val="fr-FR"/>
      </w:rPr>
      <w:fldChar w:fldCharType="begin"/>
    </w:r>
    <w:r w:rsidRPr="00E459D6">
      <w:instrText xml:space="preserve"> </w:instrText>
    </w:r>
    <w:r w:rsidR="001A1F26">
      <w:instrText>PAGE</w:instrText>
    </w:r>
    <w:r w:rsidRPr="00E459D6">
      <w:instrText xml:space="preserve"> </w:instrText>
    </w:r>
    <w:r w:rsidRPr="00E459D6">
      <w:rPr>
        <w:lang w:val="fr-FR"/>
      </w:rPr>
      <w:fldChar w:fldCharType="separate"/>
    </w:r>
    <w:r w:rsidR="00CE3238">
      <w:rPr>
        <w:noProof/>
      </w:rPr>
      <w:t>1</w:t>
    </w:r>
    <w:r w:rsidRPr="00E459D6">
      <w:rPr>
        <w:lang w:val="fr-FR"/>
      </w:rPr>
      <w:fldChar w:fldCharType="end"/>
    </w:r>
    <w:r w:rsidRPr="00E459D6">
      <w:t>/</w:t>
    </w:r>
    <w:r w:rsidRPr="00E459D6">
      <w:fldChar w:fldCharType="begin"/>
    </w:r>
    <w:r w:rsidRPr="00E459D6">
      <w:instrText xml:space="preserve"> </w:instrText>
    </w:r>
    <w:r w:rsidR="001A1F26">
      <w:instrText>NUMPAGES</w:instrText>
    </w:r>
    <w:r w:rsidRPr="00E459D6">
      <w:instrText xml:space="preserve"> </w:instrText>
    </w:r>
    <w:r w:rsidRPr="00E459D6">
      <w:fldChar w:fldCharType="separate"/>
    </w:r>
    <w:r w:rsidR="00CE3238">
      <w:rPr>
        <w:noProof/>
      </w:rPr>
      <w:t>7</w:t>
    </w:r>
    <w:r w:rsidRPr="00E459D6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ABCD67" w14:textId="77777777" w:rsidR="00C40039" w:rsidRDefault="00C40039" w:rsidP="00A323D6">
      <w:r>
        <w:separator/>
      </w:r>
    </w:p>
  </w:footnote>
  <w:footnote w:type="continuationSeparator" w:id="0">
    <w:p w14:paraId="2273A070" w14:textId="77777777" w:rsidR="00C40039" w:rsidRDefault="00C40039" w:rsidP="00A323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9D7B72" w14:textId="77777777" w:rsidR="00211EFC" w:rsidRPr="00B76B08" w:rsidRDefault="004E5FC6" w:rsidP="00593BC4">
    <w:pPr>
      <w:ind w:right="-143"/>
      <w:jc w:val="right"/>
    </w:pPr>
    <w:r>
      <w:pict w14:anchorId="4B1C782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83.75pt;height:59.1pt;mso-position-horizontal-relative:char;mso-position-vertical-relative:lin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F44EB"/>
    <w:multiLevelType w:val="multilevel"/>
    <w:tmpl w:val="930A52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ZelleKriterium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113E385D"/>
    <w:multiLevelType w:val="multilevel"/>
    <w:tmpl w:val="01AC868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323425AB"/>
    <w:multiLevelType w:val="multilevel"/>
    <w:tmpl w:val="9E06E43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33E766EA"/>
    <w:multiLevelType w:val="multilevel"/>
    <w:tmpl w:val="DD6861C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F1548BD"/>
    <w:multiLevelType w:val="multilevel"/>
    <w:tmpl w:val="DD6861C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653742EE"/>
    <w:multiLevelType w:val="multilevel"/>
    <w:tmpl w:val="AEB04C9A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>
    <w:nsid w:val="781A40E0"/>
    <w:multiLevelType w:val="multilevel"/>
    <w:tmpl w:val="4C2CA0C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2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intFractionalCharacterWidth/>
  <w:embedSystemFonts/>
  <w:activeWritingStyle w:appName="MSWord" w:lang="de-CH" w:vendorID="6" w:dllVersion="2" w:checkStyle="1"/>
  <w:activeWritingStyle w:appName="MSWord" w:lang="fr-FR" w:vendorID="65" w:dllVersion="514" w:checkStyle="1"/>
  <w:activeWritingStyle w:appName="MSWord" w:lang="de-CH" w:vendorID="9" w:dllVersion="512" w:checkStyle="1"/>
  <w:activeWritingStyle w:appName="MSWord" w:lang="de-DE" w:vendorID="9" w:dllVersion="512" w:checkStyle="1"/>
  <w:activeWritingStyle w:appName="MSWord" w:lang="de-DE" w:vendorID="6" w:dllVersion="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autoHyphenation/>
  <w:hyphenationZone w:val="425"/>
  <w:drawingGridHorizontalSpacing w:val="11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2195"/>
    <w:rsid w:val="000359A5"/>
    <w:rsid w:val="00075A7C"/>
    <w:rsid w:val="000B74EF"/>
    <w:rsid w:val="000F06DA"/>
    <w:rsid w:val="000F0EDB"/>
    <w:rsid w:val="00137106"/>
    <w:rsid w:val="00154EA3"/>
    <w:rsid w:val="001A1F26"/>
    <w:rsid w:val="00211EFC"/>
    <w:rsid w:val="002320EC"/>
    <w:rsid w:val="002B38DC"/>
    <w:rsid w:val="002D5DC5"/>
    <w:rsid w:val="002D78EF"/>
    <w:rsid w:val="002E35D5"/>
    <w:rsid w:val="00323A6E"/>
    <w:rsid w:val="003371D3"/>
    <w:rsid w:val="00351C6E"/>
    <w:rsid w:val="003E41B4"/>
    <w:rsid w:val="00464272"/>
    <w:rsid w:val="0048271D"/>
    <w:rsid w:val="004A6275"/>
    <w:rsid w:val="004E5FC6"/>
    <w:rsid w:val="00522195"/>
    <w:rsid w:val="00591263"/>
    <w:rsid w:val="00593BC4"/>
    <w:rsid w:val="00597CAE"/>
    <w:rsid w:val="005C5A54"/>
    <w:rsid w:val="006313C6"/>
    <w:rsid w:val="00643683"/>
    <w:rsid w:val="006767AC"/>
    <w:rsid w:val="006B4EA6"/>
    <w:rsid w:val="007234E8"/>
    <w:rsid w:val="0079616E"/>
    <w:rsid w:val="007A4F08"/>
    <w:rsid w:val="00810BE2"/>
    <w:rsid w:val="00840672"/>
    <w:rsid w:val="008A4D1A"/>
    <w:rsid w:val="009A1395"/>
    <w:rsid w:val="009A6969"/>
    <w:rsid w:val="00A323D6"/>
    <w:rsid w:val="00A36B18"/>
    <w:rsid w:val="00A54E16"/>
    <w:rsid w:val="00AC0F4B"/>
    <w:rsid w:val="00AF40E6"/>
    <w:rsid w:val="00B365DE"/>
    <w:rsid w:val="00B45A1E"/>
    <w:rsid w:val="00B56C0A"/>
    <w:rsid w:val="00BD3128"/>
    <w:rsid w:val="00C40039"/>
    <w:rsid w:val="00C80EC5"/>
    <w:rsid w:val="00C90FE6"/>
    <w:rsid w:val="00CD3230"/>
    <w:rsid w:val="00CE3238"/>
    <w:rsid w:val="00D23635"/>
    <w:rsid w:val="00D45392"/>
    <w:rsid w:val="00D55666"/>
    <w:rsid w:val="00D63E78"/>
    <w:rsid w:val="00D87890"/>
    <w:rsid w:val="00DA35F9"/>
    <w:rsid w:val="00DA37BA"/>
    <w:rsid w:val="00E058CB"/>
    <w:rsid w:val="00E745B8"/>
    <w:rsid w:val="00E83972"/>
    <w:rsid w:val="00EA10F8"/>
    <w:rsid w:val="00EB18F8"/>
    <w:rsid w:val="00ED039A"/>
    <w:rsid w:val="00EE570D"/>
    <w:rsid w:val="00FA1FB0"/>
    <w:rsid w:val="00FA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;"/>
  <w14:docId w14:val="62D0AF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Standard">
    <w:name w:val="Normal"/>
    <w:qFormat/>
    <w:rsid w:val="00E83972"/>
    <w:pPr>
      <w:spacing w:before="60" w:after="60"/>
    </w:pPr>
    <w:rPr>
      <w:rFonts w:ascii="Arial" w:hAnsi="Arial" w:cs="Arial"/>
      <w:sz w:val="22"/>
      <w:lang w:val="de-DE" w:eastAsia="fr-FR"/>
    </w:rPr>
  </w:style>
  <w:style w:type="paragraph" w:styleId="berschrift1">
    <w:name w:val="heading 1"/>
    <w:basedOn w:val="Standard"/>
    <w:next w:val="Standard"/>
    <w:qFormat/>
    <w:rsid w:val="00E83972"/>
    <w:pPr>
      <w:keepNext/>
      <w:numPr>
        <w:numId w:val="6"/>
      </w:numPr>
      <w:shd w:val="clear" w:color="auto" w:fill="D9D9D9"/>
      <w:spacing w:before="360" w:after="360"/>
      <w:outlineLvl w:val="0"/>
    </w:pPr>
    <w:rPr>
      <w:b/>
      <w:color w:val="000000"/>
      <w:sz w:val="24"/>
      <w:szCs w:val="24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4E5FC6"/>
    <w:pPr>
      <w:keepNext/>
      <w:keepLines/>
      <w:numPr>
        <w:ilvl w:val="1"/>
        <w:numId w:val="6"/>
      </w:numPr>
      <w:spacing w:before="480" w:after="120"/>
      <w:ind w:left="0" w:firstLine="0"/>
      <w:outlineLvl w:val="1"/>
    </w:pPr>
    <w:rPr>
      <w:rFonts w:eastAsia="Times New Roman"/>
      <w:b/>
      <w:color w:val="000000"/>
      <w:lang w:val="de-CH"/>
    </w:rPr>
  </w:style>
  <w:style w:type="paragraph" w:styleId="berschrift3">
    <w:name w:val="heading 3"/>
    <w:basedOn w:val="Standard"/>
    <w:next w:val="Standard"/>
    <w:autoRedefine/>
    <w:qFormat/>
    <w:rsid w:val="009A6969"/>
    <w:pPr>
      <w:keepNext/>
      <w:tabs>
        <w:tab w:val="left" w:pos="567"/>
        <w:tab w:val="right" w:pos="10206"/>
      </w:tabs>
      <w:spacing w:before="240" w:after="120"/>
      <w:outlineLvl w:val="2"/>
    </w:pPr>
    <w:rPr>
      <w:rFonts w:eastAsia="Times New Roman"/>
      <w:i/>
      <w:lang w:val="de-CH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A323D6"/>
    <w:pPr>
      <w:keepNext/>
      <w:numPr>
        <w:ilvl w:val="3"/>
        <w:numId w:val="6"/>
      </w:numPr>
      <w:spacing w:before="24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A323D6"/>
    <w:pPr>
      <w:numPr>
        <w:ilvl w:val="4"/>
        <w:numId w:val="6"/>
      </w:numPr>
      <w:spacing w:before="24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A323D6"/>
    <w:pPr>
      <w:numPr>
        <w:ilvl w:val="5"/>
        <w:numId w:val="6"/>
      </w:numPr>
      <w:spacing w:before="240"/>
      <w:outlineLvl w:val="5"/>
    </w:pPr>
    <w:rPr>
      <w:rFonts w:ascii="Calibri" w:eastAsia="Times New Roman" w:hAnsi="Calibri" w:cs="Times New Roman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A323D6"/>
    <w:pPr>
      <w:numPr>
        <w:ilvl w:val="6"/>
        <w:numId w:val="6"/>
      </w:numPr>
      <w:spacing w:before="24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A323D6"/>
    <w:pPr>
      <w:numPr>
        <w:ilvl w:val="7"/>
        <w:numId w:val="6"/>
      </w:numPr>
      <w:spacing w:before="24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A323D6"/>
    <w:pPr>
      <w:numPr>
        <w:ilvl w:val="8"/>
        <w:numId w:val="6"/>
      </w:numPr>
      <w:spacing w:before="240"/>
      <w:outlineLvl w:val="8"/>
    </w:pPr>
    <w:rPr>
      <w:rFonts w:ascii="Cambria" w:eastAsia="Times New Roman" w:hAnsi="Cambria" w:cs="Times New Roman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459D6"/>
    <w:pPr>
      <w:tabs>
        <w:tab w:val="center" w:pos="4513"/>
        <w:tab w:val="right" w:pos="9026"/>
      </w:tabs>
    </w:pPr>
  </w:style>
  <w:style w:type="paragraph" w:styleId="Fuzeile">
    <w:name w:val="footer"/>
    <w:basedOn w:val="Standard"/>
    <w:qFormat/>
    <w:rsid w:val="00522195"/>
    <w:pPr>
      <w:tabs>
        <w:tab w:val="center" w:pos="4703"/>
        <w:tab w:val="right" w:pos="9406"/>
      </w:tabs>
    </w:pPr>
    <w:rPr>
      <w:sz w:val="18"/>
    </w:rPr>
  </w:style>
  <w:style w:type="character" w:customStyle="1" w:styleId="KopfzeileZchn">
    <w:name w:val="Kopfzeile Zchn"/>
    <w:link w:val="Kopfzeile"/>
    <w:uiPriority w:val="99"/>
    <w:rsid w:val="00E459D6"/>
    <w:rPr>
      <w:rFonts w:ascii="Arial" w:hAnsi="Arial"/>
      <w:sz w:val="22"/>
      <w:lang w:val="de-DE"/>
    </w:rPr>
  </w:style>
  <w:style w:type="paragraph" w:customStyle="1" w:styleId="ZelleStandard">
    <w:name w:val="Zelle Standard"/>
    <w:basedOn w:val="Standard"/>
    <w:qFormat/>
    <w:rsid w:val="005C0AA4"/>
    <w:pPr>
      <w:keepLines/>
      <w:tabs>
        <w:tab w:val="left" w:pos="227"/>
      </w:tabs>
    </w:pPr>
    <w:rPr>
      <w:sz w:val="18"/>
    </w:rPr>
  </w:style>
  <w:style w:type="paragraph" w:customStyle="1" w:styleId="ZelleTitel">
    <w:name w:val="Zelle Titel"/>
    <w:basedOn w:val="Standard"/>
    <w:autoRedefine/>
    <w:qFormat/>
    <w:rsid w:val="00591263"/>
    <w:pPr>
      <w:keepNext/>
      <w:tabs>
        <w:tab w:val="left" w:pos="352"/>
      </w:tabs>
      <w:spacing w:before="20" w:after="20"/>
    </w:pPr>
    <w:rPr>
      <w:b/>
      <w:sz w:val="20"/>
      <w:lang w:val="de-CH" w:eastAsia="de-DE"/>
    </w:rPr>
  </w:style>
  <w:style w:type="paragraph" w:styleId="Verzeichnis1">
    <w:name w:val="toc 1"/>
    <w:basedOn w:val="Standard"/>
    <w:next w:val="Standard"/>
    <w:autoRedefine/>
    <w:semiHidden/>
    <w:rsid w:val="002E7DDC"/>
    <w:pPr>
      <w:tabs>
        <w:tab w:val="right" w:leader="dot" w:pos="10194"/>
      </w:tabs>
      <w:spacing w:before="120"/>
    </w:pPr>
    <w:rPr>
      <w:b/>
      <w:noProof/>
    </w:rPr>
  </w:style>
  <w:style w:type="paragraph" w:styleId="Verzeichnis2">
    <w:name w:val="toc 2"/>
    <w:basedOn w:val="Standard"/>
    <w:next w:val="Standard"/>
    <w:autoRedefine/>
    <w:semiHidden/>
    <w:rsid w:val="002E7DDC"/>
    <w:pPr>
      <w:tabs>
        <w:tab w:val="right" w:pos="10194"/>
      </w:tabs>
      <w:ind w:left="227"/>
    </w:pPr>
    <w:rPr>
      <w:noProof/>
    </w:rPr>
  </w:style>
  <w:style w:type="paragraph" w:styleId="Verzeichnis3">
    <w:name w:val="toc 3"/>
    <w:basedOn w:val="Standard"/>
    <w:next w:val="Standard"/>
    <w:autoRedefine/>
    <w:semiHidden/>
    <w:rsid w:val="002E7DDC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2E7DDC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2E7DDC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2E7DDC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2E7DDC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2E7DDC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2E7DDC"/>
    <w:pPr>
      <w:ind w:left="1920"/>
    </w:pPr>
  </w:style>
  <w:style w:type="paragraph" w:styleId="Dokumentstruktur">
    <w:name w:val="Document Map"/>
    <w:basedOn w:val="Standard"/>
    <w:semiHidden/>
    <w:rsid w:val="001B5241"/>
    <w:pPr>
      <w:shd w:val="clear" w:color="auto" w:fill="C6D5EC"/>
    </w:pPr>
    <w:rPr>
      <w:rFonts w:ascii="Lucida Grande" w:hAnsi="Lucida Grande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C4C9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C4C93"/>
    <w:rPr>
      <w:rFonts w:ascii="Tahoma" w:hAnsi="Tahoma" w:cs="Tahoma"/>
      <w:sz w:val="16"/>
      <w:szCs w:val="16"/>
      <w:lang w:val="de-DE"/>
    </w:rPr>
  </w:style>
  <w:style w:type="paragraph" w:customStyle="1" w:styleId="ZelleKasten">
    <w:name w:val="Zelle Kasten"/>
    <w:basedOn w:val="ZelleStandard"/>
    <w:rsid w:val="003F33FD"/>
    <w:pPr>
      <w:keepLines w:val="0"/>
      <w:suppressLineNumbers/>
      <w:tabs>
        <w:tab w:val="clear" w:pos="227"/>
      </w:tabs>
      <w:suppressAutoHyphens/>
      <w:snapToGrid w:val="0"/>
      <w:spacing w:before="20"/>
      <w:jc w:val="center"/>
    </w:pPr>
    <w:rPr>
      <w:rFonts w:ascii="Zapf Dingbats" w:hAnsi="Zapf Dingbats"/>
      <w:sz w:val="24"/>
      <w:lang w:val="de-CH"/>
    </w:rPr>
  </w:style>
  <w:style w:type="paragraph" w:customStyle="1" w:styleId="Bemerkungen">
    <w:name w:val="Bemerkungen"/>
    <w:basedOn w:val="Standard"/>
    <w:autoRedefine/>
    <w:qFormat/>
    <w:rsid w:val="003F33FD"/>
    <w:pPr>
      <w:tabs>
        <w:tab w:val="right" w:leader="dot" w:pos="10206"/>
      </w:tabs>
      <w:spacing w:line="340" w:lineRule="atLeast"/>
      <w:contextualSpacing/>
    </w:pPr>
    <w:rPr>
      <w:rFonts w:eastAsia="Times New Roman" w:cs="Times"/>
      <w:i/>
      <w:lang w:eastAsia="ar-SA"/>
    </w:rPr>
  </w:style>
  <w:style w:type="paragraph" w:customStyle="1" w:styleId="Bemerkungenerst">
    <w:name w:val="Bemerkungen erst"/>
    <w:basedOn w:val="Bemerkungen"/>
    <w:qFormat/>
    <w:rsid w:val="003F33FD"/>
    <w:pPr>
      <w:keepNext/>
      <w:keepLines/>
      <w:spacing w:before="240" w:line="100" w:lineRule="atLeast"/>
    </w:pPr>
    <w:rPr>
      <w:lang w:val="de-CH"/>
    </w:rPr>
  </w:style>
  <w:style w:type="paragraph" w:customStyle="1" w:styleId="FormatvorlageBemerkungenVor6pt">
    <w:name w:val="Formatvorlage Bemerkungen + Vor:  6 pt"/>
    <w:basedOn w:val="Bemerkungen"/>
    <w:rsid w:val="003F33FD"/>
    <w:pPr>
      <w:spacing w:before="120"/>
    </w:pPr>
    <w:rPr>
      <w:rFonts w:cs="Times New Roman"/>
      <w:iCs/>
    </w:rPr>
  </w:style>
  <w:style w:type="paragraph" w:customStyle="1" w:styleId="Feld">
    <w:name w:val="Feld"/>
    <w:basedOn w:val="berschrift3"/>
    <w:autoRedefine/>
    <w:qFormat/>
    <w:rsid w:val="00D21808"/>
    <w:pPr>
      <w:keepNext w:val="0"/>
      <w:tabs>
        <w:tab w:val="right" w:leader="dot" w:pos="10206"/>
      </w:tabs>
      <w:suppressAutoHyphens/>
      <w:spacing w:before="60" w:after="60"/>
    </w:pPr>
    <w:rPr>
      <w:color w:val="000000"/>
      <w:lang w:eastAsia="de-DE"/>
    </w:rPr>
  </w:style>
  <w:style w:type="paragraph" w:customStyle="1" w:styleId="Balken">
    <w:name w:val="Balken"/>
    <w:basedOn w:val="Standard"/>
    <w:next w:val="Standard"/>
    <w:rsid w:val="004011EA"/>
    <w:pPr>
      <w:keepNext/>
      <w:shd w:val="pct25" w:color="auto" w:fill="FFFFFF"/>
      <w:spacing w:before="120" w:after="120"/>
    </w:pPr>
    <w:rPr>
      <w:b/>
    </w:rPr>
  </w:style>
  <w:style w:type="paragraph" w:customStyle="1" w:styleId="TextZelle">
    <w:name w:val="Text Zelle"/>
    <w:basedOn w:val="Standard"/>
    <w:rsid w:val="004011EA"/>
    <w:rPr>
      <w:rFonts w:eastAsia="Times New Roman"/>
      <w:color w:val="0000FF"/>
      <w:lang w:val="de-CH"/>
    </w:rPr>
  </w:style>
  <w:style w:type="character" w:styleId="Kommentarzeichen">
    <w:name w:val="annotation reference"/>
    <w:uiPriority w:val="99"/>
    <w:semiHidden/>
    <w:unhideWhenUsed/>
    <w:rsid w:val="001A04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A0420"/>
    <w:rPr>
      <w:sz w:val="20"/>
    </w:rPr>
  </w:style>
  <w:style w:type="character" w:customStyle="1" w:styleId="KommentartextZchn">
    <w:name w:val="Kommentartext Zchn"/>
    <w:link w:val="Kommentartext"/>
    <w:uiPriority w:val="99"/>
    <w:semiHidden/>
    <w:rsid w:val="001A0420"/>
    <w:rPr>
      <w:rFonts w:ascii="Garamond" w:hAnsi="Garamond"/>
      <w:lang w:val="de-DE" w:eastAsia="fr-FR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A042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1A0420"/>
    <w:rPr>
      <w:rFonts w:ascii="Garamond" w:hAnsi="Garamond"/>
      <w:b/>
      <w:bCs/>
      <w:lang w:val="de-DE" w:eastAsia="fr-FR"/>
    </w:rPr>
  </w:style>
  <w:style w:type="paragraph" w:customStyle="1" w:styleId="Text">
    <w:name w:val="Text"/>
    <w:basedOn w:val="Standard"/>
    <w:rsid w:val="003D5283"/>
    <w:rPr>
      <w:rFonts w:eastAsia="Times New Roman"/>
      <w:color w:val="804000"/>
      <w:lang w:val="de-CH" w:eastAsia="de-DE"/>
    </w:rPr>
  </w:style>
  <w:style w:type="paragraph" w:customStyle="1" w:styleId="Balkenerst">
    <w:name w:val="Balken erst"/>
    <w:basedOn w:val="Balken"/>
    <w:rsid w:val="005839CB"/>
    <w:pPr>
      <w:tabs>
        <w:tab w:val="left" w:pos="426"/>
      </w:tabs>
    </w:pPr>
    <w:rPr>
      <w:lang w:eastAsia="de-CH"/>
    </w:rPr>
  </w:style>
  <w:style w:type="paragraph" w:customStyle="1" w:styleId="ZelleStandardplus">
    <w:name w:val="Zelle Standard plus"/>
    <w:basedOn w:val="ZelleStandard"/>
    <w:rsid w:val="00591263"/>
    <w:pPr>
      <w:spacing w:before="20" w:after="20"/>
      <w:ind w:left="352" w:hanging="352"/>
    </w:pPr>
    <w:rPr>
      <w:sz w:val="20"/>
      <w:lang w:eastAsia="de-CH"/>
    </w:rPr>
  </w:style>
  <w:style w:type="paragraph" w:customStyle="1" w:styleId="ZelleTitelzentr">
    <w:name w:val="Zelle Titel zentr"/>
    <w:basedOn w:val="ZelleTitel"/>
    <w:rsid w:val="003D5283"/>
    <w:pPr>
      <w:jc w:val="center"/>
    </w:pPr>
    <w:rPr>
      <w:rFonts w:ascii="Courier New" w:hAnsi="Courier New"/>
      <w:color w:val="800000"/>
      <w:lang w:eastAsia="de-CH"/>
    </w:rPr>
  </w:style>
  <w:style w:type="paragraph" w:customStyle="1" w:styleId="Eingabe">
    <w:name w:val="Eingabe"/>
    <w:basedOn w:val="TextZelle"/>
    <w:rsid w:val="005839CB"/>
    <w:pPr>
      <w:tabs>
        <w:tab w:val="left" w:pos="637"/>
        <w:tab w:val="left" w:pos="10344"/>
      </w:tabs>
    </w:pPr>
    <w:rPr>
      <w:color w:val="80808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839CB"/>
    <w:rPr>
      <w:szCs w:val="24"/>
    </w:rPr>
  </w:style>
  <w:style w:type="character" w:customStyle="1" w:styleId="FunotentextZchn">
    <w:name w:val="Fußnotentext Zchn"/>
    <w:link w:val="Funotentext"/>
    <w:uiPriority w:val="99"/>
    <w:semiHidden/>
    <w:rsid w:val="005839CB"/>
    <w:rPr>
      <w:rFonts w:ascii="Garamond" w:hAnsi="Garamond"/>
      <w:sz w:val="24"/>
      <w:szCs w:val="24"/>
      <w:lang w:eastAsia="fr-FR"/>
    </w:rPr>
  </w:style>
  <w:style w:type="character" w:styleId="Funotenzeichen">
    <w:name w:val="footnote reference"/>
    <w:uiPriority w:val="99"/>
    <w:semiHidden/>
    <w:unhideWhenUsed/>
    <w:rsid w:val="005839CB"/>
    <w:rPr>
      <w:vertAlign w:val="superscript"/>
    </w:rPr>
  </w:style>
  <w:style w:type="character" w:customStyle="1" w:styleId="berschrift4Zchn">
    <w:name w:val="Überschrift 4 Zchn"/>
    <w:link w:val="berschrift4"/>
    <w:semiHidden/>
    <w:rsid w:val="00A323D6"/>
    <w:rPr>
      <w:rFonts w:ascii="Calibri" w:eastAsia="Times New Roman" w:hAnsi="Calibri"/>
      <w:b/>
      <w:bCs/>
      <w:sz w:val="28"/>
      <w:szCs w:val="28"/>
      <w:lang w:val="de-DE" w:eastAsia="fr-FR"/>
    </w:rPr>
  </w:style>
  <w:style w:type="character" w:customStyle="1" w:styleId="berschrift5Zchn">
    <w:name w:val="Überschrift 5 Zchn"/>
    <w:link w:val="berschrift5"/>
    <w:semiHidden/>
    <w:rsid w:val="00A323D6"/>
    <w:rPr>
      <w:rFonts w:ascii="Calibri" w:eastAsia="Times New Roman" w:hAnsi="Calibri"/>
      <w:b/>
      <w:bCs/>
      <w:i/>
      <w:iCs/>
      <w:sz w:val="26"/>
      <w:szCs w:val="26"/>
      <w:lang w:val="de-DE" w:eastAsia="fr-FR"/>
    </w:rPr>
  </w:style>
  <w:style w:type="character" w:customStyle="1" w:styleId="berschrift6Zchn">
    <w:name w:val="Überschrift 6 Zchn"/>
    <w:link w:val="berschrift6"/>
    <w:semiHidden/>
    <w:rsid w:val="00A323D6"/>
    <w:rPr>
      <w:rFonts w:ascii="Calibri" w:eastAsia="Times New Roman" w:hAnsi="Calibri"/>
      <w:b/>
      <w:bCs/>
      <w:sz w:val="22"/>
      <w:szCs w:val="22"/>
      <w:lang w:val="de-DE" w:eastAsia="fr-FR"/>
    </w:rPr>
  </w:style>
  <w:style w:type="character" w:customStyle="1" w:styleId="berschrift7Zchn">
    <w:name w:val="Überschrift 7 Zchn"/>
    <w:link w:val="berschrift7"/>
    <w:semiHidden/>
    <w:rsid w:val="00A323D6"/>
    <w:rPr>
      <w:rFonts w:ascii="Calibri" w:eastAsia="Times New Roman" w:hAnsi="Calibri"/>
      <w:sz w:val="24"/>
      <w:szCs w:val="24"/>
      <w:lang w:val="de-DE" w:eastAsia="fr-FR"/>
    </w:rPr>
  </w:style>
  <w:style w:type="character" w:customStyle="1" w:styleId="berschrift8Zchn">
    <w:name w:val="Überschrift 8 Zchn"/>
    <w:link w:val="berschrift8"/>
    <w:semiHidden/>
    <w:rsid w:val="00A323D6"/>
    <w:rPr>
      <w:rFonts w:ascii="Calibri" w:eastAsia="Times New Roman" w:hAnsi="Calibri"/>
      <w:i/>
      <w:iCs/>
      <w:sz w:val="24"/>
      <w:szCs w:val="24"/>
      <w:lang w:val="de-DE" w:eastAsia="fr-FR"/>
    </w:rPr>
  </w:style>
  <w:style w:type="character" w:customStyle="1" w:styleId="berschrift9Zchn">
    <w:name w:val="Überschrift 9 Zchn"/>
    <w:link w:val="berschrift9"/>
    <w:semiHidden/>
    <w:rsid w:val="00A323D6"/>
    <w:rPr>
      <w:rFonts w:ascii="Cambria" w:eastAsia="Times New Roman" w:hAnsi="Cambria"/>
      <w:sz w:val="22"/>
      <w:szCs w:val="22"/>
      <w:lang w:val="de-DE" w:eastAsia="fr-FR"/>
    </w:rPr>
  </w:style>
  <w:style w:type="character" w:customStyle="1" w:styleId="berschrift2Zchn">
    <w:name w:val="Überschrift 2 Zchn"/>
    <w:link w:val="berschrift2"/>
    <w:rsid w:val="004E5FC6"/>
    <w:rPr>
      <w:rFonts w:ascii="Arial" w:eastAsia="Times New Roman" w:hAnsi="Arial" w:cs="Arial"/>
      <w:b/>
      <w:color w:val="000000"/>
      <w:sz w:val="22"/>
      <w:lang w:val="de-CH" w:eastAsia="fr-FR"/>
    </w:rPr>
  </w:style>
  <w:style w:type="paragraph" w:customStyle="1" w:styleId="ZelleKriterium">
    <w:name w:val="Zelle Kriterium"/>
    <w:basedOn w:val="ZelleStandard"/>
    <w:qFormat/>
    <w:rsid w:val="002D5DC5"/>
    <w:pPr>
      <w:numPr>
        <w:ilvl w:val="1"/>
        <w:numId w:val="4"/>
      </w:numPr>
      <w:tabs>
        <w:tab w:val="clear" w:pos="227"/>
      </w:tabs>
      <w:spacing w:before="40" w:after="40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\My%20Documents\My%20Dropbox\quintessenz\Neue%20Layouts%20Juliette\Vorlage%20Arial%20de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394E6-EA23-496C-A805-C332075C4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Arial de.dotx</Template>
  <TotalTime>0</TotalTime>
  <Pages>7</Pages>
  <Words>644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 Instrument</vt:lpstr>
    </vt:vector>
  </TitlesOfParts>
  <Company>ispmz</Company>
  <LinksUpToDate>false</LinksUpToDate>
  <CharactersWithSpaces>4698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Instrument</dc:title>
  <dc:subject/>
  <dc:creator>Your User Name</dc:creator>
  <cp:keywords/>
  <cp:lastModifiedBy>admin</cp:lastModifiedBy>
  <cp:revision>14</cp:revision>
  <cp:lastPrinted>2014-06-16T09:29:00Z</cp:lastPrinted>
  <dcterms:created xsi:type="dcterms:W3CDTF">2016-09-21T13:13:00Z</dcterms:created>
  <dcterms:modified xsi:type="dcterms:W3CDTF">2016-09-27T15:36:00Z</dcterms:modified>
</cp:coreProperties>
</file>