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B4F6E" w14:textId="77777777" w:rsidR="002D26DC" w:rsidRDefault="002D26DC" w:rsidP="00B90E23">
      <w:pPr>
        <w:rPr>
          <w:b/>
          <w:sz w:val="32"/>
          <w:szCs w:val="32"/>
        </w:rPr>
      </w:pPr>
      <w:bookmarkStart w:id="0" w:name="_GoBack"/>
      <w:bookmarkEnd w:id="0"/>
      <w:r w:rsidRPr="00D62ED3">
        <w:rPr>
          <w:b/>
          <w:sz w:val="32"/>
          <w:szCs w:val="32"/>
        </w:rPr>
        <w:t>Konzept</w:t>
      </w:r>
      <w:r w:rsidR="00CC6424" w:rsidRPr="00D62ED3">
        <w:rPr>
          <w:b/>
          <w:sz w:val="32"/>
          <w:szCs w:val="32"/>
        </w:rPr>
        <w:t xml:space="preserve">: </w:t>
      </w:r>
      <w:r w:rsidR="00733E1A" w:rsidRPr="00D62ED3">
        <w:rPr>
          <w:b/>
          <w:sz w:val="32"/>
          <w:szCs w:val="32"/>
        </w:rPr>
        <w:t>…</w:t>
      </w:r>
    </w:p>
    <w:p w14:paraId="2B331FE1" w14:textId="77777777" w:rsidR="00D62ED3" w:rsidRPr="00D62ED3" w:rsidRDefault="00D62ED3" w:rsidP="00B90E23">
      <w:pPr>
        <w:rPr>
          <w:b/>
          <w:sz w:val="12"/>
          <w:szCs w:val="32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23"/>
      </w:tblGrid>
      <w:tr w:rsidR="002D26DC" w:rsidRPr="0059137D" w14:paraId="501A77F2" w14:textId="77777777" w:rsidTr="001949F1">
        <w:tc>
          <w:tcPr>
            <w:tcW w:w="3472" w:type="dxa"/>
          </w:tcPr>
          <w:p w14:paraId="635ACA63" w14:textId="77777777" w:rsidR="002D26DC" w:rsidRPr="0059137D" w:rsidRDefault="001949F1" w:rsidP="00B90E23">
            <w:pPr>
              <w:pStyle w:val="Balken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Basisdaten</w:t>
            </w:r>
          </w:p>
        </w:tc>
        <w:tc>
          <w:tcPr>
            <w:tcW w:w="6023" w:type="dxa"/>
          </w:tcPr>
          <w:p w14:paraId="2D131507" w14:textId="77777777" w:rsidR="002D26DC" w:rsidRPr="0059137D" w:rsidRDefault="002D26DC" w:rsidP="00B90E23">
            <w:pPr>
              <w:pStyle w:val="Balken"/>
              <w:rPr>
                <w:rFonts w:cs="Arial"/>
                <w:color w:val="000000"/>
              </w:rPr>
            </w:pPr>
          </w:p>
        </w:tc>
      </w:tr>
      <w:tr w:rsidR="00CC6424" w:rsidRPr="00CA7293" w14:paraId="26D3E6BF" w14:textId="77777777" w:rsidTr="001949F1">
        <w:tc>
          <w:tcPr>
            <w:tcW w:w="3472" w:type="dxa"/>
          </w:tcPr>
          <w:p w14:paraId="227866EB" w14:textId="77777777" w:rsidR="002D26DC" w:rsidRPr="00CA7293" w:rsidRDefault="002D26DC" w:rsidP="00512A6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Titel (</w:t>
            </w:r>
            <w:r w:rsidR="00512A63">
              <w:rPr>
                <w:sz w:val="20"/>
              </w:rPr>
              <w:t>Programm</w:t>
            </w:r>
            <w:r w:rsidRPr="00CA7293">
              <w:rPr>
                <w:sz w:val="20"/>
              </w:rPr>
              <w:t>)</w:t>
            </w:r>
          </w:p>
        </w:tc>
        <w:tc>
          <w:tcPr>
            <w:tcW w:w="6023" w:type="dxa"/>
          </w:tcPr>
          <w:p w14:paraId="0010FD59" w14:textId="77777777" w:rsidR="002D26DC" w:rsidRPr="00CA7293" w:rsidRDefault="00733E1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33E1A" w:rsidRPr="00CA7293" w14:paraId="71AC6975" w14:textId="77777777" w:rsidTr="001949F1">
        <w:tc>
          <w:tcPr>
            <w:tcW w:w="3472" w:type="dxa"/>
          </w:tcPr>
          <w:p w14:paraId="2A47F5B2" w14:textId="77777777" w:rsidR="00733E1A" w:rsidRPr="00CA7293" w:rsidRDefault="00733E1A" w:rsidP="00B90E2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Verantwortliche Person(en)</w:t>
            </w:r>
          </w:p>
        </w:tc>
        <w:tc>
          <w:tcPr>
            <w:tcW w:w="6023" w:type="dxa"/>
          </w:tcPr>
          <w:p w14:paraId="25A979A5" w14:textId="77777777" w:rsidR="00733E1A" w:rsidRPr="00CA7293" w:rsidRDefault="00733E1A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33E1A" w:rsidRPr="00CA7293" w14:paraId="13A532D4" w14:textId="77777777" w:rsidTr="001949F1">
        <w:tc>
          <w:tcPr>
            <w:tcW w:w="3472" w:type="dxa"/>
          </w:tcPr>
          <w:p w14:paraId="7E56A862" w14:textId="77777777" w:rsidR="00733E1A" w:rsidRPr="00CA7293" w:rsidRDefault="00733E1A" w:rsidP="00B90E2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Telefonnummer</w:t>
            </w:r>
          </w:p>
        </w:tc>
        <w:tc>
          <w:tcPr>
            <w:tcW w:w="6023" w:type="dxa"/>
          </w:tcPr>
          <w:p w14:paraId="5D86B39B" w14:textId="77777777" w:rsidR="00733E1A" w:rsidRPr="00CA7293" w:rsidRDefault="00733E1A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33E1A" w:rsidRPr="00CA7293" w14:paraId="7021736A" w14:textId="77777777" w:rsidTr="001949F1">
        <w:tc>
          <w:tcPr>
            <w:tcW w:w="3472" w:type="dxa"/>
          </w:tcPr>
          <w:p w14:paraId="439BA99C" w14:textId="77777777" w:rsidR="00733E1A" w:rsidRPr="00CA7293" w:rsidRDefault="00733E1A" w:rsidP="00B90E2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E-Mail Adresse</w:t>
            </w:r>
          </w:p>
        </w:tc>
        <w:tc>
          <w:tcPr>
            <w:tcW w:w="6023" w:type="dxa"/>
          </w:tcPr>
          <w:p w14:paraId="45C6A129" w14:textId="77777777" w:rsidR="00733E1A" w:rsidRPr="00CA7293" w:rsidRDefault="00733E1A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33E1A" w:rsidRPr="00CA7293" w14:paraId="0D5F9FA4" w14:textId="77777777" w:rsidTr="001949F1">
        <w:tc>
          <w:tcPr>
            <w:tcW w:w="3472" w:type="dxa"/>
          </w:tcPr>
          <w:p w14:paraId="4E559B53" w14:textId="77777777" w:rsidR="00733E1A" w:rsidRPr="00CA7293" w:rsidRDefault="00733E1A" w:rsidP="00B90E2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(Voraussichtliche) Trägerschaft</w:t>
            </w:r>
          </w:p>
        </w:tc>
        <w:tc>
          <w:tcPr>
            <w:tcW w:w="6023" w:type="dxa"/>
          </w:tcPr>
          <w:p w14:paraId="453495B2" w14:textId="77777777" w:rsidR="00733E1A" w:rsidRPr="00CA7293" w:rsidRDefault="00733E1A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33E1A" w:rsidRPr="00CA7293" w14:paraId="14EE63D5" w14:textId="77777777" w:rsidTr="001949F1">
        <w:tc>
          <w:tcPr>
            <w:tcW w:w="3472" w:type="dxa"/>
          </w:tcPr>
          <w:p w14:paraId="287BFF1E" w14:textId="77777777" w:rsidR="00733E1A" w:rsidRPr="00CA7293" w:rsidRDefault="00733E1A" w:rsidP="00B90E2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Datum/Versionsnummer</w:t>
            </w:r>
          </w:p>
        </w:tc>
        <w:tc>
          <w:tcPr>
            <w:tcW w:w="6023" w:type="dxa"/>
          </w:tcPr>
          <w:p w14:paraId="37F6DFA4" w14:textId="77777777" w:rsidR="00733E1A" w:rsidRPr="00CA7293" w:rsidRDefault="00733E1A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C6424" w:rsidRPr="00CA7293" w14:paraId="08C563A1" w14:textId="77777777" w:rsidTr="001949F1">
        <w:tc>
          <w:tcPr>
            <w:tcW w:w="3472" w:type="dxa"/>
          </w:tcPr>
          <w:p w14:paraId="1878A046" w14:textId="77777777" w:rsidR="00733E1A" w:rsidRPr="00CA7293" w:rsidRDefault="00733E1A" w:rsidP="00B90E2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Ergänzende Bemerkungen</w:t>
            </w:r>
          </w:p>
        </w:tc>
        <w:tc>
          <w:tcPr>
            <w:tcW w:w="6023" w:type="dxa"/>
          </w:tcPr>
          <w:p w14:paraId="66A95241" w14:textId="77777777" w:rsidR="00733E1A" w:rsidRPr="00CA7293" w:rsidRDefault="00733E1A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178BCD11" w14:textId="77777777" w:rsidR="002D26DC" w:rsidRPr="0059137D" w:rsidRDefault="002D26DC" w:rsidP="00B90E23">
      <w:pPr>
        <w:rPr>
          <w:rFonts w:cs="Arial"/>
          <w:color w:val="000000"/>
        </w:rPr>
      </w:pPr>
    </w:p>
    <w:p w14:paraId="6946B3C7" w14:textId="77777777" w:rsidR="00733E1A" w:rsidRPr="0059137D" w:rsidRDefault="00733E1A" w:rsidP="00B90E23">
      <w:pPr>
        <w:pStyle w:val="berschrift3"/>
        <w:numPr>
          <w:ilvl w:val="0"/>
          <w:numId w:val="0"/>
        </w:numPr>
        <w:ind w:left="720" w:hanging="720"/>
      </w:pPr>
      <w:r w:rsidRPr="0059137D">
        <w:t xml:space="preserve">Kurzzusammenfassung </w:t>
      </w:r>
    </w:p>
    <w:p w14:paraId="586BD8BF" w14:textId="77777777" w:rsidR="00733E1A" w:rsidRDefault="00733E1A" w:rsidP="00B90E23">
      <w:pPr>
        <w:spacing w:before="60" w:after="240"/>
      </w:pPr>
      <w:bookmarkStart w:id="1" w:name="OLE_LINK19"/>
      <w:r w:rsidRPr="0059137D">
        <w:t>…</w:t>
      </w:r>
    </w:p>
    <w:bookmarkEnd w:id="1"/>
    <w:p w14:paraId="3C66F01A" w14:textId="77777777" w:rsidR="00733E1A" w:rsidRPr="005B0224" w:rsidRDefault="00C34FC2" w:rsidP="001A08D7">
      <w:pPr>
        <w:pStyle w:val="berschrift1"/>
      </w:pPr>
      <w:r w:rsidRPr="00C34FC2">
        <w:t>Situationsanalyse</w:t>
      </w:r>
    </w:p>
    <w:p w14:paraId="5415F1AE" w14:textId="77777777" w:rsidR="00733E1A" w:rsidRPr="00ED22C7" w:rsidRDefault="00733E1A" w:rsidP="001A08D7">
      <w:pPr>
        <w:pStyle w:val="berschrift2"/>
      </w:pPr>
      <w:r w:rsidRPr="00ED22C7">
        <w:t xml:space="preserve">Ausgangslage </w:t>
      </w:r>
    </w:p>
    <w:p w14:paraId="68E5910D" w14:textId="77777777" w:rsidR="00733E1A" w:rsidRPr="00ED22C7" w:rsidRDefault="00733E1A" w:rsidP="00B90E23">
      <w:pPr>
        <w:spacing w:before="60" w:after="240"/>
      </w:pPr>
      <w:r w:rsidRPr="00ED22C7">
        <w:t>…</w:t>
      </w:r>
    </w:p>
    <w:p w14:paraId="49FA8EB1" w14:textId="77777777" w:rsidR="00733E1A" w:rsidRPr="0059137D" w:rsidRDefault="00733E1A" w:rsidP="001A08D7">
      <w:pPr>
        <w:pStyle w:val="berschrift2"/>
      </w:pPr>
      <w:r w:rsidRPr="0059137D">
        <w:t>Bedarf</w:t>
      </w:r>
    </w:p>
    <w:p w14:paraId="2C40F684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533DF41A" w14:textId="77777777" w:rsidR="00733E1A" w:rsidRPr="0059137D" w:rsidRDefault="00C34FC2" w:rsidP="001A08D7">
      <w:pPr>
        <w:pStyle w:val="berschrift2"/>
      </w:pPr>
      <w:r w:rsidRPr="00C34FC2">
        <w:t>Bedürfnisse</w:t>
      </w:r>
    </w:p>
    <w:p w14:paraId="0ACA7499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13E7BB52" w14:textId="77777777" w:rsidR="00733E1A" w:rsidRPr="0059137D" w:rsidRDefault="00C34FC2" w:rsidP="001A08D7">
      <w:pPr>
        <w:pStyle w:val="berschrift2"/>
      </w:pPr>
      <w:r w:rsidRPr="00C34FC2">
        <w:t>Bisherige Interventionen</w:t>
      </w:r>
    </w:p>
    <w:p w14:paraId="3C09F2EF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64B992DD" w14:textId="77777777" w:rsidR="00733E1A" w:rsidRPr="0059137D" w:rsidRDefault="00C34FC2" w:rsidP="001A08D7">
      <w:pPr>
        <w:pStyle w:val="berschrift2"/>
      </w:pPr>
      <w:r w:rsidRPr="00C34FC2">
        <w:t>Schlussfolgerung</w:t>
      </w:r>
    </w:p>
    <w:p w14:paraId="3E441289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5487DAF9" w14:textId="77777777" w:rsidR="00733E1A" w:rsidRPr="00994487" w:rsidRDefault="00C34FC2" w:rsidP="001A08D7">
      <w:pPr>
        <w:pStyle w:val="berschrift1"/>
      </w:pPr>
      <w:r w:rsidRPr="00994487">
        <w:t>Ausrichtung</w:t>
      </w:r>
    </w:p>
    <w:p w14:paraId="7AE86E0D" w14:textId="77777777" w:rsidR="00733E1A" w:rsidRPr="0059137D" w:rsidRDefault="00733E1A" w:rsidP="001A08D7">
      <w:pPr>
        <w:pStyle w:val="berschrift2"/>
      </w:pPr>
      <w:r w:rsidRPr="0059137D">
        <w:t xml:space="preserve">Vision </w:t>
      </w:r>
    </w:p>
    <w:p w14:paraId="41D2E2A2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524D28B5" w14:textId="77777777" w:rsidR="00544344" w:rsidRPr="0059137D" w:rsidRDefault="00544344" w:rsidP="001A08D7">
      <w:pPr>
        <w:pStyle w:val="berschrift2"/>
      </w:pPr>
      <w:r>
        <w:t>Strategien</w:t>
      </w:r>
    </w:p>
    <w:p w14:paraId="751F8902" w14:textId="77777777" w:rsidR="00544344" w:rsidRPr="00B90E23" w:rsidRDefault="00544344" w:rsidP="00544344">
      <w:pPr>
        <w:spacing w:before="60" w:after="240"/>
      </w:pPr>
      <w:r w:rsidRPr="00E0257F">
        <w:t>…</w:t>
      </w:r>
    </w:p>
    <w:tbl>
      <w:tblPr>
        <w:tblW w:w="941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9"/>
      </w:tblGrid>
      <w:tr w:rsidR="00544344" w:rsidRPr="0059137D" w14:paraId="5BE17877" w14:textId="77777777" w:rsidTr="00D74369">
        <w:tc>
          <w:tcPr>
            <w:tcW w:w="9419" w:type="dxa"/>
            <w:shd w:val="clear" w:color="auto" w:fill="EAEAEA"/>
          </w:tcPr>
          <w:p w14:paraId="55D80916" w14:textId="77777777" w:rsidR="00544344" w:rsidRPr="0059137D" w:rsidRDefault="00544344" w:rsidP="00D74369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lastRenderedPageBreak/>
              <w:t>Strategien</w:t>
            </w:r>
            <w:r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</w:tr>
      <w:tr w:rsidR="00544344" w:rsidRPr="0059137D" w14:paraId="29AAF737" w14:textId="77777777" w:rsidTr="00D74369">
        <w:tc>
          <w:tcPr>
            <w:tcW w:w="9419" w:type="dxa"/>
          </w:tcPr>
          <w:p w14:paraId="73D76783" w14:textId="77777777" w:rsidR="00544344" w:rsidRPr="0059137D" w:rsidRDefault="00544344" w:rsidP="00D74369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544344" w:rsidRPr="0059137D" w14:paraId="48D4369F" w14:textId="77777777" w:rsidTr="00D74369">
        <w:tc>
          <w:tcPr>
            <w:tcW w:w="9419" w:type="dxa"/>
          </w:tcPr>
          <w:p w14:paraId="1EDABEBE" w14:textId="77777777" w:rsidR="00544344" w:rsidRPr="0059137D" w:rsidRDefault="00544344" w:rsidP="00D74369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544344" w:rsidRPr="0059137D" w14:paraId="0C59735D" w14:textId="77777777" w:rsidTr="00D74369">
        <w:tc>
          <w:tcPr>
            <w:tcW w:w="9419" w:type="dxa"/>
          </w:tcPr>
          <w:p w14:paraId="10404310" w14:textId="77777777" w:rsidR="00544344" w:rsidRPr="0059137D" w:rsidRDefault="00544344" w:rsidP="00D74369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544344" w:rsidRPr="0059137D" w14:paraId="72714E7D" w14:textId="77777777" w:rsidTr="00D74369">
        <w:tc>
          <w:tcPr>
            <w:tcW w:w="9419" w:type="dxa"/>
          </w:tcPr>
          <w:p w14:paraId="5EAB7340" w14:textId="77777777" w:rsidR="00544344" w:rsidRPr="0059137D" w:rsidRDefault="00544344" w:rsidP="00D74369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994487" w:rsidRPr="0059137D" w14:paraId="5F893F50" w14:textId="77777777" w:rsidTr="00B97F35">
        <w:tc>
          <w:tcPr>
            <w:tcW w:w="9419" w:type="dxa"/>
            <w:shd w:val="clear" w:color="auto" w:fill="EAEAEA"/>
          </w:tcPr>
          <w:p w14:paraId="7FDD155B" w14:textId="77777777" w:rsidR="00994487" w:rsidRPr="0059137D" w:rsidRDefault="00994487" w:rsidP="00B97F35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Strategien</w:t>
            </w:r>
            <w:r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</w:tr>
      <w:tr w:rsidR="00994487" w:rsidRPr="0059137D" w14:paraId="7ED92F90" w14:textId="77777777" w:rsidTr="00B97F35">
        <w:tc>
          <w:tcPr>
            <w:tcW w:w="9419" w:type="dxa"/>
          </w:tcPr>
          <w:p w14:paraId="2F4ED8A0" w14:textId="77777777" w:rsidR="00994487" w:rsidRPr="0059137D" w:rsidRDefault="00994487" w:rsidP="00B97F35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994487" w:rsidRPr="0059137D" w14:paraId="1990C853" w14:textId="77777777" w:rsidTr="00B97F35">
        <w:tc>
          <w:tcPr>
            <w:tcW w:w="9419" w:type="dxa"/>
          </w:tcPr>
          <w:p w14:paraId="6D02A56A" w14:textId="77777777" w:rsidR="00994487" w:rsidRPr="0059137D" w:rsidRDefault="00994487" w:rsidP="00B97F35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994487" w:rsidRPr="0059137D" w14:paraId="5DD62543" w14:textId="77777777" w:rsidTr="00B97F35">
        <w:tc>
          <w:tcPr>
            <w:tcW w:w="9419" w:type="dxa"/>
          </w:tcPr>
          <w:p w14:paraId="6261D285" w14:textId="77777777" w:rsidR="00994487" w:rsidRPr="0059137D" w:rsidRDefault="00994487" w:rsidP="00B97F35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994487" w:rsidRPr="0059137D" w14:paraId="3A4BD066" w14:textId="77777777" w:rsidTr="00B97F35">
        <w:tc>
          <w:tcPr>
            <w:tcW w:w="9419" w:type="dxa"/>
          </w:tcPr>
          <w:p w14:paraId="7B605939" w14:textId="77777777" w:rsidR="00994487" w:rsidRPr="0059137D" w:rsidRDefault="00994487" w:rsidP="00B97F35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</w:tbl>
    <w:p w14:paraId="109DC074" w14:textId="77777777" w:rsidR="00733E1A" w:rsidRPr="0059137D" w:rsidRDefault="00C34FC2" w:rsidP="001A08D7">
      <w:pPr>
        <w:pStyle w:val="berschrift2"/>
      </w:pPr>
      <w:r w:rsidRPr="002E59EC">
        <w:t>Einbettung</w:t>
      </w:r>
    </w:p>
    <w:p w14:paraId="0EECC92E" w14:textId="77777777" w:rsidR="00E91FD1" w:rsidRPr="00C34FC2" w:rsidRDefault="00733E1A" w:rsidP="00C34FC2">
      <w:pPr>
        <w:spacing w:before="60" w:after="240"/>
      </w:pPr>
      <w:r w:rsidRPr="0059137D">
        <w:t>…</w:t>
      </w:r>
    </w:p>
    <w:p w14:paraId="2CEEB58A" w14:textId="77777777" w:rsidR="00C34FC2" w:rsidRPr="005B0224" w:rsidRDefault="00C34FC2" w:rsidP="001A08D7">
      <w:pPr>
        <w:pStyle w:val="berschrift1"/>
      </w:pPr>
      <w:r w:rsidRPr="00C34FC2">
        <w:t>Planung</w:t>
      </w:r>
    </w:p>
    <w:p w14:paraId="5CB74214" w14:textId="77777777" w:rsidR="00733E1A" w:rsidRPr="0059137D" w:rsidRDefault="00C34FC2" w:rsidP="001A08D7">
      <w:pPr>
        <w:pStyle w:val="berschrift2"/>
      </w:pPr>
      <w:r>
        <w:t>Settings</w:t>
      </w:r>
    </w:p>
    <w:p w14:paraId="7D6ED606" w14:textId="77777777" w:rsidR="00CC6424" w:rsidRDefault="00733E1A" w:rsidP="00B90E23">
      <w:pPr>
        <w:spacing w:before="60" w:after="240"/>
      </w:pPr>
      <w:r w:rsidRPr="00E0257F">
        <w:t>…</w:t>
      </w:r>
    </w:p>
    <w:tbl>
      <w:tblPr>
        <w:tblW w:w="949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2"/>
        <w:gridCol w:w="4753"/>
      </w:tblGrid>
      <w:tr w:rsidR="00B25AF3" w:rsidRPr="00D877D8" w14:paraId="22288AE8" w14:textId="77777777" w:rsidTr="00877E56">
        <w:tc>
          <w:tcPr>
            <w:tcW w:w="4742" w:type="dxa"/>
            <w:shd w:val="clear" w:color="auto" w:fill="EAEAEA"/>
          </w:tcPr>
          <w:p w14:paraId="20159F70" w14:textId="77777777" w:rsidR="00B25AF3" w:rsidRPr="00D877D8" w:rsidRDefault="00B25AF3" w:rsidP="00877E56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Settings </w:t>
            </w:r>
          </w:p>
        </w:tc>
        <w:tc>
          <w:tcPr>
            <w:tcW w:w="4753" w:type="dxa"/>
            <w:shd w:val="clear" w:color="auto" w:fill="EAEAEA"/>
          </w:tcPr>
          <w:p w14:paraId="78925DE1" w14:textId="77777777" w:rsidR="00B25AF3" w:rsidRPr="00D877D8" w:rsidRDefault="00B25AF3" w:rsidP="00877E56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proofErr w:type="spellStart"/>
            <w:r>
              <w:rPr>
                <w:rFonts w:cs="Arial"/>
                <w:color w:val="000000"/>
                <w:sz w:val="20"/>
                <w:lang w:val="fr-CH"/>
              </w:rPr>
              <w:t>Schlüsselpersonen</w:t>
            </w:r>
            <w:proofErr w:type="spellEnd"/>
          </w:p>
        </w:tc>
      </w:tr>
      <w:tr w:rsidR="00B25AF3" w:rsidRPr="00D877D8" w14:paraId="6EFCB346" w14:textId="77777777" w:rsidTr="00877E56">
        <w:tc>
          <w:tcPr>
            <w:tcW w:w="4742" w:type="dxa"/>
          </w:tcPr>
          <w:p w14:paraId="0865BE07" w14:textId="77777777" w:rsidR="00B25AF3" w:rsidRPr="00D877D8" w:rsidRDefault="00B25AF3" w:rsidP="00877E56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4237BA8E" w14:textId="77777777" w:rsidR="00B25AF3" w:rsidRPr="00D877D8" w:rsidRDefault="00B25AF3" w:rsidP="00877E56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B25AF3" w:rsidRPr="00D877D8" w14:paraId="65884465" w14:textId="77777777" w:rsidTr="00877E56">
        <w:tc>
          <w:tcPr>
            <w:tcW w:w="4742" w:type="dxa"/>
          </w:tcPr>
          <w:p w14:paraId="6F766E87" w14:textId="77777777" w:rsidR="00B25AF3" w:rsidRPr="00D877D8" w:rsidRDefault="00B25AF3" w:rsidP="00877E56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2D7B12AD" w14:textId="77777777" w:rsidR="00B25AF3" w:rsidRPr="00D877D8" w:rsidRDefault="00B25AF3" w:rsidP="00877E56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B25AF3" w:rsidRPr="00D877D8" w14:paraId="750CEDC8" w14:textId="77777777" w:rsidTr="00877E56">
        <w:tc>
          <w:tcPr>
            <w:tcW w:w="4742" w:type="dxa"/>
          </w:tcPr>
          <w:p w14:paraId="37B4D6D2" w14:textId="77777777" w:rsidR="00B25AF3" w:rsidRPr="00D877D8" w:rsidRDefault="00B25AF3" w:rsidP="00877E56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2FA200FE" w14:textId="77777777" w:rsidR="00B25AF3" w:rsidRPr="00D877D8" w:rsidRDefault="00B25AF3" w:rsidP="00877E56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B25AF3" w:rsidRPr="00D877D8" w14:paraId="29D9AFF9" w14:textId="77777777" w:rsidTr="00877E56">
        <w:tc>
          <w:tcPr>
            <w:tcW w:w="4742" w:type="dxa"/>
          </w:tcPr>
          <w:p w14:paraId="0C0B05E0" w14:textId="77777777" w:rsidR="00B25AF3" w:rsidRPr="00D877D8" w:rsidRDefault="00B25AF3" w:rsidP="00877E56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1DED0B5D" w14:textId="77777777" w:rsidR="00B25AF3" w:rsidRPr="00D877D8" w:rsidRDefault="00B25AF3" w:rsidP="00877E56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</w:tbl>
    <w:p w14:paraId="1F40BE59" w14:textId="77777777" w:rsidR="00E91FD1" w:rsidRPr="0059137D" w:rsidRDefault="00E91FD1" w:rsidP="001A08D7">
      <w:pPr>
        <w:pStyle w:val="berschrift2"/>
      </w:pPr>
      <w:r w:rsidRPr="0059137D">
        <w:t xml:space="preserve">Zielgruppen </w:t>
      </w:r>
    </w:p>
    <w:p w14:paraId="11D31C79" w14:textId="77777777" w:rsidR="00733E1A" w:rsidRDefault="00E91FD1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4"/>
        <w:gridCol w:w="4761"/>
      </w:tblGrid>
      <w:tr w:rsidR="00B90E23" w:rsidRPr="0059137D" w14:paraId="7CA4350F" w14:textId="77777777" w:rsidTr="00C34FC2">
        <w:tc>
          <w:tcPr>
            <w:tcW w:w="4734" w:type="dxa"/>
            <w:shd w:val="clear" w:color="auto" w:fill="EAEAEA"/>
          </w:tcPr>
          <w:p w14:paraId="6AF81403" w14:textId="77777777" w:rsidR="00B90E23" w:rsidRPr="0059137D" w:rsidRDefault="00B90E23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Zielgruppen</w:t>
            </w:r>
            <w:r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4761" w:type="dxa"/>
            <w:shd w:val="clear" w:color="auto" w:fill="EAEAEA"/>
          </w:tcPr>
          <w:p w14:paraId="4A24B0EC" w14:textId="77777777" w:rsidR="00B90E23" w:rsidRPr="0059137D" w:rsidRDefault="00B25AF3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proofErr w:type="spellStart"/>
            <w:r>
              <w:rPr>
                <w:rFonts w:cs="Arial"/>
                <w:color w:val="000000"/>
                <w:sz w:val="20"/>
                <w:lang w:val="fr-CH"/>
              </w:rPr>
              <w:t>Schlüsselpersonen</w:t>
            </w:r>
            <w:proofErr w:type="spellEnd"/>
          </w:p>
        </w:tc>
      </w:tr>
      <w:tr w:rsidR="00B90E23" w:rsidRPr="0059137D" w14:paraId="5823FDB6" w14:textId="77777777" w:rsidTr="00C34FC2">
        <w:tc>
          <w:tcPr>
            <w:tcW w:w="4734" w:type="dxa"/>
          </w:tcPr>
          <w:p w14:paraId="42946CCC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1" w:type="dxa"/>
          </w:tcPr>
          <w:p w14:paraId="531E9AC3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033A2025" w14:textId="77777777" w:rsidTr="00C34FC2">
        <w:tc>
          <w:tcPr>
            <w:tcW w:w="4734" w:type="dxa"/>
          </w:tcPr>
          <w:p w14:paraId="77C904E8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1" w:type="dxa"/>
          </w:tcPr>
          <w:p w14:paraId="75CE37A8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59478FC4" w14:textId="77777777" w:rsidTr="00C34FC2">
        <w:tc>
          <w:tcPr>
            <w:tcW w:w="4734" w:type="dxa"/>
          </w:tcPr>
          <w:p w14:paraId="67EFE582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1" w:type="dxa"/>
          </w:tcPr>
          <w:p w14:paraId="7944A3A9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44871694" w14:textId="77777777" w:rsidTr="00C34FC2">
        <w:tc>
          <w:tcPr>
            <w:tcW w:w="4734" w:type="dxa"/>
          </w:tcPr>
          <w:p w14:paraId="29633855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1" w:type="dxa"/>
          </w:tcPr>
          <w:p w14:paraId="5E74DE75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0D7A1112" w14:textId="77777777" w:rsidR="00C34FC2" w:rsidRPr="0059137D" w:rsidRDefault="00C34FC2" w:rsidP="001A08D7">
      <w:pPr>
        <w:pStyle w:val="berschrift2"/>
      </w:pPr>
      <w:r>
        <w:t>Ziele</w:t>
      </w:r>
      <w:r w:rsidRPr="0059137D">
        <w:t xml:space="preserve"> </w:t>
      </w:r>
    </w:p>
    <w:p w14:paraId="1EEDA932" w14:textId="77777777" w:rsidR="00B90E23" w:rsidRDefault="00C34FC2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C34FC2" w:rsidRPr="0059137D" w14:paraId="494D5EA7" w14:textId="77777777" w:rsidTr="00C34FC2">
        <w:tc>
          <w:tcPr>
            <w:tcW w:w="9495" w:type="dxa"/>
            <w:shd w:val="clear" w:color="auto" w:fill="EAEAEA"/>
          </w:tcPr>
          <w:p w14:paraId="1E80ABD9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Zielklassen und Ziele</w:t>
            </w:r>
            <w:r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</w:tr>
      <w:tr w:rsidR="00C34FC2" w:rsidRPr="0059137D" w14:paraId="62E8F62F" w14:textId="77777777" w:rsidTr="00C34FC2">
        <w:tc>
          <w:tcPr>
            <w:tcW w:w="9495" w:type="dxa"/>
            <w:shd w:val="clear" w:color="auto" w:fill="F2F2F2"/>
          </w:tcPr>
          <w:p w14:paraId="3834F6B3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198BD15C" w14:textId="77777777" w:rsidTr="00C34FC2">
        <w:tc>
          <w:tcPr>
            <w:tcW w:w="9495" w:type="dxa"/>
          </w:tcPr>
          <w:p w14:paraId="1E395C04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194D4E1A" w14:textId="77777777" w:rsidTr="00C34FC2">
        <w:tc>
          <w:tcPr>
            <w:tcW w:w="9495" w:type="dxa"/>
          </w:tcPr>
          <w:p w14:paraId="23EB69F9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08604D4C" w14:textId="77777777" w:rsidTr="00C34FC2">
        <w:tc>
          <w:tcPr>
            <w:tcW w:w="9495" w:type="dxa"/>
          </w:tcPr>
          <w:p w14:paraId="45B9EA5A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28CC29D8" w14:textId="77777777" w:rsidTr="00C34FC2">
        <w:tc>
          <w:tcPr>
            <w:tcW w:w="9495" w:type="dxa"/>
            <w:shd w:val="clear" w:color="auto" w:fill="F2F2F2"/>
          </w:tcPr>
          <w:p w14:paraId="718224D6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06006412" w14:textId="77777777" w:rsidTr="00C34FC2">
        <w:tc>
          <w:tcPr>
            <w:tcW w:w="9495" w:type="dxa"/>
          </w:tcPr>
          <w:p w14:paraId="3B6DFFF0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557BB6A8" w14:textId="77777777" w:rsidTr="00C34FC2">
        <w:tc>
          <w:tcPr>
            <w:tcW w:w="9495" w:type="dxa"/>
          </w:tcPr>
          <w:p w14:paraId="580BBDC3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5DEEA7D1" w14:textId="77777777" w:rsidTr="00C34FC2">
        <w:tc>
          <w:tcPr>
            <w:tcW w:w="9495" w:type="dxa"/>
          </w:tcPr>
          <w:p w14:paraId="061B3C8D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13832C08" w14:textId="77777777" w:rsidTr="00C34FC2">
        <w:tc>
          <w:tcPr>
            <w:tcW w:w="9495" w:type="dxa"/>
            <w:shd w:val="clear" w:color="auto" w:fill="F2F2F2"/>
          </w:tcPr>
          <w:p w14:paraId="27A8D86A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005D71E5" w14:textId="77777777" w:rsidTr="00C34FC2">
        <w:tc>
          <w:tcPr>
            <w:tcW w:w="9495" w:type="dxa"/>
          </w:tcPr>
          <w:p w14:paraId="2A3CFA5C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08647868" w14:textId="77777777" w:rsidTr="00C34FC2">
        <w:tc>
          <w:tcPr>
            <w:tcW w:w="9495" w:type="dxa"/>
          </w:tcPr>
          <w:p w14:paraId="1BE702D5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lastRenderedPageBreak/>
              <w:t>…</w:t>
            </w:r>
          </w:p>
        </w:tc>
      </w:tr>
      <w:tr w:rsidR="00C34FC2" w:rsidRPr="0059137D" w14:paraId="70910AF6" w14:textId="77777777" w:rsidTr="00C34FC2">
        <w:tc>
          <w:tcPr>
            <w:tcW w:w="9495" w:type="dxa"/>
          </w:tcPr>
          <w:p w14:paraId="116BD32C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075E6041" w14:textId="77777777" w:rsidR="00C34FC2" w:rsidRPr="00B90E23" w:rsidRDefault="00C34FC2" w:rsidP="00C34FC2">
      <w:pPr>
        <w:pStyle w:val="Eingabe"/>
        <w:spacing w:before="120"/>
        <w:rPr>
          <w:color w:val="7F7F7F"/>
          <w:sz w:val="20"/>
        </w:rPr>
      </w:pPr>
      <w:r w:rsidRPr="00B90E23">
        <w:rPr>
          <w:color w:val="7F7F7F"/>
          <w:sz w:val="20"/>
        </w:rPr>
        <w:t>[für eine detailliertere Planung und Operationalisierung der Ziele die Planungstabelle nutzen]</w:t>
      </w:r>
    </w:p>
    <w:p w14:paraId="4A9F4BD8" w14:textId="77777777" w:rsidR="00C34FC2" w:rsidRPr="0059137D" w:rsidRDefault="00C34FC2" w:rsidP="001A08D7">
      <w:pPr>
        <w:pStyle w:val="berschrift2"/>
      </w:pPr>
      <w:r w:rsidRPr="0059137D">
        <w:t xml:space="preserve">Massnahmen </w:t>
      </w:r>
      <w:r w:rsidR="00BE19F4">
        <w:t>und Projekte</w:t>
      </w:r>
    </w:p>
    <w:p w14:paraId="5C2D7A14" w14:textId="77777777" w:rsidR="00C34FC2" w:rsidRPr="00E0257F" w:rsidRDefault="00C34FC2" w:rsidP="00C34FC2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4"/>
        <w:gridCol w:w="1211"/>
        <w:gridCol w:w="1135"/>
        <w:gridCol w:w="1715"/>
      </w:tblGrid>
      <w:tr w:rsidR="00C34FC2" w:rsidRPr="0059137D" w14:paraId="348B18AE" w14:textId="77777777" w:rsidTr="00FA0BD7">
        <w:tc>
          <w:tcPr>
            <w:tcW w:w="5434" w:type="dxa"/>
            <w:shd w:val="clear" w:color="auto" w:fill="EAEAEA"/>
          </w:tcPr>
          <w:p w14:paraId="57B13E96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Massnahmen</w:t>
            </w:r>
            <w:r w:rsidR="00BE19F4">
              <w:rPr>
                <w:rFonts w:cs="Arial"/>
                <w:color w:val="000000"/>
                <w:sz w:val="20"/>
              </w:rPr>
              <w:t xml:space="preserve"> und Projekte</w:t>
            </w:r>
          </w:p>
        </w:tc>
        <w:tc>
          <w:tcPr>
            <w:tcW w:w="1211" w:type="dxa"/>
            <w:shd w:val="clear" w:color="auto" w:fill="EAEAEA"/>
          </w:tcPr>
          <w:p w14:paraId="45BADADB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von</w:t>
            </w:r>
          </w:p>
        </w:tc>
        <w:tc>
          <w:tcPr>
            <w:tcW w:w="1135" w:type="dxa"/>
            <w:shd w:val="clear" w:color="auto" w:fill="EAEAEA"/>
          </w:tcPr>
          <w:p w14:paraId="2C6ADFA6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bis</w:t>
            </w:r>
          </w:p>
        </w:tc>
        <w:tc>
          <w:tcPr>
            <w:tcW w:w="1715" w:type="dxa"/>
            <w:shd w:val="clear" w:color="auto" w:fill="EAEAEA"/>
          </w:tcPr>
          <w:p w14:paraId="1B129FD9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Verantwortlich</w:t>
            </w:r>
          </w:p>
        </w:tc>
      </w:tr>
      <w:tr w:rsidR="00C34FC2" w:rsidRPr="0059137D" w14:paraId="4DDD1477" w14:textId="77777777" w:rsidTr="00FA0BD7">
        <w:tc>
          <w:tcPr>
            <w:tcW w:w="5434" w:type="dxa"/>
          </w:tcPr>
          <w:p w14:paraId="573EA4AD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1940560B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5431ABA0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10920BD8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CB8A5CD" w14:textId="77777777" w:rsidTr="00FA0BD7">
        <w:tc>
          <w:tcPr>
            <w:tcW w:w="5434" w:type="dxa"/>
          </w:tcPr>
          <w:p w14:paraId="3566FF82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4B64F5BE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7B3459DA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22680C9D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744ED131" w14:textId="77777777" w:rsidTr="00FA0BD7">
        <w:tc>
          <w:tcPr>
            <w:tcW w:w="5434" w:type="dxa"/>
          </w:tcPr>
          <w:p w14:paraId="22BD56E2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54BAD26C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1E276D87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69A183EC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E369D07" w14:textId="77777777" w:rsidTr="00FA0BD7">
        <w:tc>
          <w:tcPr>
            <w:tcW w:w="5434" w:type="dxa"/>
          </w:tcPr>
          <w:p w14:paraId="0EBC4A8D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6884BF8A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47B4F370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03EBF585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FB59F4C" w14:textId="77777777" w:rsidTr="00FA0BD7">
        <w:tc>
          <w:tcPr>
            <w:tcW w:w="5434" w:type="dxa"/>
          </w:tcPr>
          <w:p w14:paraId="6032C160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211" w:type="dxa"/>
          </w:tcPr>
          <w:p w14:paraId="163163AF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7FC9E1F3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7EEE1C03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45ACD1FE" w14:textId="77777777" w:rsidR="00733E1A" w:rsidRPr="0059137D" w:rsidRDefault="00733E1A" w:rsidP="001A08D7">
      <w:pPr>
        <w:pStyle w:val="berschrift2"/>
      </w:pPr>
      <w:r w:rsidRPr="0059137D">
        <w:t>Meilensteine</w:t>
      </w:r>
      <w:r w:rsidR="00C34FC2">
        <w:t xml:space="preserve"> und Termine</w:t>
      </w:r>
    </w:p>
    <w:p w14:paraId="1200DDA2" w14:textId="77777777" w:rsidR="00733E1A" w:rsidRPr="00E0257F" w:rsidRDefault="00733E1A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3"/>
        <w:gridCol w:w="1622"/>
      </w:tblGrid>
      <w:tr w:rsidR="00CC6424" w:rsidRPr="0059137D" w14:paraId="201658CF" w14:textId="77777777" w:rsidTr="00C07F12">
        <w:tc>
          <w:tcPr>
            <w:tcW w:w="7873" w:type="dxa"/>
            <w:shd w:val="clear" w:color="auto" w:fill="EAEAEA"/>
          </w:tcPr>
          <w:p w14:paraId="464359F5" w14:textId="77777777" w:rsidR="00733E1A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Meilensteine</w:t>
            </w:r>
          </w:p>
        </w:tc>
        <w:tc>
          <w:tcPr>
            <w:tcW w:w="1622" w:type="dxa"/>
            <w:shd w:val="clear" w:color="auto" w:fill="EAEAEA"/>
          </w:tcPr>
          <w:p w14:paraId="20DED822" w14:textId="77777777" w:rsidR="00733E1A" w:rsidRPr="0059137D" w:rsidRDefault="00733E1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Termine</w:t>
            </w:r>
          </w:p>
        </w:tc>
      </w:tr>
      <w:tr w:rsidR="00CC6424" w:rsidRPr="0059137D" w14:paraId="4ECDE784" w14:textId="77777777" w:rsidTr="00C07F12">
        <w:tc>
          <w:tcPr>
            <w:tcW w:w="7873" w:type="dxa"/>
          </w:tcPr>
          <w:p w14:paraId="1459C97B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539323B6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30F21333" w14:textId="77777777" w:rsidTr="00C07F12">
        <w:tc>
          <w:tcPr>
            <w:tcW w:w="7873" w:type="dxa"/>
          </w:tcPr>
          <w:p w14:paraId="4C378A18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09B99E14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6C6F84E" w14:textId="77777777" w:rsidTr="00C07F12">
        <w:tc>
          <w:tcPr>
            <w:tcW w:w="7873" w:type="dxa"/>
          </w:tcPr>
          <w:p w14:paraId="51D74C44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4B95A425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648475F" w14:textId="77777777" w:rsidTr="00C07F12">
        <w:tc>
          <w:tcPr>
            <w:tcW w:w="7873" w:type="dxa"/>
          </w:tcPr>
          <w:p w14:paraId="5A30B282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193D0DD4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2DE6DAAF" w14:textId="77777777" w:rsidR="00733E1A" w:rsidRPr="00E0257F" w:rsidRDefault="00733E1A" w:rsidP="00B90E23">
      <w:pPr>
        <w:spacing w:before="60" w:after="240"/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1"/>
        <w:gridCol w:w="1614"/>
      </w:tblGrid>
      <w:tr w:rsidR="00CC6424" w:rsidRPr="0059137D" w14:paraId="6B64104F" w14:textId="77777777" w:rsidTr="00C07F12">
        <w:tc>
          <w:tcPr>
            <w:tcW w:w="7881" w:type="dxa"/>
            <w:shd w:val="clear" w:color="auto" w:fill="EAEAEA"/>
          </w:tcPr>
          <w:p w14:paraId="0C6036E1" w14:textId="77777777" w:rsidR="00733E1A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Termine</w:t>
            </w:r>
          </w:p>
        </w:tc>
        <w:tc>
          <w:tcPr>
            <w:tcW w:w="1614" w:type="dxa"/>
            <w:shd w:val="clear" w:color="auto" w:fill="EAEAEA"/>
          </w:tcPr>
          <w:p w14:paraId="62261E44" w14:textId="77777777" w:rsidR="00733E1A" w:rsidRPr="0059137D" w:rsidRDefault="00733E1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Datum</w:t>
            </w:r>
          </w:p>
        </w:tc>
      </w:tr>
      <w:tr w:rsidR="00CC6424" w:rsidRPr="0059137D" w14:paraId="40091C1B" w14:textId="77777777" w:rsidTr="00C07F12">
        <w:tc>
          <w:tcPr>
            <w:tcW w:w="7881" w:type="dxa"/>
          </w:tcPr>
          <w:p w14:paraId="78D29F55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43376ACD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329B641" w14:textId="77777777" w:rsidTr="00C07F12">
        <w:tc>
          <w:tcPr>
            <w:tcW w:w="7881" w:type="dxa"/>
          </w:tcPr>
          <w:p w14:paraId="38880549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553F9450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1B352B34" w14:textId="77777777" w:rsidTr="00C07F12">
        <w:tc>
          <w:tcPr>
            <w:tcW w:w="7881" w:type="dxa"/>
          </w:tcPr>
          <w:p w14:paraId="72419262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5899B157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B284FA2" w14:textId="77777777" w:rsidTr="00C07F12">
        <w:tc>
          <w:tcPr>
            <w:tcW w:w="7881" w:type="dxa"/>
          </w:tcPr>
          <w:p w14:paraId="61C72023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2F28CC09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6EED890" w14:textId="77777777" w:rsidTr="00C07F12">
        <w:tc>
          <w:tcPr>
            <w:tcW w:w="7881" w:type="dxa"/>
          </w:tcPr>
          <w:p w14:paraId="6483D5F0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30B33B18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73F70C23" w14:textId="77777777" w:rsidR="00733E1A" w:rsidRPr="0059137D" w:rsidRDefault="00733E1A" w:rsidP="001A08D7">
      <w:pPr>
        <w:pStyle w:val="berschrift2"/>
      </w:pPr>
      <w:r w:rsidRPr="0059137D">
        <w:t>Budget</w:t>
      </w:r>
    </w:p>
    <w:p w14:paraId="67999645" w14:textId="77777777" w:rsidR="00733E1A" w:rsidRPr="001949F1" w:rsidRDefault="00733E1A" w:rsidP="001949F1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4"/>
        <w:gridCol w:w="1611"/>
      </w:tblGrid>
      <w:tr w:rsidR="00CC6424" w:rsidRPr="0059137D" w14:paraId="32B0D783" w14:textId="77777777" w:rsidTr="0059137D">
        <w:tc>
          <w:tcPr>
            <w:tcW w:w="8575" w:type="dxa"/>
            <w:shd w:val="clear" w:color="auto" w:fill="auto"/>
          </w:tcPr>
          <w:p w14:paraId="0A26C324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2" w:name="OLE_LINK57"/>
          </w:p>
        </w:tc>
        <w:tc>
          <w:tcPr>
            <w:tcW w:w="1701" w:type="dxa"/>
            <w:shd w:val="clear" w:color="auto" w:fill="auto"/>
          </w:tcPr>
          <w:p w14:paraId="0C18E90A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Betrag</w:t>
            </w:r>
          </w:p>
        </w:tc>
      </w:tr>
      <w:tr w:rsidR="00CC6424" w:rsidRPr="0059137D" w14:paraId="5128D286" w14:textId="77777777" w:rsidTr="0059137D">
        <w:tc>
          <w:tcPr>
            <w:tcW w:w="8575" w:type="dxa"/>
            <w:shd w:val="clear" w:color="auto" w:fill="EAEAEA"/>
          </w:tcPr>
          <w:p w14:paraId="45487CE1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3" w:name="OLE_LINK42"/>
            <w:bookmarkStart w:id="4" w:name="OLE_LINK56"/>
            <w:r w:rsidRPr="0059137D">
              <w:rPr>
                <w:rFonts w:cs="Arial"/>
                <w:color w:val="000000"/>
                <w:sz w:val="20"/>
              </w:rPr>
              <w:t>Ausgaben</w:t>
            </w:r>
          </w:p>
        </w:tc>
        <w:tc>
          <w:tcPr>
            <w:tcW w:w="1701" w:type="dxa"/>
            <w:shd w:val="clear" w:color="auto" w:fill="EAEAEA"/>
          </w:tcPr>
          <w:p w14:paraId="08EB97BD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C94E1BF" w14:textId="77777777" w:rsidTr="0059137D">
        <w:tc>
          <w:tcPr>
            <w:tcW w:w="8575" w:type="dxa"/>
          </w:tcPr>
          <w:p w14:paraId="2621469B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5" w:name="OLE_LINK44"/>
            <w:bookmarkEnd w:id="3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659E7FAC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5"/>
      <w:tr w:rsidR="00CC6424" w:rsidRPr="0059137D" w14:paraId="6A1E168B" w14:textId="77777777" w:rsidTr="0059137D">
        <w:tc>
          <w:tcPr>
            <w:tcW w:w="8575" w:type="dxa"/>
          </w:tcPr>
          <w:p w14:paraId="46A52451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486F1FA7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16154A10" w14:textId="77777777" w:rsidTr="0059137D">
        <w:tc>
          <w:tcPr>
            <w:tcW w:w="8575" w:type="dxa"/>
          </w:tcPr>
          <w:p w14:paraId="1F53BA46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6A1DD8DB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3224538" w14:textId="77777777" w:rsidTr="0059137D">
        <w:tc>
          <w:tcPr>
            <w:tcW w:w="8575" w:type="dxa"/>
          </w:tcPr>
          <w:p w14:paraId="49C70EFE" w14:textId="77777777" w:rsidR="00CC6424" w:rsidRDefault="00CC6424" w:rsidP="00B90E23">
            <w:bookmarkStart w:id="6" w:name="OLE_LINK45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7497158A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6"/>
      <w:tr w:rsidR="00CC6424" w:rsidRPr="0059137D" w14:paraId="4277ACE8" w14:textId="77777777" w:rsidTr="0059137D">
        <w:tc>
          <w:tcPr>
            <w:tcW w:w="8575" w:type="dxa"/>
            <w:shd w:val="clear" w:color="auto" w:fill="EAEAEA"/>
          </w:tcPr>
          <w:p w14:paraId="34C65960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lastRenderedPageBreak/>
              <w:t>Einnahmen</w:t>
            </w:r>
          </w:p>
        </w:tc>
        <w:tc>
          <w:tcPr>
            <w:tcW w:w="1701" w:type="dxa"/>
            <w:shd w:val="clear" w:color="auto" w:fill="EAEAEA"/>
          </w:tcPr>
          <w:p w14:paraId="385F7E29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125F52CC" w14:textId="77777777" w:rsidTr="0059137D">
        <w:tc>
          <w:tcPr>
            <w:tcW w:w="8575" w:type="dxa"/>
          </w:tcPr>
          <w:p w14:paraId="04311B19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6AE94740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77D0216A" w14:textId="77777777" w:rsidTr="0059137D">
        <w:tc>
          <w:tcPr>
            <w:tcW w:w="8575" w:type="dxa"/>
          </w:tcPr>
          <w:p w14:paraId="6DF808FD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5F7DCA8B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8DFEB41" w14:textId="77777777" w:rsidTr="0059137D">
        <w:tc>
          <w:tcPr>
            <w:tcW w:w="8575" w:type="dxa"/>
          </w:tcPr>
          <w:p w14:paraId="069EE76E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19212D9F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1CD5529A" w14:textId="77777777" w:rsidTr="0059137D">
        <w:tc>
          <w:tcPr>
            <w:tcW w:w="8575" w:type="dxa"/>
            <w:tcBorders>
              <w:bottom w:val="single" w:sz="4" w:space="0" w:color="C0C0C0"/>
            </w:tcBorders>
          </w:tcPr>
          <w:p w14:paraId="3150E2D3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  <w:tcBorders>
              <w:bottom w:val="single" w:sz="4" w:space="0" w:color="C0C0C0"/>
            </w:tcBorders>
          </w:tcPr>
          <w:p w14:paraId="071A73B3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87CD4E8" w14:textId="77777777" w:rsidTr="0059137D">
        <w:tc>
          <w:tcPr>
            <w:tcW w:w="8575" w:type="dxa"/>
            <w:shd w:val="clear" w:color="auto" w:fill="E6E6E6"/>
          </w:tcPr>
          <w:p w14:paraId="3ECE96BE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Total</w:t>
            </w:r>
          </w:p>
        </w:tc>
        <w:tc>
          <w:tcPr>
            <w:tcW w:w="1701" w:type="dxa"/>
            <w:shd w:val="clear" w:color="auto" w:fill="E6E6E6"/>
          </w:tcPr>
          <w:p w14:paraId="1679C4BA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0</w:t>
            </w:r>
          </w:p>
        </w:tc>
      </w:tr>
    </w:tbl>
    <w:bookmarkEnd w:id="2"/>
    <w:bookmarkEnd w:id="4"/>
    <w:p w14:paraId="4800B11B" w14:textId="77777777" w:rsidR="00B90E23" w:rsidRPr="00B90E23" w:rsidRDefault="00B90E23" w:rsidP="00B90E23">
      <w:pPr>
        <w:pStyle w:val="Eingabe"/>
        <w:spacing w:before="120"/>
        <w:rPr>
          <w:color w:val="7F7F7F"/>
          <w:sz w:val="20"/>
        </w:rPr>
      </w:pPr>
      <w:r w:rsidRPr="00B90E23">
        <w:rPr>
          <w:color w:val="7F7F7F"/>
          <w:sz w:val="20"/>
        </w:rPr>
        <w:t>[Total = 0: in einem ausgeglichenen Budget müssen die Einnahmen und die Ausgaben gleich hoch sein]</w:t>
      </w:r>
    </w:p>
    <w:p w14:paraId="5D973711" w14:textId="77777777" w:rsidR="00CC6424" w:rsidRPr="005B0224" w:rsidRDefault="00C34FC2" w:rsidP="001A08D7">
      <w:pPr>
        <w:pStyle w:val="berschrift1"/>
      </w:pPr>
      <w:r>
        <w:t>O</w:t>
      </w:r>
      <w:r w:rsidR="00CC6424" w:rsidRPr="005B0224">
        <w:t>rganisation</w:t>
      </w:r>
    </w:p>
    <w:p w14:paraId="0D28745A" w14:textId="77777777" w:rsidR="00CC6424" w:rsidRPr="00CC6424" w:rsidRDefault="00CC6424" w:rsidP="001A08D7">
      <w:pPr>
        <w:pStyle w:val="berschrift2"/>
      </w:pPr>
      <w:r>
        <w:t>Pro</w:t>
      </w:r>
      <w:r w:rsidR="00BE19F4">
        <w:t>gramm</w:t>
      </w:r>
      <w:r>
        <w:t>struktur</w:t>
      </w:r>
      <w:r w:rsidRPr="00CC6424">
        <w:t xml:space="preserve"> </w:t>
      </w:r>
    </w:p>
    <w:p w14:paraId="640446C2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131B64CF" w14:textId="77777777" w:rsidR="00CC6424" w:rsidRDefault="00CC6424" w:rsidP="00B90E23">
      <w:pPr>
        <w:pStyle w:val="Eingabe"/>
        <w:spacing w:before="120"/>
        <w:rPr>
          <w:color w:val="7F7F7F"/>
          <w:sz w:val="20"/>
        </w:rPr>
      </w:pPr>
      <w:r w:rsidRPr="00B90E23">
        <w:rPr>
          <w:color w:val="7F7F7F"/>
          <w:sz w:val="20"/>
        </w:rPr>
        <w:t>[Strukturplan hier einfügen]</w:t>
      </w:r>
    </w:p>
    <w:p w14:paraId="1CF714FF" w14:textId="77777777" w:rsidR="00C34FC2" w:rsidRDefault="00C34FC2" w:rsidP="00B90E23">
      <w:pPr>
        <w:pStyle w:val="Eingabe"/>
        <w:spacing w:before="120"/>
        <w:rPr>
          <w:color w:val="7F7F7F"/>
          <w:sz w:val="20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750"/>
      </w:tblGrid>
      <w:tr w:rsidR="00C34FC2" w:rsidRPr="0059137D" w14:paraId="6595697C" w14:textId="77777777" w:rsidTr="00FA0BD7">
        <w:tc>
          <w:tcPr>
            <w:tcW w:w="4890" w:type="dxa"/>
            <w:shd w:val="clear" w:color="auto" w:fill="EAEAEA"/>
          </w:tcPr>
          <w:p w14:paraId="4DED2C2A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Settings/Zielgruppe</w:t>
            </w:r>
          </w:p>
        </w:tc>
        <w:tc>
          <w:tcPr>
            <w:tcW w:w="4890" w:type="dxa"/>
            <w:shd w:val="clear" w:color="auto" w:fill="EAEAEA"/>
          </w:tcPr>
          <w:p w14:paraId="1EC42392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Schlüsselperson(en)</w:t>
            </w:r>
          </w:p>
        </w:tc>
      </w:tr>
      <w:tr w:rsidR="00C34FC2" w:rsidRPr="0059137D" w14:paraId="0A20264A" w14:textId="77777777" w:rsidTr="00FA0BD7">
        <w:tc>
          <w:tcPr>
            <w:tcW w:w="4890" w:type="dxa"/>
          </w:tcPr>
          <w:p w14:paraId="2FFCA4E5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0A4EBFC9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20C2E5EC" w14:textId="77777777" w:rsidTr="00FA0BD7">
        <w:tc>
          <w:tcPr>
            <w:tcW w:w="4890" w:type="dxa"/>
          </w:tcPr>
          <w:p w14:paraId="0E699511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038858CA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9F6125E" w14:textId="77777777" w:rsidTr="00FA0BD7">
        <w:tc>
          <w:tcPr>
            <w:tcW w:w="4890" w:type="dxa"/>
          </w:tcPr>
          <w:p w14:paraId="6FFB4C79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16B1B193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6520763" w14:textId="77777777" w:rsidTr="00FA0BD7">
        <w:tc>
          <w:tcPr>
            <w:tcW w:w="4890" w:type="dxa"/>
          </w:tcPr>
          <w:p w14:paraId="302B824E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1032C23B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13F20C0D" w14:textId="77777777" w:rsidR="00C34FC2" w:rsidRPr="00CC6424" w:rsidRDefault="00C34FC2" w:rsidP="001A08D7">
      <w:pPr>
        <w:pStyle w:val="berschrift2"/>
      </w:pPr>
      <w:r w:rsidRPr="002E59EC">
        <w:t>Qualifikationen</w:t>
      </w:r>
    </w:p>
    <w:p w14:paraId="47C51335" w14:textId="77777777" w:rsidR="00C34FC2" w:rsidRPr="00E0257F" w:rsidRDefault="00C34FC2" w:rsidP="00C34FC2">
      <w:pPr>
        <w:spacing w:before="60" w:after="240"/>
      </w:pPr>
      <w:r w:rsidRPr="00E0257F">
        <w:t>…</w:t>
      </w:r>
    </w:p>
    <w:p w14:paraId="6E7EB2D7" w14:textId="77777777" w:rsidR="00CC6424" w:rsidRPr="00CC6424" w:rsidRDefault="00C34FC2" w:rsidP="001A08D7">
      <w:pPr>
        <w:pStyle w:val="berschrift2"/>
      </w:pPr>
      <w:r w:rsidRPr="002E59EC">
        <w:t>Partizipation</w:t>
      </w:r>
    </w:p>
    <w:p w14:paraId="0D9FD31A" w14:textId="77777777" w:rsidR="00C34FC2" w:rsidRDefault="00CC6424" w:rsidP="00C34FC2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  <w:gridCol w:w="4746"/>
      </w:tblGrid>
      <w:tr w:rsidR="00C34FC2" w:rsidRPr="0059137D" w14:paraId="20B3C5FC" w14:textId="77777777" w:rsidTr="00FA0BD7">
        <w:tc>
          <w:tcPr>
            <w:tcW w:w="4890" w:type="dxa"/>
            <w:shd w:val="clear" w:color="auto" w:fill="EAEAEA"/>
          </w:tcPr>
          <w:p w14:paraId="47723CA0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Zielgruppen</w:t>
            </w:r>
            <w:r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4890" w:type="dxa"/>
            <w:shd w:val="clear" w:color="auto" w:fill="EAEAEA"/>
          </w:tcPr>
          <w:p w14:paraId="048C981A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Art der Mitwirkung</w:t>
            </w:r>
          </w:p>
        </w:tc>
      </w:tr>
      <w:tr w:rsidR="00C34FC2" w:rsidRPr="0059137D" w14:paraId="55E6F29B" w14:textId="77777777" w:rsidTr="00FA0BD7">
        <w:tc>
          <w:tcPr>
            <w:tcW w:w="4890" w:type="dxa"/>
          </w:tcPr>
          <w:p w14:paraId="2BBF124A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5C2D6E22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5FE898BD" w14:textId="77777777" w:rsidTr="00FA0BD7">
        <w:tc>
          <w:tcPr>
            <w:tcW w:w="4890" w:type="dxa"/>
          </w:tcPr>
          <w:p w14:paraId="17F5FF80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53578726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2DC0DA94" w14:textId="77777777" w:rsidTr="00FA0BD7">
        <w:tc>
          <w:tcPr>
            <w:tcW w:w="4890" w:type="dxa"/>
          </w:tcPr>
          <w:p w14:paraId="793885FD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08793A5E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D3A22E3" w14:textId="77777777" w:rsidTr="00FA0BD7">
        <w:tc>
          <w:tcPr>
            <w:tcW w:w="4890" w:type="dxa"/>
          </w:tcPr>
          <w:p w14:paraId="5A8E1C9B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18EC5308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4B591F70" w14:textId="77777777" w:rsidR="00CC6424" w:rsidRPr="00CC6424" w:rsidRDefault="00CC6424" w:rsidP="001A08D7">
      <w:pPr>
        <w:pStyle w:val="berschrift2"/>
      </w:pPr>
      <w:r>
        <w:t>Vernetzung</w:t>
      </w:r>
    </w:p>
    <w:p w14:paraId="3517F8B6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73AD1C9B" w14:textId="77777777" w:rsidR="00CC6424" w:rsidRPr="005B0224" w:rsidRDefault="00C34FC2" w:rsidP="001A08D7">
      <w:pPr>
        <w:pStyle w:val="berschrift1"/>
      </w:pPr>
      <w:r>
        <w:t>S</w:t>
      </w:r>
      <w:r w:rsidR="00CC6424" w:rsidRPr="005B0224">
        <w:t>teuerung</w:t>
      </w:r>
    </w:p>
    <w:p w14:paraId="532F52E1" w14:textId="77777777" w:rsidR="00C34FC2" w:rsidRPr="00CC6424" w:rsidRDefault="00A30F78" w:rsidP="001A08D7">
      <w:pPr>
        <w:pStyle w:val="berschrift2"/>
      </w:pPr>
      <w:r w:rsidRPr="00A30F78">
        <w:t>Systematische Reflexion</w:t>
      </w:r>
    </w:p>
    <w:p w14:paraId="598B6338" w14:textId="77777777" w:rsidR="00C34FC2" w:rsidRDefault="00C34FC2" w:rsidP="00C34FC2">
      <w:pPr>
        <w:spacing w:before="60" w:after="240"/>
      </w:pPr>
      <w:r w:rsidRPr="00173C96">
        <w:t>…</w:t>
      </w:r>
    </w:p>
    <w:p w14:paraId="536A413F" w14:textId="77777777" w:rsidR="00CC6424" w:rsidRPr="00CC6424" w:rsidRDefault="00CC6424" w:rsidP="001A08D7">
      <w:pPr>
        <w:pStyle w:val="berschrift2"/>
      </w:pPr>
      <w:r>
        <w:lastRenderedPageBreak/>
        <w:t>Evaluation</w:t>
      </w:r>
      <w:r w:rsidRPr="00CC6424">
        <w:t xml:space="preserve"> </w:t>
      </w:r>
    </w:p>
    <w:p w14:paraId="2E55E8ED" w14:textId="77777777" w:rsidR="00CC6424" w:rsidRDefault="00CC6424" w:rsidP="00B90E23">
      <w:pPr>
        <w:spacing w:before="60" w:after="240"/>
      </w:pPr>
      <w:r w:rsidRPr="00173C96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0"/>
        <w:gridCol w:w="3160"/>
        <w:gridCol w:w="3195"/>
      </w:tblGrid>
      <w:tr w:rsidR="00C34FC2" w:rsidRPr="0059137D" w14:paraId="32FFC974" w14:textId="77777777" w:rsidTr="00FA0BD7">
        <w:tc>
          <w:tcPr>
            <w:tcW w:w="3236" w:type="dxa"/>
            <w:shd w:val="clear" w:color="auto" w:fill="EAEAEA"/>
          </w:tcPr>
          <w:p w14:paraId="30D59A2D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Ziele</w:t>
            </w:r>
            <w:r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3236" w:type="dxa"/>
            <w:shd w:val="clear" w:color="auto" w:fill="EAEAEA"/>
          </w:tcPr>
          <w:p w14:paraId="0D886E2B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Indikatoren</w:t>
            </w:r>
          </w:p>
        </w:tc>
        <w:tc>
          <w:tcPr>
            <w:tcW w:w="3237" w:type="dxa"/>
            <w:shd w:val="clear" w:color="auto" w:fill="EAEAEA"/>
          </w:tcPr>
          <w:p w14:paraId="45F7157A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Evaluationsmethoden</w:t>
            </w:r>
          </w:p>
        </w:tc>
      </w:tr>
      <w:tr w:rsidR="00C34FC2" w:rsidRPr="0059137D" w14:paraId="290ECD2B" w14:textId="77777777" w:rsidTr="00FA0BD7">
        <w:tc>
          <w:tcPr>
            <w:tcW w:w="3236" w:type="dxa"/>
            <w:shd w:val="clear" w:color="auto" w:fill="F2F2F2"/>
          </w:tcPr>
          <w:p w14:paraId="19E042B5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  <w:shd w:val="clear" w:color="auto" w:fill="F2F2F2"/>
          </w:tcPr>
          <w:p w14:paraId="4B6BCBE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  <w:shd w:val="clear" w:color="auto" w:fill="F2F2F2"/>
          </w:tcPr>
          <w:p w14:paraId="01796470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B856E61" w14:textId="77777777" w:rsidTr="00FA0BD7">
        <w:tc>
          <w:tcPr>
            <w:tcW w:w="3236" w:type="dxa"/>
          </w:tcPr>
          <w:p w14:paraId="37E1B21B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</w:tcPr>
          <w:p w14:paraId="687A7FB9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</w:tcPr>
          <w:p w14:paraId="3E82D07F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57399016" w14:textId="77777777" w:rsidTr="00FA0BD7">
        <w:tc>
          <w:tcPr>
            <w:tcW w:w="3236" w:type="dxa"/>
          </w:tcPr>
          <w:p w14:paraId="08E85BB4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</w:tcPr>
          <w:p w14:paraId="5512C169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</w:tcPr>
          <w:p w14:paraId="4B92BBC0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49A14C5B" w14:textId="77777777" w:rsidTr="00FA0BD7">
        <w:tc>
          <w:tcPr>
            <w:tcW w:w="3236" w:type="dxa"/>
          </w:tcPr>
          <w:p w14:paraId="565985F1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</w:tcPr>
          <w:p w14:paraId="4374423F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</w:tcPr>
          <w:p w14:paraId="5E1E409A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1C4DCD59" w14:textId="77777777" w:rsidTr="00FA0BD7"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4BFB14ED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7A5EA814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1C62FB42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50FC454B" w14:textId="77777777" w:rsidTr="00FA0BD7"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FCB95E9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0430FE4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7C58E98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752702EC" w14:textId="77777777" w:rsidTr="00FA0BD7"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8FB338C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7F571E0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E1E8D7D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728FC797" w14:textId="77777777" w:rsidTr="00FA0BD7"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4A80427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CB44613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AF1351F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719B8E9A" w14:textId="77777777" w:rsidTr="00FA0BD7"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10E8EA30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526CF08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38536020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2E08A8BD" w14:textId="77777777" w:rsidTr="00FA0BD7"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7BAA81F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ED0A8F8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5EF07BD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4D80E295" w14:textId="77777777" w:rsidTr="00FA0BD7"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D3E34A7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676A3E9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07B1928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4EFE2D1F" w14:textId="77777777" w:rsidTr="00FA0BD7"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48139CE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C937F35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183F942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0815D76E" w14:textId="77777777" w:rsidR="00C34FC2" w:rsidRDefault="00C34FC2" w:rsidP="00B90E23">
      <w:pPr>
        <w:spacing w:before="60" w:after="240"/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0"/>
        <w:gridCol w:w="4755"/>
      </w:tblGrid>
      <w:tr w:rsidR="00B90E23" w:rsidRPr="0059137D" w14:paraId="472DF248" w14:textId="77777777" w:rsidTr="004001D7">
        <w:tc>
          <w:tcPr>
            <w:tcW w:w="4890" w:type="dxa"/>
            <w:shd w:val="clear" w:color="auto" w:fill="EAEAEA"/>
          </w:tcPr>
          <w:p w14:paraId="48F65048" w14:textId="77777777" w:rsidR="00B90E23" w:rsidRPr="0059137D" w:rsidRDefault="00B90E23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Evaluationsfragen</w:t>
            </w:r>
            <w:r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4890" w:type="dxa"/>
            <w:shd w:val="clear" w:color="auto" w:fill="EAEAEA"/>
          </w:tcPr>
          <w:p w14:paraId="2C72B246" w14:textId="77777777" w:rsidR="00B90E23" w:rsidRPr="0059137D" w:rsidRDefault="00B90E23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Evaluationsmethoden</w:t>
            </w:r>
          </w:p>
        </w:tc>
      </w:tr>
      <w:tr w:rsidR="00B90E23" w:rsidRPr="0059137D" w14:paraId="5F518165" w14:textId="77777777" w:rsidTr="004001D7">
        <w:tc>
          <w:tcPr>
            <w:tcW w:w="4890" w:type="dxa"/>
          </w:tcPr>
          <w:p w14:paraId="48B49F9A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545BC2EB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7CFC1917" w14:textId="77777777" w:rsidTr="004001D7">
        <w:tc>
          <w:tcPr>
            <w:tcW w:w="4890" w:type="dxa"/>
          </w:tcPr>
          <w:p w14:paraId="54DDD93B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5DE38898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1B552C5D" w14:textId="77777777" w:rsidTr="004001D7">
        <w:tc>
          <w:tcPr>
            <w:tcW w:w="4890" w:type="dxa"/>
          </w:tcPr>
          <w:p w14:paraId="6E5B7A71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46754141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373C0BF8" w14:textId="77777777" w:rsidTr="004001D7">
        <w:tc>
          <w:tcPr>
            <w:tcW w:w="4890" w:type="dxa"/>
          </w:tcPr>
          <w:p w14:paraId="2D93A5C8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144BB3C3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15A3F18D" w14:textId="77777777" w:rsidR="00B90E23" w:rsidRPr="00B90E23" w:rsidRDefault="00B90E23" w:rsidP="00B90E23">
      <w:pPr>
        <w:pStyle w:val="Eingabe"/>
        <w:spacing w:before="120"/>
        <w:rPr>
          <w:color w:val="7F7F7F"/>
          <w:sz w:val="20"/>
        </w:rPr>
      </w:pPr>
      <w:r w:rsidRPr="00B90E23">
        <w:rPr>
          <w:color w:val="7F7F7F"/>
          <w:sz w:val="20"/>
        </w:rPr>
        <w:t>[für eine detailliertere Planung der Evaluation die Evaluationstabelle nutzen]</w:t>
      </w:r>
    </w:p>
    <w:p w14:paraId="4D767A80" w14:textId="77777777" w:rsidR="00C34FC2" w:rsidRPr="00CC6424" w:rsidRDefault="00C34FC2" w:rsidP="001A08D7">
      <w:pPr>
        <w:pStyle w:val="berschrift2"/>
      </w:pPr>
      <w:r>
        <w:t>Dokumentation</w:t>
      </w:r>
    </w:p>
    <w:p w14:paraId="554656E4" w14:textId="77777777" w:rsidR="00C34FC2" w:rsidRPr="00E0257F" w:rsidRDefault="00C34FC2" w:rsidP="00C34FC2">
      <w:pPr>
        <w:spacing w:before="60" w:after="240"/>
      </w:pPr>
      <w:r w:rsidRPr="00E0257F">
        <w:t>…</w:t>
      </w:r>
    </w:p>
    <w:p w14:paraId="0680533B" w14:textId="77777777" w:rsidR="00CC6424" w:rsidRPr="00CC6424" w:rsidRDefault="00CC6424" w:rsidP="001A08D7">
      <w:pPr>
        <w:pStyle w:val="berschrift2"/>
      </w:pPr>
      <w:r>
        <w:t>Kommunikation</w:t>
      </w:r>
    </w:p>
    <w:p w14:paraId="0405AF37" w14:textId="77777777" w:rsidR="00CC6424" w:rsidRDefault="00CC6424" w:rsidP="00B90E23">
      <w:pPr>
        <w:spacing w:before="60" w:after="240"/>
      </w:pPr>
      <w:r w:rsidRPr="00E0257F">
        <w:t>…</w:t>
      </w:r>
    </w:p>
    <w:p w14:paraId="691F8DF8" w14:textId="77777777" w:rsidR="00BE19F4" w:rsidRPr="00CC6424" w:rsidRDefault="00BE19F4" w:rsidP="001A08D7">
      <w:pPr>
        <w:pStyle w:val="berschrift2"/>
      </w:pPr>
      <w:r>
        <w:t>Innovation</w:t>
      </w:r>
    </w:p>
    <w:p w14:paraId="7A965DC0" w14:textId="77777777" w:rsidR="00BE19F4" w:rsidRPr="00E0257F" w:rsidRDefault="00BE19F4" w:rsidP="00BE19F4">
      <w:pPr>
        <w:spacing w:before="60" w:after="240"/>
      </w:pPr>
      <w:r w:rsidRPr="00E0257F">
        <w:t>…</w:t>
      </w:r>
    </w:p>
    <w:p w14:paraId="759775D9" w14:textId="77777777" w:rsidR="00BE19F4" w:rsidRPr="00CC6424" w:rsidRDefault="00BE19F4" w:rsidP="001A08D7">
      <w:pPr>
        <w:pStyle w:val="berschrift2"/>
      </w:pPr>
      <w:r>
        <w:t>Koordination</w:t>
      </w:r>
    </w:p>
    <w:p w14:paraId="4E9103A3" w14:textId="77777777" w:rsidR="00BE19F4" w:rsidRPr="00E0257F" w:rsidRDefault="00BE19F4" w:rsidP="00BE19F4">
      <w:pPr>
        <w:spacing w:before="60" w:after="240"/>
      </w:pPr>
      <w:r w:rsidRPr="00E0257F">
        <w:t>…</w:t>
      </w:r>
    </w:p>
    <w:p w14:paraId="2C455D28" w14:textId="77777777" w:rsidR="00BE19F4" w:rsidRPr="00CC6424" w:rsidRDefault="00BE19F4" w:rsidP="001A08D7">
      <w:pPr>
        <w:pStyle w:val="berschrift2"/>
      </w:pPr>
      <w:r w:rsidRPr="00BE19F4">
        <w:t>Wissensmanagement</w:t>
      </w:r>
    </w:p>
    <w:p w14:paraId="7C13924E" w14:textId="77777777" w:rsidR="00BE19F4" w:rsidRPr="00E0257F" w:rsidRDefault="00BE19F4" w:rsidP="00BE19F4">
      <w:pPr>
        <w:spacing w:before="60" w:after="240"/>
      </w:pPr>
      <w:r w:rsidRPr="00E0257F">
        <w:t>…</w:t>
      </w:r>
    </w:p>
    <w:p w14:paraId="15E0C52E" w14:textId="77777777" w:rsidR="00BE19F4" w:rsidRPr="00E0257F" w:rsidRDefault="00BE19F4" w:rsidP="00B90E23">
      <w:pPr>
        <w:spacing w:before="60" w:after="240"/>
      </w:pPr>
    </w:p>
    <w:p w14:paraId="6AF93F83" w14:textId="77777777" w:rsidR="00CC6424" w:rsidRPr="005B0224" w:rsidRDefault="00C34FC2" w:rsidP="001A08D7">
      <w:pPr>
        <w:pStyle w:val="berschrift1"/>
      </w:pPr>
      <w:r>
        <w:lastRenderedPageBreak/>
        <w:t>Ausblick</w:t>
      </w:r>
    </w:p>
    <w:p w14:paraId="77068191" w14:textId="77777777" w:rsidR="00CC6424" w:rsidRPr="00CC6424" w:rsidRDefault="00C34FC2" w:rsidP="001A08D7">
      <w:pPr>
        <w:pStyle w:val="berschrift2"/>
      </w:pPr>
      <w:r w:rsidRPr="002E59EC">
        <w:t>Chancen und Risiken</w:t>
      </w:r>
      <w:r w:rsidR="00CC6424" w:rsidRPr="00CC6424">
        <w:t xml:space="preserve"> </w:t>
      </w:r>
    </w:p>
    <w:p w14:paraId="4FA596FA" w14:textId="77777777" w:rsidR="00CC6424" w:rsidRDefault="00CC6424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A30F78" w:rsidRPr="00ED039A" w14:paraId="4436A274" w14:textId="77777777" w:rsidTr="00B97F35">
        <w:trPr>
          <w:trHeight w:val="92"/>
        </w:trPr>
        <w:tc>
          <w:tcPr>
            <w:tcW w:w="4746" w:type="dxa"/>
            <w:shd w:val="clear" w:color="auto" w:fill="EAEAEA"/>
          </w:tcPr>
          <w:p w14:paraId="1E9DE60A" w14:textId="77777777" w:rsidR="00A30F78" w:rsidRPr="00ED039A" w:rsidRDefault="00A30F78" w:rsidP="00B97F35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Chancen</w:t>
            </w:r>
          </w:p>
        </w:tc>
        <w:tc>
          <w:tcPr>
            <w:tcW w:w="4680" w:type="dxa"/>
            <w:shd w:val="clear" w:color="auto" w:fill="EAEAEA"/>
          </w:tcPr>
          <w:p w14:paraId="2A8ED2B8" w14:textId="77777777" w:rsidR="00A30F78" w:rsidRPr="00ED039A" w:rsidRDefault="00A30F78" w:rsidP="00B97F35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Risiken</w:t>
            </w:r>
          </w:p>
        </w:tc>
      </w:tr>
      <w:tr w:rsidR="00A30F78" w:rsidRPr="00ED039A" w14:paraId="35B7EE59" w14:textId="77777777" w:rsidTr="00B97F35">
        <w:trPr>
          <w:trHeight w:val="92"/>
        </w:trPr>
        <w:tc>
          <w:tcPr>
            <w:tcW w:w="4746" w:type="dxa"/>
          </w:tcPr>
          <w:p w14:paraId="7F030C29" w14:textId="77777777" w:rsidR="00A30F78" w:rsidRPr="00ED039A" w:rsidRDefault="00A30F78" w:rsidP="00B97F35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4680" w:type="dxa"/>
          </w:tcPr>
          <w:p w14:paraId="32F680CC" w14:textId="77777777" w:rsidR="00A30F78" w:rsidRPr="00ED039A" w:rsidRDefault="00A30F78" w:rsidP="00B97F35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</w:tr>
    </w:tbl>
    <w:p w14:paraId="6C3F96CF" w14:textId="77777777" w:rsidR="00CC6424" w:rsidRPr="00CC6424" w:rsidRDefault="00CC6424" w:rsidP="001A08D7">
      <w:pPr>
        <w:pStyle w:val="berschrift2"/>
      </w:pPr>
      <w:r>
        <w:t>Valorisierung</w:t>
      </w:r>
    </w:p>
    <w:p w14:paraId="5E89722B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59EDB5E9" w14:textId="77777777" w:rsidR="00CC6424" w:rsidRPr="00CC6424" w:rsidRDefault="00C34FC2" w:rsidP="001A08D7">
      <w:pPr>
        <w:pStyle w:val="berschrift2"/>
      </w:pPr>
      <w:r>
        <w:t>Anmerkungen</w:t>
      </w:r>
      <w:r w:rsidR="00A30F78">
        <w:t xml:space="preserve"> und Fragen</w:t>
      </w:r>
    </w:p>
    <w:p w14:paraId="0F6880C4" w14:textId="77777777" w:rsidR="001A12FB" w:rsidRPr="00CA7293" w:rsidRDefault="00C34FC2">
      <w:pPr>
        <w:spacing w:before="60" w:after="240"/>
      </w:pPr>
      <w:r>
        <w:t>…</w:t>
      </w:r>
    </w:p>
    <w:sectPr w:rsidR="001A12FB" w:rsidRPr="00CA7293" w:rsidSect="007E01B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3" w:bottom="1814" w:left="1418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C4C11E" w14:textId="77777777" w:rsidR="006F0CA2" w:rsidRDefault="006F0CA2">
      <w:r>
        <w:separator/>
      </w:r>
    </w:p>
  </w:endnote>
  <w:endnote w:type="continuationSeparator" w:id="0">
    <w:p w14:paraId="205F5DC7" w14:textId="77777777" w:rsidR="006F0CA2" w:rsidRDefault="006F0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59F482" w14:textId="6671E0AB" w:rsidR="002D26DC" w:rsidRPr="004011EA" w:rsidRDefault="002D26DC" w:rsidP="00A235B1">
    <w:pPr>
      <w:pStyle w:val="Fuzeile"/>
      <w:tabs>
        <w:tab w:val="clear" w:pos="4703"/>
        <w:tab w:val="clear" w:pos="9406"/>
        <w:tab w:val="right" w:pos="9356"/>
      </w:tabs>
      <w:rPr>
        <w:color w:val="7F7F7F"/>
      </w:rPr>
    </w:pPr>
    <w:r w:rsidRPr="00242ADD">
      <w:rPr>
        <w:color w:val="FF9900"/>
      </w:rPr>
      <w:t>www.quint-essenz.ch</w:t>
    </w:r>
    <w:r w:rsidRPr="00E459D6">
      <w:rPr>
        <w:color w:val="7F7F7F"/>
      </w:rPr>
      <w:t>, ein Angebot von Gesundheitsförderung Schweiz</w:t>
    </w:r>
    <w:r w:rsidRPr="00E459D6">
      <w:rPr>
        <w:color w:val="7F7F7F"/>
      </w:rPr>
      <w:br/>
    </w:r>
    <w:r w:rsidR="007E01BF">
      <w:rPr>
        <w:color w:val="7F7F7F"/>
      </w:rPr>
      <w:t>Konzept [Projekt]</w:t>
    </w:r>
    <w:r w:rsidR="007E01BF" w:rsidRPr="00E459D6">
      <w:rPr>
        <w:color w:val="7F7F7F"/>
      </w:rPr>
      <w:t>,</w:t>
    </w:r>
    <w:r w:rsidR="007E01BF">
      <w:rPr>
        <w:color w:val="7F7F7F"/>
      </w:rPr>
      <w:t xml:space="preserve"> [Autor/in], [Datum]</w:t>
    </w:r>
    <w:r w:rsidRPr="00E459D6">
      <w:rPr>
        <w:color w:val="7F7F7F"/>
      </w:rPr>
      <w:tab/>
    </w:r>
    <w:r w:rsidRPr="00E459D6">
      <w:rPr>
        <w:color w:val="7F7F7F"/>
        <w:lang w:val="fr-FR"/>
      </w:rPr>
      <w:fldChar w:fldCharType="begin"/>
    </w:r>
    <w:r w:rsidRPr="00E459D6">
      <w:rPr>
        <w:color w:val="7F7F7F"/>
      </w:rPr>
      <w:instrText xml:space="preserve"> </w:instrText>
    </w:r>
    <w:r w:rsidR="00126E56">
      <w:rPr>
        <w:color w:val="7F7F7F"/>
      </w:rPr>
      <w:instrText>PAGE</w:instrText>
    </w:r>
    <w:r w:rsidRPr="00E459D6">
      <w:rPr>
        <w:color w:val="7F7F7F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7E01BF">
      <w:rPr>
        <w:noProof/>
        <w:color w:val="7F7F7F"/>
      </w:rPr>
      <w:t>1</w:t>
    </w:r>
    <w:r w:rsidRPr="00E459D6">
      <w:rPr>
        <w:color w:val="7F7F7F"/>
        <w:lang w:val="fr-FR"/>
      </w:rPr>
      <w:fldChar w:fldCharType="end"/>
    </w:r>
    <w:r w:rsidRPr="00E459D6">
      <w:rPr>
        <w:color w:val="7F7F7F"/>
      </w:rPr>
      <w:t>/</w:t>
    </w:r>
    <w:r w:rsidRPr="00E459D6">
      <w:rPr>
        <w:color w:val="7F7F7F"/>
      </w:rPr>
      <w:fldChar w:fldCharType="begin"/>
    </w:r>
    <w:r w:rsidRPr="00E459D6">
      <w:rPr>
        <w:color w:val="7F7F7F"/>
      </w:rPr>
      <w:instrText xml:space="preserve"> </w:instrText>
    </w:r>
    <w:r w:rsidR="00126E56">
      <w:rPr>
        <w:color w:val="7F7F7F"/>
      </w:rPr>
      <w:instrText>NUMPAGES</w:instrText>
    </w:r>
    <w:r w:rsidRPr="00E459D6">
      <w:rPr>
        <w:color w:val="7F7F7F"/>
      </w:rPr>
      <w:instrText xml:space="preserve"> </w:instrText>
    </w:r>
    <w:r w:rsidRPr="00E459D6">
      <w:rPr>
        <w:color w:val="7F7F7F"/>
      </w:rPr>
      <w:fldChar w:fldCharType="separate"/>
    </w:r>
    <w:r w:rsidR="007E01BF">
      <w:rPr>
        <w:noProof/>
        <w:color w:val="7F7F7F"/>
      </w:rPr>
      <w:t>6</w:t>
    </w:r>
    <w:r w:rsidRPr="00E459D6">
      <w:rPr>
        <w:color w:val="7F7F7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FDE69" w14:textId="77777777" w:rsidR="002D26DC" w:rsidRPr="00E459D6" w:rsidRDefault="002D26DC" w:rsidP="002D26DC">
    <w:pPr>
      <w:pStyle w:val="Fuzeile"/>
      <w:tabs>
        <w:tab w:val="clear" w:pos="9406"/>
        <w:tab w:val="right" w:pos="9639"/>
      </w:tabs>
      <w:rPr>
        <w:color w:val="7F7F7F"/>
      </w:rPr>
    </w:pPr>
    <w:r w:rsidRPr="00242ADD">
      <w:rPr>
        <w:color w:val="FF9900"/>
      </w:rPr>
      <w:t>www.quint-essenz.ch</w:t>
    </w:r>
    <w:r w:rsidRPr="00E459D6">
      <w:rPr>
        <w:color w:val="7F7F7F"/>
      </w:rPr>
      <w:t>, ein Angebot von Gesundheitsförderung Schweiz</w:t>
    </w:r>
    <w:r w:rsidRPr="00E459D6">
      <w:rPr>
        <w:color w:val="7F7F7F"/>
      </w:rPr>
      <w:br/>
    </w:r>
    <w:r>
      <w:rPr>
        <w:color w:val="7F7F7F"/>
      </w:rPr>
      <w:t>Konzept [Projekt]</w:t>
    </w:r>
    <w:r w:rsidRPr="00E459D6">
      <w:rPr>
        <w:color w:val="7F7F7F"/>
      </w:rPr>
      <w:t>,</w:t>
    </w:r>
    <w:r>
      <w:rPr>
        <w:color w:val="7F7F7F"/>
      </w:rPr>
      <w:t xml:space="preserve"> [Autor/in], [Datum]</w:t>
    </w:r>
    <w:r w:rsidRPr="00E459D6">
      <w:rPr>
        <w:color w:val="7F7F7F"/>
      </w:rPr>
      <w:tab/>
    </w:r>
    <w:r w:rsidRPr="00E459D6">
      <w:rPr>
        <w:color w:val="7F7F7F"/>
      </w:rPr>
      <w:tab/>
    </w:r>
    <w:r>
      <w:rPr>
        <w:color w:val="7F7F7F"/>
      </w:rPr>
      <w:tab/>
    </w:r>
    <w:r w:rsidRPr="00E459D6">
      <w:rPr>
        <w:color w:val="7F7F7F"/>
        <w:lang w:val="fr-FR"/>
      </w:rPr>
      <w:fldChar w:fldCharType="begin"/>
    </w:r>
    <w:r w:rsidRPr="00E459D6">
      <w:rPr>
        <w:color w:val="7F7F7F"/>
      </w:rPr>
      <w:instrText xml:space="preserve"> </w:instrText>
    </w:r>
    <w:r w:rsidR="00126E56">
      <w:rPr>
        <w:color w:val="7F7F7F"/>
      </w:rPr>
      <w:instrText>PAGE</w:instrText>
    </w:r>
    <w:r w:rsidRPr="00E459D6">
      <w:rPr>
        <w:color w:val="7F7F7F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7E01BF">
      <w:rPr>
        <w:noProof/>
        <w:color w:val="7F7F7F"/>
      </w:rPr>
      <w:t>1</w:t>
    </w:r>
    <w:r w:rsidRPr="00E459D6">
      <w:rPr>
        <w:color w:val="7F7F7F"/>
        <w:lang w:val="fr-FR"/>
      </w:rPr>
      <w:fldChar w:fldCharType="end"/>
    </w:r>
    <w:r w:rsidRPr="00E459D6">
      <w:rPr>
        <w:color w:val="7F7F7F"/>
      </w:rPr>
      <w:t>/</w:t>
    </w:r>
    <w:r w:rsidRPr="00E459D6">
      <w:rPr>
        <w:color w:val="7F7F7F"/>
      </w:rPr>
      <w:fldChar w:fldCharType="begin"/>
    </w:r>
    <w:r w:rsidRPr="00E459D6">
      <w:rPr>
        <w:color w:val="7F7F7F"/>
      </w:rPr>
      <w:instrText xml:space="preserve"> </w:instrText>
    </w:r>
    <w:r w:rsidR="00126E56">
      <w:rPr>
        <w:color w:val="7F7F7F"/>
      </w:rPr>
      <w:instrText>NUMPAGES</w:instrText>
    </w:r>
    <w:r w:rsidRPr="00E459D6">
      <w:rPr>
        <w:color w:val="7F7F7F"/>
      </w:rPr>
      <w:instrText xml:space="preserve"> </w:instrText>
    </w:r>
    <w:r w:rsidRPr="00E459D6">
      <w:rPr>
        <w:color w:val="7F7F7F"/>
      </w:rPr>
      <w:fldChar w:fldCharType="separate"/>
    </w:r>
    <w:r w:rsidR="007E01BF">
      <w:rPr>
        <w:noProof/>
        <w:color w:val="7F7F7F"/>
      </w:rPr>
      <w:t>6</w:t>
    </w:r>
    <w:r w:rsidRPr="00E459D6">
      <w:rPr>
        <w:color w:val="7F7F7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F8BAD8" w14:textId="77777777" w:rsidR="006F0CA2" w:rsidRDefault="006F0CA2">
      <w:r>
        <w:separator/>
      </w:r>
    </w:p>
  </w:footnote>
  <w:footnote w:type="continuationSeparator" w:id="0">
    <w:p w14:paraId="51C50F9A" w14:textId="77777777" w:rsidR="006F0CA2" w:rsidRDefault="006F0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C132F" w14:textId="77777777" w:rsidR="002D26DC" w:rsidRPr="00F01D28" w:rsidRDefault="002D26DC" w:rsidP="002D26DC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EE77C" w14:textId="77777777" w:rsidR="002D26DC" w:rsidRPr="00242ADD" w:rsidRDefault="002D26DC" w:rsidP="007E7A4A">
    <w:pPr>
      <w:tabs>
        <w:tab w:val="left" w:pos="753"/>
        <w:tab w:val="right" w:pos="9639"/>
      </w:tabs>
      <w:ind w:right="-143"/>
    </w:pPr>
    <w:r>
      <w:tab/>
    </w:r>
    <w:r w:rsidR="00B90E23">
      <w:tab/>
    </w:r>
    <w:r w:rsidR="006F0CA2">
      <w:pict w14:anchorId="6E2A3F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3.75pt;height:59.65pt;mso-position-horizontal-relative:char;mso-position-vertical-relative:lin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742EE"/>
    <w:multiLevelType w:val="multilevel"/>
    <w:tmpl w:val="B44A30C0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intFractionalCharacterWidth/>
  <w:embedSystemFonts/>
  <w:activeWritingStyle w:appName="MSWord" w:lang="de-CH" w:vendorID="6" w:dllVersion="2" w:checkStyle="1"/>
  <w:activeWritingStyle w:appName="MSWord" w:lang="fr-FR" w:vendorID="65" w:dllVersion="514" w:checkStyle="1"/>
  <w:activeWritingStyle w:appName="MSWord" w:lang="de-CH" w:vendorID="9" w:dllVersion="512" w:checkStyle="1"/>
  <w:activeWritingStyle w:appName="MSWord" w:lang="de-DE" w:vendorID="9" w:dllVersion="512" w:checkStyle="1"/>
  <w:activeWritingStyle w:appName="MSWord" w:lang="de-DE" w:vendorID="6" w:dllVersion="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195"/>
    <w:rsid w:val="000F705F"/>
    <w:rsid w:val="00100238"/>
    <w:rsid w:val="00126E56"/>
    <w:rsid w:val="00173C96"/>
    <w:rsid w:val="001949F1"/>
    <w:rsid w:val="001A08D7"/>
    <w:rsid w:val="001A12FB"/>
    <w:rsid w:val="00242ADD"/>
    <w:rsid w:val="00261983"/>
    <w:rsid w:val="002D26DC"/>
    <w:rsid w:val="003005F4"/>
    <w:rsid w:val="00311C87"/>
    <w:rsid w:val="0034798C"/>
    <w:rsid w:val="0038323E"/>
    <w:rsid w:val="003C6EBE"/>
    <w:rsid w:val="004001D7"/>
    <w:rsid w:val="00462027"/>
    <w:rsid w:val="0047177E"/>
    <w:rsid w:val="004A76F2"/>
    <w:rsid w:val="00512A63"/>
    <w:rsid w:val="00522195"/>
    <w:rsid w:val="00544344"/>
    <w:rsid w:val="0059137D"/>
    <w:rsid w:val="005B0224"/>
    <w:rsid w:val="00642CDC"/>
    <w:rsid w:val="00673555"/>
    <w:rsid w:val="006F0CA2"/>
    <w:rsid w:val="00733E1A"/>
    <w:rsid w:val="0074202C"/>
    <w:rsid w:val="007D06E4"/>
    <w:rsid w:val="007E01BF"/>
    <w:rsid w:val="007E7A4A"/>
    <w:rsid w:val="00877E56"/>
    <w:rsid w:val="00893635"/>
    <w:rsid w:val="008E4848"/>
    <w:rsid w:val="00910DD4"/>
    <w:rsid w:val="00994487"/>
    <w:rsid w:val="00A235B1"/>
    <w:rsid w:val="00A30F78"/>
    <w:rsid w:val="00AA595C"/>
    <w:rsid w:val="00B25AF3"/>
    <w:rsid w:val="00B463D2"/>
    <w:rsid w:val="00B72442"/>
    <w:rsid w:val="00B90E23"/>
    <w:rsid w:val="00B97F35"/>
    <w:rsid w:val="00BE19F4"/>
    <w:rsid w:val="00C07F12"/>
    <w:rsid w:val="00C34FC2"/>
    <w:rsid w:val="00CA7293"/>
    <w:rsid w:val="00CC6424"/>
    <w:rsid w:val="00D62ED3"/>
    <w:rsid w:val="00D74369"/>
    <w:rsid w:val="00D74DAF"/>
    <w:rsid w:val="00DD3A16"/>
    <w:rsid w:val="00E0257F"/>
    <w:rsid w:val="00E27F71"/>
    <w:rsid w:val="00E91FD1"/>
    <w:rsid w:val="00ED22C7"/>
    <w:rsid w:val="00F42C07"/>
    <w:rsid w:val="00FA0BD7"/>
    <w:rsid w:val="00FA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415A37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12A63"/>
    <w:rPr>
      <w:rFonts w:ascii="Arial" w:hAnsi="Arial"/>
      <w:sz w:val="22"/>
      <w:lang w:val="de-DE" w:eastAsia="fr-FR"/>
    </w:rPr>
  </w:style>
  <w:style w:type="paragraph" w:styleId="berschrift1">
    <w:name w:val="heading 1"/>
    <w:basedOn w:val="berschrift2"/>
    <w:next w:val="Standard"/>
    <w:link w:val="berschrift1Zchn"/>
    <w:qFormat/>
    <w:rsid w:val="00994487"/>
    <w:pPr>
      <w:numPr>
        <w:ilvl w:val="0"/>
      </w:numPr>
      <w:shd w:val="clear" w:color="auto" w:fill="D9D9D9"/>
      <w:spacing w:before="360" w:after="240"/>
      <w:ind w:left="578" w:hanging="578"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1A08D7"/>
    <w:pPr>
      <w:keepNext/>
      <w:keepLines/>
      <w:numPr>
        <w:ilvl w:val="1"/>
        <w:numId w:val="1"/>
      </w:numPr>
      <w:spacing w:before="480" w:after="120"/>
      <w:ind w:left="578" w:hanging="578"/>
      <w:outlineLvl w:val="1"/>
    </w:pPr>
    <w:rPr>
      <w:rFonts w:eastAsia="Times New Roman"/>
      <w:b/>
      <w:color w:val="000000"/>
      <w:lang w:val="de-CH"/>
    </w:rPr>
  </w:style>
  <w:style w:type="paragraph" w:styleId="berschrift3">
    <w:name w:val="heading 3"/>
    <w:basedOn w:val="Standard"/>
    <w:next w:val="Standard"/>
    <w:autoRedefine/>
    <w:qFormat/>
    <w:rsid w:val="00ED22C7"/>
    <w:pPr>
      <w:keepNext/>
      <w:numPr>
        <w:ilvl w:val="2"/>
        <w:numId w:val="1"/>
      </w:numPr>
      <w:tabs>
        <w:tab w:val="left" w:pos="567"/>
        <w:tab w:val="right" w:pos="10206"/>
      </w:tabs>
      <w:spacing w:before="240" w:after="120"/>
      <w:outlineLvl w:val="2"/>
    </w:pPr>
    <w:rPr>
      <w:rFonts w:eastAsia="Times New Roman"/>
      <w:b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D22C7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22C7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22C7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22C7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22C7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22C7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59D6"/>
    <w:pPr>
      <w:tabs>
        <w:tab w:val="center" w:pos="4513"/>
        <w:tab w:val="right" w:pos="9026"/>
      </w:tabs>
    </w:pPr>
  </w:style>
  <w:style w:type="paragraph" w:styleId="Fuzeile">
    <w:name w:val="footer"/>
    <w:basedOn w:val="Standard"/>
    <w:qFormat/>
    <w:rsid w:val="00522195"/>
    <w:pPr>
      <w:tabs>
        <w:tab w:val="center" w:pos="4703"/>
        <w:tab w:val="right" w:pos="9406"/>
      </w:tabs>
    </w:pPr>
    <w:rPr>
      <w:sz w:val="18"/>
    </w:rPr>
  </w:style>
  <w:style w:type="character" w:customStyle="1" w:styleId="KopfzeileZchn">
    <w:name w:val="Kopfzeile Zchn"/>
    <w:link w:val="Kopfzeile"/>
    <w:uiPriority w:val="99"/>
    <w:rsid w:val="00E459D6"/>
    <w:rPr>
      <w:rFonts w:ascii="Arial" w:hAnsi="Arial"/>
      <w:sz w:val="22"/>
      <w:lang w:val="de-DE"/>
    </w:rPr>
  </w:style>
  <w:style w:type="paragraph" w:customStyle="1" w:styleId="ZelleStandard">
    <w:name w:val="Zelle Standard"/>
    <w:basedOn w:val="Standard"/>
    <w:qFormat/>
    <w:rsid w:val="005C0AA4"/>
    <w:pPr>
      <w:keepLines/>
      <w:tabs>
        <w:tab w:val="left" w:pos="227"/>
      </w:tabs>
    </w:pPr>
    <w:rPr>
      <w:sz w:val="18"/>
    </w:rPr>
  </w:style>
  <w:style w:type="paragraph" w:customStyle="1" w:styleId="ZelleTitel">
    <w:name w:val="Zelle Titel"/>
    <w:basedOn w:val="Standard"/>
    <w:autoRedefine/>
    <w:qFormat/>
    <w:rsid w:val="005C0AA4"/>
    <w:pPr>
      <w:keepNext/>
      <w:spacing w:before="20" w:after="20"/>
    </w:pPr>
    <w:rPr>
      <w:b/>
      <w:sz w:val="18"/>
      <w:lang w:val="de-CH" w:eastAsia="de-DE"/>
    </w:rPr>
  </w:style>
  <w:style w:type="paragraph" w:styleId="Verzeichnis1">
    <w:name w:val="toc 1"/>
    <w:basedOn w:val="Standard"/>
    <w:next w:val="Standard"/>
    <w:autoRedefine/>
    <w:semiHidden/>
    <w:rsid w:val="002E7DDC"/>
    <w:pPr>
      <w:tabs>
        <w:tab w:val="right" w:leader="dot" w:pos="10194"/>
      </w:tabs>
      <w:spacing w:before="12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2E7DDC"/>
    <w:pPr>
      <w:tabs>
        <w:tab w:val="right" w:pos="10194"/>
      </w:tabs>
      <w:ind w:left="227"/>
    </w:pPr>
    <w:rPr>
      <w:noProof/>
    </w:rPr>
  </w:style>
  <w:style w:type="paragraph" w:styleId="Verzeichnis3">
    <w:name w:val="toc 3"/>
    <w:basedOn w:val="Standard"/>
    <w:next w:val="Standard"/>
    <w:autoRedefine/>
    <w:semiHidden/>
    <w:rsid w:val="002E7DDC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2E7DDC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2E7DDC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2E7DDC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E7DDC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2E7DDC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2E7DDC"/>
    <w:pPr>
      <w:ind w:left="1920"/>
    </w:pPr>
  </w:style>
  <w:style w:type="paragraph" w:styleId="Dokumentstruktur">
    <w:name w:val="Document Map"/>
    <w:basedOn w:val="Standard"/>
    <w:semiHidden/>
    <w:rsid w:val="001B5241"/>
    <w:pPr>
      <w:shd w:val="clear" w:color="auto" w:fill="C6D5EC"/>
    </w:pPr>
    <w:rPr>
      <w:rFonts w:ascii="Lucida Grande" w:hAnsi="Lucida Grande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4C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C4C93"/>
    <w:rPr>
      <w:rFonts w:ascii="Tahoma" w:hAnsi="Tahoma" w:cs="Tahoma"/>
      <w:sz w:val="16"/>
      <w:szCs w:val="16"/>
      <w:lang w:val="de-DE"/>
    </w:rPr>
  </w:style>
  <w:style w:type="paragraph" w:customStyle="1" w:styleId="ZelleKasten">
    <w:name w:val="Zelle Kasten"/>
    <w:basedOn w:val="ZelleStandard"/>
    <w:rsid w:val="003F33FD"/>
    <w:pPr>
      <w:keepLines w:val="0"/>
      <w:suppressLineNumbers/>
      <w:tabs>
        <w:tab w:val="clear" w:pos="227"/>
      </w:tabs>
      <w:suppressAutoHyphens/>
      <w:snapToGrid w:val="0"/>
      <w:spacing w:before="20"/>
      <w:jc w:val="center"/>
    </w:pPr>
    <w:rPr>
      <w:rFonts w:ascii="Zapf Dingbats" w:hAnsi="Zapf Dingbats"/>
      <w:sz w:val="24"/>
      <w:lang w:val="de-CH"/>
    </w:rPr>
  </w:style>
  <w:style w:type="paragraph" w:customStyle="1" w:styleId="Bemerkungen">
    <w:name w:val="Bemerkungen"/>
    <w:basedOn w:val="Standard"/>
    <w:autoRedefine/>
    <w:qFormat/>
    <w:rsid w:val="003F33FD"/>
    <w:pPr>
      <w:tabs>
        <w:tab w:val="right" w:leader="dot" w:pos="10206"/>
      </w:tabs>
      <w:spacing w:line="340" w:lineRule="atLeast"/>
      <w:contextualSpacing/>
    </w:pPr>
    <w:rPr>
      <w:rFonts w:eastAsia="Times New Roman" w:cs="Times"/>
      <w:i/>
      <w:lang w:eastAsia="ar-SA"/>
    </w:rPr>
  </w:style>
  <w:style w:type="paragraph" w:customStyle="1" w:styleId="Bemerkungenerst">
    <w:name w:val="Bemerkungen erst"/>
    <w:basedOn w:val="Bemerkungen"/>
    <w:qFormat/>
    <w:rsid w:val="003F33FD"/>
    <w:pPr>
      <w:keepNext/>
      <w:keepLines/>
      <w:spacing w:before="240" w:line="100" w:lineRule="atLeast"/>
    </w:pPr>
    <w:rPr>
      <w:lang w:val="de-CH"/>
    </w:rPr>
  </w:style>
  <w:style w:type="paragraph" w:customStyle="1" w:styleId="FormatvorlageBemerkungenVor6pt">
    <w:name w:val="Formatvorlage Bemerkungen + Vor:  6 pt"/>
    <w:basedOn w:val="Bemerkungen"/>
    <w:rsid w:val="003F33FD"/>
    <w:pPr>
      <w:spacing w:before="120"/>
    </w:pPr>
    <w:rPr>
      <w:rFonts w:cs="Times New Roman"/>
      <w:iCs/>
    </w:rPr>
  </w:style>
  <w:style w:type="paragraph" w:customStyle="1" w:styleId="Feld">
    <w:name w:val="Feld"/>
    <w:basedOn w:val="berschrift3"/>
    <w:autoRedefine/>
    <w:qFormat/>
    <w:rsid w:val="00ED22C7"/>
    <w:pPr>
      <w:keepNext w:val="0"/>
      <w:tabs>
        <w:tab w:val="right" w:leader="dot" w:pos="10206"/>
      </w:tabs>
      <w:suppressAutoHyphens/>
      <w:spacing w:before="60" w:after="60"/>
    </w:pPr>
    <w:rPr>
      <w:b w:val="0"/>
      <w:color w:val="000000"/>
      <w:lang w:eastAsia="de-DE"/>
    </w:rPr>
  </w:style>
  <w:style w:type="paragraph" w:customStyle="1" w:styleId="Balken">
    <w:name w:val="Balken"/>
    <w:basedOn w:val="Standard"/>
    <w:next w:val="Standard"/>
    <w:rsid w:val="004011EA"/>
    <w:pPr>
      <w:keepNext/>
      <w:shd w:val="pct25" w:color="auto" w:fill="FFFFFF"/>
      <w:spacing w:before="120" w:after="120"/>
    </w:pPr>
    <w:rPr>
      <w:b/>
    </w:rPr>
  </w:style>
  <w:style w:type="paragraph" w:customStyle="1" w:styleId="TextZelle">
    <w:name w:val="Text Zelle"/>
    <w:basedOn w:val="Standard"/>
    <w:rsid w:val="004011EA"/>
    <w:pPr>
      <w:spacing w:before="60" w:after="60"/>
    </w:pPr>
    <w:rPr>
      <w:rFonts w:eastAsia="Times New Roman"/>
      <w:color w:val="0000FF"/>
      <w:lang w:val="de-CH"/>
    </w:rPr>
  </w:style>
  <w:style w:type="paragraph" w:customStyle="1" w:styleId="Eingabe">
    <w:name w:val="Eingabe"/>
    <w:basedOn w:val="Standard"/>
    <w:rsid w:val="00004F60"/>
    <w:pPr>
      <w:tabs>
        <w:tab w:val="left" w:pos="637"/>
        <w:tab w:val="left" w:pos="10344"/>
      </w:tabs>
      <w:spacing w:before="60" w:after="60"/>
    </w:pPr>
    <w:rPr>
      <w:rFonts w:eastAsia="Times New Roman"/>
      <w:color w:val="808080"/>
      <w:lang w:val="de-CH"/>
    </w:rPr>
  </w:style>
  <w:style w:type="character" w:customStyle="1" w:styleId="berschrift4Zchn">
    <w:name w:val="Überschrift 4 Zchn"/>
    <w:link w:val="berschrift4"/>
    <w:uiPriority w:val="9"/>
    <w:semiHidden/>
    <w:rsid w:val="00ED22C7"/>
    <w:rPr>
      <w:rFonts w:ascii="Calibri" w:eastAsia="Times New Roman" w:hAnsi="Calibri"/>
      <w:b/>
      <w:bCs/>
      <w:sz w:val="28"/>
      <w:szCs w:val="28"/>
      <w:lang w:val="de-DE" w:eastAsia="fr-FR"/>
    </w:rPr>
  </w:style>
  <w:style w:type="character" w:customStyle="1" w:styleId="berschrift5Zchn">
    <w:name w:val="Überschrift 5 Zchn"/>
    <w:link w:val="berschrift5"/>
    <w:uiPriority w:val="9"/>
    <w:semiHidden/>
    <w:rsid w:val="00ED22C7"/>
    <w:rPr>
      <w:rFonts w:ascii="Calibri" w:eastAsia="Times New Roman" w:hAnsi="Calibri"/>
      <w:b/>
      <w:bCs/>
      <w:i/>
      <w:iCs/>
      <w:sz w:val="26"/>
      <w:szCs w:val="26"/>
      <w:lang w:val="de-DE" w:eastAsia="fr-FR"/>
    </w:rPr>
  </w:style>
  <w:style w:type="character" w:customStyle="1" w:styleId="berschrift6Zchn">
    <w:name w:val="Überschrift 6 Zchn"/>
    <w:link w:val="berschrift6"/>
    <w:uiPriority w:val="9"/>
    <w:semiHidden/>
    <w:rsid w:val="00ED22C7"/>
    <w:rPr>
      <w:rFonts w:ascii="Calibri" w:eastAsia="Times New Roman" w:hAnsi="Calibri"/>
      <w:b/>
      <w:bCs/>
      <w:sz w:val="22"/>
      <w:szCs w:val="22"/>
      <w:lang w:val="de-DE" w:eastAsia="fr-FR"/>
    </w:rPr>
  </w:style>
  <w:style w:type="character" w:customStyle="1" w:styleId="berschrift7Zchn">
    <w:name w:val="Überschrift 7 Zchn"/>
    <w:link w:val="berschrift7"/>
    <w:uiPriority w:val="9"/>
    <w:semiHidden/>
    <w:rsid w:val="00ED22C7"/>
    <w:rPr>
      <w:rFonts w:ascii="Calibri" w:eastAsia="Times New Roman" w:hAnsi="Calibri"/>
      <w:sz w:val="24"/>
      <w:szCs w:val="24"/>
      <w:lang w:val="de-DE" w:eastAsia="fr-FR"/>
    </w:rPr>
  </w:style>
  <w:style w:type="character" w:customStyle="1" w:styleId="berschrift8Zchn">
    <w:name w:val="Überschrift 8 Zchn"/>
    <w:link w:val="berschrift8"/>
    <w:uiPriority w:val="9"/>
    <w:semiHidden/>
    <w:rsid w:val="00ED22C7"/>
    <w:rPr>
      <w:rFonts w:ascii="Calibri" w:eastAsia="Times New Roman" w:hAnsi="Calibri"/>
      <w:i/>
      <w:iCs/>
      <w:sz w:val="24"/>
      <w:szCs w:val="24"/>
      <w:lang w:val="de-DE" w:eastAsia="fr-FR"/>
    </w:rPr>
  </w:style>
  <w:style w:type="character" w:customStyle="1" w:styleId="berschrift9Zchn">
    <w:name w:val="Überschrift 9 Zchn"/>
    <w:link w:val="berschrift9"/>
    <w:uiPriority w:val="9"/>
    <w:semiHidden/>
    <w:rsid w:val="00ED22C7"/>
    <w:rPr>
      <w:rFonts w:ascii="Cambria" w:eastAsia="Times New Roman" w:hAnsi="Cambria"/>
      <w:sz w:val="22"/>
      <w:szCs w:val="22"/>
      <w:lang w:val="de-DE" w:eastAsia="fr-FR"/>
    </w:rPr>
  </w:style>
  <w:style w:type="character" w:customStyle="1" w:styleId="berschrift1Zchn">
    <w:name w:val="Überschrift 1 Zchn"/>
    <w:link w:val="berschrift1"/>
    <w:rsid w:val="00994487"/>
    <w:rPr>
      <w:rFonts w:ascii="Arial" w:eastAsia="Times New Roman" w:hAnsi="Arial"/>
      <w:b/>
      <w:color w:val="000000"/>
      <w:sz w:val="24"/>
      <w:shd w:val="clear" w:color="auto" w:fill="D9D9D9"/>
      <w:lang w:val="de-CH" w:eastAsia="fr-FR"/>
    </w:rPr>
  </w:style>
  <w:style w:type="character" w:customStyle="1" w:styleId="berschrift2Zchn">
    <w:name w:val="Überschrift 2 Zchn"/>
    <w:link w:val="berschrift2"/>
    <w:rsid w:val="001A08D7"/>
    <w:rPr>
      <w:rFonts w:ascii="Arial" w:eastAsia="Times New Roman" w:hAnsi="Arial"/>
      <w:b/>
      <w:color w:val="000000"/>
      <w:sz w:val="22"/>
      <w:lang w:val="de-CH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\My%20Documents\My%20Dropbox\quintessenz\Neue%20Layouts%20Juliette\Vorlage%20Arial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Arial de.dotx</Template>
  <TotalTime>0</TotalTime>
  <Pages>6</Pages>
  <Words>250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Instrument</vt:lpstr>
    </vt:vector>
  </TitlesOfParts>
  <Company>ispmz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Instrument</dc:title>
  <dc:subject/>
  <dc:creator>Your User Name</dc:creator>
  <cp:keywords/>
  <cp:lastModifiedBy>admin</cp:lastModifiedBy>
  <cp:revision>4</cp:revision>
  <cp:lastPrinted>2014-06-16T09:31:00Z</cp:lastPrinted>
  <dcterms:created xsi:type="dcterms:W3CDTF">2016-09-27T11:51:00Z</dcterms:created>
  <dcterms:modified xsi:type="dcterms:W3CDTF">2016-09-27T15:31:00Z</dcterms:modified>
</cp:coreProperties>
</file>