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52634" w14:textId="77777777" w:rsidR="002D26DC" w:rsidRDefault="002D26DC" w:rsidP="00B90E23">
      <w:pPr>
        <w:rPr>
          <w:b/>
          <w:sz w:val="32"/>
          <w:szCs w:val="32"/>
        </w:rPr>
      </w:pPr>
      <w:r w:rsidRPr="00D62ED3">
        <w:rPr>
          <w:b/>
          <w:sz w:val="32"/>
          <w:szCs w:val="32"/>
        </w:rPr>
        <w:t>Konzept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6D5781B6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3"/>
      </w:tblGrid>
      <w:tr w:rsidR="002D26DC" w:rsidRPr="0059137D" w14:paraId="208D8392" w14:textId="77777777" w:rsidTr="001949F1">
        <w:tc>
          <w:tcPr>
            <w:tcW w:w="3472" w:type="dxa"/>
          </w:tcPr>
          <w:p w14:paraId="511827D1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26BC4AC7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CC6424" w:rsidRPr="00CA7293" w14:paraId="7CF965AC" w14:textId="77777777" w:rsidTr="001949F1">
        <w:tc>
          <w:tcPr>
            <w:tcW w:w="3472" w:type="dxa"/>
          </w:tcPr>
          <w:p w14:paraId="6FFD3241" w14:textId="77777777" w:rsidR="002D26DC" w:rsidRPr="00CA7293" w:rsidRDefault="002D26DC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Titel (Projekt)</w:t>
            </w:r>
          </w:p>
        </w:tc>
        <w:tc>
          <w:tcPr>
            <w:tcW w:w="6023" w:type="dxa"/>
          </w:tcPr>
          <w:p w14:paraId="5F7DECFC" w14:textId="77777777" w:rsidR="002D26DC" w:rsidRPr="00CA7293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02637388" w14:textId="77777777" w:rsidTr="001949F1">
        <w:tc>
          <w:tcPr>
            <w:tcW w:w="3472" w:type="dxa"/>
          </w:tcPr>
          <w:p w14:paraId="06BE676E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Verantwortliche Person(en)</w:t>
            </w:r>
          </w:p>
        </w:tc>
        <w:tc>
          <w:tcPr>
            <w:tcW w:w="6023" w:type="dxa"/>
          </w:tcPr>
          <w:p w14:paraId="5192A8D2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33C911FD" w14:textId="77777777" w:rsidTr="001949F1">
        <w:tc>
          <w:tcPr>
            <w:tcW w:w="3472" w:type="dxa"/>
          </w:tcPr>
          <w:p w14:paraId="3C53E9D2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Telefonnummer</w:t>
            </w:r>
          </w:p>
        </w:tc>
        <w:tc>
          <w:tcPr>
            <w:tcW w:w="6023" w:type="dxa"/>
          </w:tcPr>
          <w:p w14:paraId="7A3DE6B8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0D721BDD" w14:textId="77777777" w:rsidTr="001949F1">
        <w:tc>
          <w:tcPr>
            <w:tcW w:w="3472" w:type="dxa"/>
          </w:tcPr>
          <w:p w14:paraId="43C3D52D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E-Mail Adresse</w:t>
            </w:r>
          </w:p>
        </w:tc>
        <w:tc>
          <w:tcPr>
            <w:tcW w:w="6023" w:type="dxa"/>
          </w:tcPr>
          <w:p w14:paraId="4AD5F703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4E0EA942" w14:textId="77777777" w:rsidTr="001949F1">
        <w:tc>
          <w:tcPr>
            <w:tcW w:w="3472" w:type="dxa"/>
          </w:tcPr>
          <w:p w14:paraId="6DA3A4BB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(Voraussichtliche) Trägerschaft</w:t>
            </w:r>
          </w:p>
        </w:tc>
        <w:tc>
          <w:tcPr>
            <w:tcW w:w="6023" w:type="dxa"/>
          </w:tcPr>
          <w:p w14:paraId="39F383A8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733E1A" w:rsidRPr="00CA7293" w14:paraId="4FE927C7" w14:textId="77777777" w:rsidTr="001949F1">
        <w:tc>
          <w:tcPr>
            <w:tcW w:w="3472" w:type="dxa"/>
          </w:tcPr>
          <w:p w14:paraId="23803207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Datum/Versionsnummer</w:t>
            </w:r>
          </w:p>
        </w:tc>
        <w:tc>
          <w:tcPr>
            <w:tcW w:w="6023" w:type="dxa"/>
          </w:tcPr>
          <w:p w14:paraId="080C0359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C6424" w:rsidRPr="00CA7293" w14:paraId="78B2BA7F" w14:textId="77777777" w:rsidTr="001949F1">
        <w:tc>
          <w:tcPr>
            <w:tcW w:w="3472" w:type="dxa"/>
          </w:tcPr>
          <w:p w14:paraId="3EA7CAD8" w14:textId="77777777" w:rsidR="00733E1A" w:rsidRPr="00CA7293" w:rsidRDefault="00733E1A" w:rsidP="00B90E23">
            <w:pPr>
              <w:pStyle w:val="Feld"/>
              <w:numPr>
                <w:ilvl w:val="0"/>
                <w:numId w:val="0"/>
              </w:numPr>
              <w:rPr>
                <w:sz w:val="20"/>
              </w:rPr>
            </w:pPr>
            <w:r w:rsidRPr="00CA7293">
              <w:rPr>
                <w:sz w:val="20"/>
              </w:rPr>
              <w:t>Ergänzende Bemerkungen</w:t>
            </w:r>
          </w:p>
        </w:tc>
        <w:tc>
          <w:tcPr>
            <w:tcW w:w="6023" w:type="dxa"/>
          </w:tcPr>
          <w:p w14:paraId="461D9A3C" w14:textId="77777777" w:rsidR="00733E1A" w:rsidRPr="00CA7293" w:rsidRDefault="00733E1A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7BA99E02" w14:textId="77777777" w:rsidR="002D26DC" w:rsidRPr="0059137D" w:rsidRDefault="002D26DC" w:rsidP="00B90E23">
      <w:pPr>
        <w:rPr>
          <w:rFonts w:cs="Arial"/>
          <w:color w:val="000000"/>
        </w:rPr>
      </w:pPr>
    </w:p>
    <w:p w14:paraId="351FA6F1" w14:textId="77777777" w:rsidR="00733E1A" w:rsidRPr="0059137D" w:rsidRDefault="00733E1A" w:rsidP="00B90E23">
      <w:pPr>
        <w:pStyle w:val="berschrift3"/>
        <w:numPr>
          <w:ilvl w:val="0"/>
          <w:numId w:val="0"/>
        </w:numPr>
        <w:ind w:left="720" w:hanging="720"/>
      </w:pPr>
      <w:r w:rsidRPr="0059137D">
        <w:t xml:space="preserve">Kurzzusammenfassung </w:t>
      </w:r>
    </w:p>
    <w:p w14:paraId="1A543AE7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2C64711B" w14:textId="77777777" w:rsidR="00733E1A" w:rsidRPr="005B0224" w:rsidRDefault="00C34FC2" w:rsidP="004A6FCF">
      <w:pPr>
        <w:pStyle w:val="berschrift1"/>
      </w:pPr>
      <w:r w:rsidRPr="00C34FC2">
        <w:t>Situationsanalyse</w:t>
      </w:r>
    </w:p>
    <w:p w14:paraId="2453F3B3" w14:textId="77777777" w:rsidR="00733E1A" w:rsidRPr="00ED22C7" w:rsidRDefault="00733E1A" w:rsidP="004A6FCF">
      <w:pPr>
        <w:pStyle w:val="berschrift2"/>
      </w:pPr>
      <w:r w:rsidRPr="00ED22C7">
        <w:t xml:space="preserve">Ausgangslage </w:t>
      </w:r>
    </w:p>
    <w:p w14:paraId="43B8DA2B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259669AE" w14:textId="77777777" w:rsidR="00733E1A" w:rsidRPr="0059137D" w:rsidRDefault="00733E1A" w:rsidP="004A6FCF">
      <w:pPr>
        <w:pStyle w:val="berschrift2"/>
      </w:pPr>
      <w:r w:rsidRPr="0059137D">
        <w:t>Bedarf</w:t>
      </w:r>
    </w:p>
    <w:p w14:paraId="16610BAF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409F964" w14:textId="77777777" w:rsidR="00733E1A" w:rsidRPr="0059137D" w:rsidRDefault="00C34FC2" w:rsidP="004A6FCF">
      <w:pPr>
        <w:pStyle w:val="berschrift2"/>
      </w:pPr>
      <w:r w:rsidRPr="00C34FC2">
        <w:t>Bedürfnisse</w:t>
      </w:r>
    </w:p>
    <w:p w14:paraId="2DB12960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008D1CA0" w14:textId="77777777" w:rsidR="00733E1A" w:rsidRPr="0059137D" w:rsidRDefault="00C34FC2" w:rsidP="004A6FCF">
      <w:pPr>
        <w:pStyle w:val="berschrift2"/>
      </w:pPr>
      <w:r w:rsidRPr="00C34FC2">
        <w:t>Bisherige Interventionen</w:t>
      </w:r>
    </w:p>
    <w:p w14:paraId="408FC3F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65CFFFE" w14:textId="77777777" w:rsidR="00733E1A" w:rsidRPr="0059137D" w:rsidRDefault="00C34FC2" w:rsidP="004A6FCF">
      <w:pPr>
        <w:pStyle w:val="berschrift2"/>
      </w:pPr>
      <w:r w:rsidRPr="00C34FC2">
        <w:t>Schlussfolgerung</w:t>
      </w:r>
    </w:p>
    <w:p w14:paraId="18D599DA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557C0D38" w14:textId="77777777" w:rsidR="00733E1A" w:rsidRPr="005B0224" w:rsidRDefault="00C34FC2" w:rsidP="004A6FCF">
      <w:pPr>
        <w:pStyle w:val="berschrift1"/>
      </w:pPr>
      <w:r>
        <w:t>Ausrichtung</w:t>
      </w:r>
    </w:p>
    <w:p w14:paraId="1314130F" w14:textId="77777777" w:rsidR="00733E1A" w:rsidRPr="0059137D" w:rsidRDefault="00733E1A" w:rsidP="004A6FCF">
      <w:pPr>
        <w:pStyle w:val="berschrift2"/>
      </w:pPr>
      <w:r w:rsidRPr="0059137D">
        <w:t xml:space="preserve">Vision </w:t>
      </w:r>
    </w:p>
    <w:p w14:paraId="042BE7A4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2362331B" w14:textId="77777777" w:rsidR="00B267DA" w:rsidRPr="0059137D" w:rsidRDefault="00B267DA" w:rsidP="004A6FCF">
      <w:pPr>
        <w:pStyle w:val="berschrift2"/>
      </w:pPr>
      <w:r>
        <w:t>Strategien</w:t>
      </w:r>
    </w:p>
    <w:p w14:paraId="094F52F3" w14:textId="77777777" w:rsidR="00B267DA" w:rsidRPr="00B90E23" w:rsidRDefault="00B267DA" w:rsidP="00B267DA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B267DA" w:rsidRPr="0059137D" w14:paraId="55E988B6" w14:textId="77777777" w:rsidTr="00AE239D">
        <w:tc>
          <w:tcPr>
            <w:tcW w:w="9419" w:type="dxa"/>
            <w:shd w:val="clear" w:color="auto" w:fill="EAEAEA"/>
          </w:tcPr>
          <w:p w14:paraId="432DFA56" w14:textId="77777777" w:rsidR="00B267DA" w:rsidRPr="0059137D" w:rsidRDefault="00B267DA" w:rsidP="00AE239D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Strategien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B267DA" w:rsidRPr="0059137D" w14:paraId="45223CA8" w14:textId="77777777" w:rsidTr="00AE239D">
        <w:tc>
          <w:tcPr>
            <w:tcW w:w="9419" w:type="dxa"/>
          </w:tcPr>
          <w:p w14:paraId="7B2E954A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6E4C0F7A" w14:textId="77777777" w:rsidTr="00AE239D">
        <w:tc>
          <w:tcPr>
            <w:tcW w:w="9419" w:type="dxa"/>
          </w:tcPr>
          <w:p w14:paraId="4D7DCDC6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07E8443F" w14:textId="77777777" w:rsidTr="00AE239D">
        <w:tc>
          <w:tcPr>
            <w:tcW w:w="9419" w:type="dxa"/>
          </w:tcPr>
          <w:p w14:paraId="76FAA065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B267DA" w:rsidRPr="0059137D" w14:paraId="27657594" w14:textId="77777777" w:rsidTr="00AE239D">
        <w:tc>
          <w:tcPr>
            <w:tcW w:w="9419" w:type="dxa"/>
          </w:tcPr>
          <w:p w14:paraId="748EDA9C" w14:textId="77777777" w:rsidR="00B267DA" w:rsidRPr="0059137D" w:rsidRDefault="00B267DA" w:rsidP="00AE239D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49988380" w14:textId="77777777" w:rsidR="00733E1A" w:rsidRPr="0059137D" w:rsidRDefault="00C34FC2" w:rsidP="004A6FCF">
      <w:pPr>
        <w:pStyle w:val="berschrift2"/>
      </w:pPr>
      <w:r w:rsidRPr="002E59EC">
        <w:t>Einbettung</w:t>
      </w:r>
    </w:p>
    <w:p w14:paraId="7AF99AD7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54B62609" w14:textId="77777777" w:rsidR="00C34FC2" w:rsidRPr="005B0224" w:rsidRDefault="00C34FC2" w:rsidP="004A6FCF">
      <w:pPr>
        <w:pStyle w:val="berschrift1"/>
      </w:pPr>
      <w:r w:rsidRPr="00C34FC2">
        <w:t>Planung</w:t>
      </w:r>
    </w:p>
    <w:p w14:paraId="6ADE11E4" w14:textId="77777777" w:rsidR="00586DC6" w:rsidRPr="0059137D" w:rsidRDefault="00586DC6" w:rsidP="004A6FCF">
      <w:pPr>
        <w:pStyle w:val="berschrift2"/>
      </w:pPr>
      <w:r>
        <w:t>Settings</w:t>
      </w:r>
    </w:p>
    <w:p w14:paraId="646143DF" w14:textId="77777777" w:rsidR="00586DC6" w:rsidRDefault="00586DC6" w:rsidP="00586DC6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586DC6" w:rsidRPr="00D877D8" w14:paraId="2CCEC0FF" w14:textId="77777777" w:rsidTr="00756480">
        <w:tc>
          <w:tcPr>
            <w:tcW w:w="4742" w:type="dxa"/>
            <w:shd w:val="clear" w:color="auto" w:fill="EAEAEA"/>
          </w:tcPr>
          <w:p w14:paraId="0275BF85" w14:textId="77777777" w:rsidR="00586DC6" w:rsidRPr="00D877D8" w:rsidRDefault="00586DC6" w:rsidP="0075648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7A410E4E" w14:textId="77777777" w:rsidR="00586DC6" w:rsidRPr="00D877D8" w:rsidRDefault="00586DC6" w:rsidP="0075648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proofErr w:type="spellStart"/>
            <w:r>
              <w:rPr>
                <w:rFonts w:cs="Arial"/>
                <w:color w:val="000000"/>
                <w:sz w:val="20"/>
                <w:lang w:val="fr-CH"/>
              </w:rPr>
              <w:t>Schlüsselpersonen</w:t>
            </w:r>
            <w:proofErr w:type="spellEnd"/>
          </w:p>
        </w:tc>
      </w:tr>
      <w:tr w:rsidR="00586DC6" w:rsidRPr="00D877D8" w14:paraId="2772B9BA" w14:textId="77777777" w:rsidTr="00756480">
        <w:tc>
          <w:tcPr>
            <w:tcW w:w="4742" w:type="dxa"/>
          </w:tcPr>
          <w:p w14:paraId="12CECE61" w14:textId="77777777" w:rsidR="00586DC6" w:rsidRPr="00D877D8" w:rsidRDefault="00586DC6" w:rsidP="0075648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22D02D9E" w14:textId="77777777" w:rsidR="00586DC6" w:rsidRPr="00D877D8" w:rsidRDefault="00586DC6" w:rsidP="0075648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586DC6" w:rsidRPr="00D877D8" w14:paraId="69A93CA4" w14:textId="77777777" w:rsidTr="00756480">
        <w:tc>
          <w:tcPr>
            <w:tcW w:w="4742" w:type="dxa"/>
          </w:tcPr>
          <w:p w14:paraId="774BD84D" w14:textId="77777777" w:rsidR="00586DC6" w:rsidRPr="00D877D8" w:rsidRDefault="00586DC6" w:rsidP="0075648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33B609F8" w14:textId="77777777" w:rsidR="00586DC6" w:rsidRPr="00D877D8" w:rsidRDefault="00586DC6" w:rsidP="0075648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586DC6" w:rsidRPr="00D877D8" w14:paraId="5B8FFF03" w14:textId="77777777" w:rsidTr="00756480">
        <w:tc>
          <w:tcPr>
            <w:tcW w:w="4742" w:type="dxa"/>
          </w:tcPr>
          <w:p w14:paraId="1C885FB5" w14:textId="77777777" w:rsidR="00586DC6" w:rsidRPr="00D877D8" w:rsidRDefault="00586DC6" w:rsidP="0075648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36CC6D75" w14:textId="77777777" w:rsidR="00586DC6" w:rsidRPr="00D877D8" w:rsidRDefault="00586DC6" w:rsidP="0075648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586DC6" w:rsidRPr="00D877D8" w14:paraId="077D3E42" w14:textId="77777777" w:rsidTr="00756480">
        <w:tc>
          <w:tcPr>
            <w:tcW w:w="4742" w:type="dxa"/>
          </w:tcPr>
          <w:p w14:paraId="3E370A4E" w14:textId="77777777" w:rsidR="00586DC6" w:rsidRPr="00D877D8" w:rsidRDefault="00586DC6" w:rsidP="0075648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6093219C" w14:textId="77777777" w:rsidR="00586DC6" w:rsidRPr="00D877D8" w:rsidRDefault="00586DC6" w:rsidP="0075648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6ACA229F" w14:textId="77777777" w:rsidR="00586DC6" w:rsidRPr="0059137D" w:rsidRDefault="00586DC6" w:rsidP="004A6FCF">
      <w:pPr>
        <w:pStyle w:val="berschrift2"/>
      </w:pPr>
      <w:r w:rsidRPr="0059137D">
        <w:t xml:space="preserve">Zielgruppen </w:t>
      </w:r>
    </w:p>
    <w:p w14:paraId="679F13E3" w14:textId="77777777" w:rsidR="00586DC6" w:rsidRDefault="00586DC6" w:rsidP="00586DC6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1"/>
      </w:tblGrid>
      <w:tr w:rsidR="00586DC6" w:rsidRPr="0059137D" w14:paraId="21507CC1" w14:textId="77777777" w:rsidTr="00756480">
        <w:tc>
          <w:tcPr>
            <w:tcW w:w="4734" w:type="dxa"/>
            <w:shd w:val="clear" w:color="auto" w:fill="EAEAEA"/>
          </w:tcPr>
          <w:p w14:paraId="5CCADB7B" w14:textId="77777777" w:rsidR="00586DC6" w:rsidRPr="0059137D" w:rsidRDefault="00586DC6" w:rsidP="00756480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761" w:type="dxa"/>
            <w:shd w:val="clear" w:color="auto" w:fill="EAEAEA"/>
          </w:tcPr>
          <w:p w14:paraId="6D52ECBA" w14:textId="77777777" w:rsidR="00586DC6" w:rsidRPr="0059137D" w:rsidRDefault="00586DC6" w:rsidP="00756480">
            <w:pPr>
              <w:pStyle w:val="TextZelle"/>
              <w:rPr>
                <w:rFonts w:cs="Arial"/>
                <w:color w:val="000000"/>
                <w:sz w:val="20"/>
              </w:rPr>
            </w:pPr>
            <w:proofErr w:type="spellStart"/>
            <w:r>
              <w:rPr>
                <w:rFonts w:cs="Arial"/>
                <w:color w:val="000000"/>
                <w:sz w:val="20"/>
                <w:lang w:val="fr-CH"/>
              </w:rPr>
              <w:t>Schlüsselpersonen</w:t>
            </w:r>
            <w:proofErr w:type="spellEnd"/>
          </w:p>
        </w:tc>
      </w:tr>
      <w:tr w:rsidR="00586DC6" w:rsidRPr="0059137D" w14:paraId="3B81AC6A" w14:textId="77777777" w:rsidTr="00756480">
        <w:tc>
          <w:tcPr>
            <w:tcW w:w="4734" w:type="dxa"/>
          </w:tcPr>
          <w:p w14:paraId="27CEC238" w14:textId="77777777" w:rsidR="00586DC6" w:rsidRPr="0059137D" w:rsidRDefault="00586DC6" w:rsidP="00756480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41FDAA79" w14:textId="77777777" w:rsidR="00586DC6" w:rsidRPr="0059137D" w:rsidRDefault="00586DC6" w:rsidP="00756480">
            <w:pPr>
              <w:rPr>
                <w:rFonts w:cs="Arial"/>
                <w:color w:val="000000"/>
                <w:sz w:val="20"/>
              </w:rPr>
            </w:pPr>
          </w:p>
        </w:tc>
      </w:tr>
      <w:tr w:rsidR="00586DC6" w:rsidRPr="0059137D" w14:paraId="5DF8A19E" w14:textId="77777777" w:rsidTr="00756480">
        <w:tc>
          <w:tcPr>
            <w:tcW w:w="4734" w:type="dxa"/>
          </w:tcPr>
          <w:p w14:paraId="78C02AC8" w14:textId="77777777" w:rsidR="00586DC6" w:rsidRPr="0059137D" w:rsidRDefault="00586DC6" w:rsidP="00756480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F363769" w14:textId="77777777" w:rsidR="00586DC6" w:rsidRPr="0059137D" w:rsidRDefault="00586DC6" w:rsidP="00756480">
            <w:pPr>
              <w:rPr>
                <w:rFonts w:cs="Arial"/>
                <w:color w:val="000000"/>
                <w:sz w:val="20"/>
              </w:rPr>
            </w:pPr>
          </w:p>
        </w:tc>
      </w:tr>
      <w:tr w:rsidR="00586DC6" w:rsidRPr="0059137D" w14:paraId="7774E76C" w14:textId="77777777" w:rsidTr="00756480">
        <w:tc>
          <w:tcPr>
            <w:tcW w:w="4734" w:type="dxa"/>
          </w:tcPr>
          <w:p w14:paraId="265D0896" w14:textId="77777777" w:rsidR="00586DC6" w:rsidRPr="0059137D" w:rsidRDefault="00586DC6" w:rsidP="00756480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5A1F2254" w14:textId="77777777" w:rsidR="00586DC6" w:rsidRPr="0059137D" w:rsidRDefault="00586DC6" w:rsidP="00756480">
            <w:pPr>
              <w:rPr>
                <w:rFonts w:cs="Arial"/>
                <w:color w:val="000000"/>
                <w:sz w:val="20"/>
              </w:rPr>
            </w:pPr>
          </w:p>
        </w:tc>
      </w:tr>
      <w:tr w:rsidR="00586DC6" w:rsidRPr="0059137D" w14:paraId="763C95CA" w14:textId="77777777" w:rsidTr="00756480">
        <w:tc>
          <w:tcPr>
            <w:tcW w:w="4734" w:type="dxa"/>
          </w:tcPr>
          <w:p w14:paraId="5ADF248D" w14:textId="77777777" w:rsidR="00586DC6" w:rsidRPr="0059137D" w:rsidRDefault="00586DC6" w:rsidP="00756480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3D8A1B0D" w14:textId="77777777" w:rsidR="00586DC6" w:rsidRPr="0059137D" w:rsidRDefault="00586DC6" w:rsidP="00756480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D4B5EF2" w14:textId="77777777" w:rsidR="00C34FC2" w:rsidRPr="0059137D" w:rsidRDefault="00C34FC2" w:rsidP="004A6FCF">
      <w:pPr>
        <w:pStyle w:val="berschrift2"/>
      </w:pPr>
      <w:r>
        <w:t>Ziele</w:t>
      </w:r>
      <w:r w:rsidRPr="0059137D">
        <w:t xml:space="preserve"> </w:t>
      </w:r>
    </w:p>
    <w:p w14:paraId="1F86276F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C34FC2" w:rsidRPr="0059137D" w14:paraId="344BE1BD" w14:textId="77777777" w:rsidTr="00C34FC2">
        <w:tc>
          <w:tcPr>
            <w:tcW w:w="9495" w:type="dxa"/>
            <w:shd w:val="clear" w:color="auto" w:fill="EAEAEA"/>
          </w:tcPr>
          <w:p w14:paraId="78A385A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Zielklassen und Ziele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095924A8" w14:textId="77777777" w:rsidTr="00C34FC2">
        <w:tc>
          <w:tcPr>
            <w:tcW w:w="9495" w:type="dxa"/>
            <w:shd w:val="clear" w:color="auto" w:fill="F2F2F2"/>
          </w:tcPr>
          <w:p w14:paraId="5E1FE9CC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CEA0BEA" w14:textId="77777777" w:rsidTr="00C34FC2">
        <w:tc>
          <w:tcPr>
            <w:tcW w:w="9495" w:type="dxa"/>
          </w:tcPr>
          <w:p w14:paraId="3BE009F0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6FA2C21" w14:textId="77777777" w:rsidTr="00C34FC2">
        <w:tc>
          <w:tcPr>
            <w:tcW w:w="9495" w:type="dxa"/>
          </w:tcPr>
          <w:p w14:paraId="59D7CDA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7DB8899" w14:textId="77777777" w:rsidTr="00C34FC2">
        <w:tc>
          <w:tcPr>
            <w:tcW w:w="9495" w:type="dxa"/>
          </w:tcPr>
          <w:p w14:paraId="067BD65E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E468A14" w14:textId="77777777" w:rsidTr="00C34FC2">
        <w:tc>
          <w:tcPr>
            <w:tcW w:w="9495" w:type="dxa"/>
            <w:shd w:val="clear" w:color="auto" w:fill="F2F2F2"/>
          </w:tcPr>
          <w:p w14:paraId="1C14351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84A581F" w14:textId="77777777" w:rsidTr="00C34FC2">
        <w:tc>
          <w:tcPr>
            <w:tcW w:w="9495" w:type="dxa"/>
          </w:tcPr>
          <w:p w14:paraId="032BF45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4A31FE1" w14:textId="77777777" w:rsidTr="00C34FC2">
        <w:tc>
          <w:tcPr>
            <w:tcW w:w="9495" w:type="dxa"/>
          </w:tcPr>
          <w:p w14:paraId="672369E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B52B7DA" w14:textId="77777777" w:rsidTr="00C34FC2">
        <w:tc>
          <w:tcPr>
            <w:tcW w:w="9495" w:type="dxa"/>
          </w:tcPr>
          <w:p w14:paraId="110AEDD5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EE896FA" w14:textId="77777777" w:rsidTr="00C34FC2">
        <w:tc>
          <w:tcPr>
            <w:tcW w:w="9495" w:type="dxa"/>
            <w:shd w:val="clear" w:color="auto" w:fill="F2F2F2"/>
          </w:tcPr>
          <w:p w14:paraId="5F641E3B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54425945" w14:textId="77777777" w:rsidTr="00C34FC2">
        <w:tc>
          <w:tcPr>
            <w:tcW w:w="9495" w:type="dxa"/>
          </w:tcPr>
          <w:p w14:paraId="5BF4AA9E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2519B5E" w14:textId="77777777" w:rsidTr="00C34FC2">
        <w:tc>
          <w:tcPr>
            <w:tcW w:w="9495" w:type="dxa"/>
          </w:tcPr>
          <w:p w14:paraId="10679F29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E7DAD9E" w14:textId="77777777" w:rsidTr="00C34FC2">
        <w:tc>
          <w:tcPr>
            <w:tcW w:w="9495" w:type="dxa"/>
          </w:tcPr>
          <w:p w14:paraId="3FC25D2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567A3C32" w14:textId="77777777" w:rsidR="00C34FC2" w:rsidRPr="00B90E23" w:rsidRDefault="00C34FC2" w:rsidP="00C34FC2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und Operationalisierung der Ziele die Planungstabelle nutzen]</w:t>
      </w:r>
    </w:p>
    <w:p w14:paraId="2A64340A" w14:textId="77777777" w:rsidR="00C34FC2" w:rsidRPr="0059137D" w:rsidRDefault="00C34FC2" w:rsidP="004A6FCF">
      <w:pPr>
        <w:pStyle w:val="berschrift2"/>
      </w:pPr>
      <w:r w:rsidRPr="0059137D">
        <w:lastRenderedPageBreak/>
        <w:t xml:space="preserve">Massnahmen </w:t>
      </w:r>
    </w:p>
    <w:p w14:paraId="612D305C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4"/>
        <w:gridCol w:w="1211"/>
        <w:gridCol w:w="1135"/>
        <w:gridCol w:w="1715"/>
      </w:tblGrid>
      <w:tr w:rsidR="00C34FC2" w:rsidRPr="0059137D" w14:paraId="10B8FD66" w14:textId="77777777" w:rsidTr="00FA0BD7">
        <w:tc>
          <w:tcPr>
            <w:tcW w:w="5434" w:type="dxa"/>
            <w:shd w:val="clear" w:color="auto" w:fill="EAEAEA"/>
          </w:tcPr>
          <w:p w14:paraId="1DA5134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Massnahmen</w:t>
            </w:r>
          </w:p>
        </w:tc>
        <w:tc>
          <w:tcPr>
            <w:tcW w:w="1211" w:type="dxa"/>
            <w:shd w:val="clear" w:color="auto" w:fill="EAEAEA"/>
          </w:tcPr>
          <w:p w14:paraId="60E0C30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von</w:t>
            </w:r>
          </w:p>
        </w:tc>
        <w:tc>
          <w:tcPr>
            <w:tcW w:w="1135" w:type="dxa"/>
            <w:shd w:val="clear" w:color="auto" w:fill="EAEAEA"/>
          </w:tcPr>
          <w:p w14:paraId="29A6237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bis</w:t>
            </w:r>
          </w:p>
        </w:tc>
        <w:tc>
          <w:tcPr>
            <w:tcW w:w="1715" w:type="dxa"/>
            <w:shd w:val="clear" w:color="auto" w:fill="EAEAEA"/>
          </w:tcPr>
          <w:p w14:paraId="65ABF3E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Verantwortlich</w:t>
            </w:r>
          </w:p>
        </w:tc>
      </w:tr>
      <w:tr w:rsidR="00C34FC2" w:rsidRPr="0059137D" w14:paraId="5C498464" w14:textId="77777777" w:rsidTr="00FA0BD7">
        <w:tc>
          <w:tcPr>
            <w:tcW w:w="5434" w:type="dxa"/>
          </w:tcPr>
          <w:p w14:paraId="23DDFE0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166759C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5EC6EE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A67699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A5A578B" w14:textId="77777777" w:rsidTr="00FA0BD7">
        <w:tc>
          <w:tcPr>
            <w:tcW w:w="5434" w:type="dxa"/>
          </w:tcPr>
          <w:p w14:paraId="0B68CA52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E26650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1FEDB6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93466D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3232CA0" w14:textId="77777777" w:rsidTr="00FA0BD7">
        <w:tc>
          <w:tcPr>
            <w:tcW w:w="5434" w:type="dxa"/>
          </w:tcPr>
          <w:p w14:paraId="46DD38A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FD236C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E8B61C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3432FD1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C7115A8" w14:textId="77777777" w:rsidTr="00FA0BD7">
        <w:tc>
          <w:tcPr>
            <w:tcW w:w="5434" w:type="dxa"/>
          </w:tcPr>
          <w:p w14:paraId="1773B97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D9FAF33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211199D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510469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A512FF1" w14:textId="77777777" w:rsidTr="00FA0BD7">
        <w:tc>
          <w:tcPr>
            <w:tcW w:w="5434" w:type="dxa"/>
          </w:tcPr>
          <w:p w14:paraId="59588FB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358F5154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62FCD2B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02DED9A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57A8FA95" w14:textId="77777777" w:rsidR="00733E1A" w:rsidRPr="0059137D" w:rsidRDefault="00733E1A" w:rsidP="004A6FCF">
      <w:pPr>
        <w:pStyle w:val="berschrift2"/>
      </w:pPr>
      <w:r w:rsidRPr="0059137D">
        <w:t>Meilensteine</w:t>
      </w:r>
      <w:r w:rsidR="00C34FC2">
        <w:t xml:space="preserve"> und Termine</w:t>
      </w:r>
    </w:p>
    <w:p w14:paraId="08A2024B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2"/>
      </w:tblGrid>
      <w:tr w:rsidR="00CC6424" w:rsidRPr="0059137D" w14:paraId="10F6B1BC" w14:textId="77777777" w:rsidTr="00C07F12">
        <w:tc>
          <w:tcPr>
            <w:tcW w:w="7873" w:type="dxa"/>
            <w:shd w:val="clear" w:color="auto" w:fill="EAEAEA"/>
          </w:tcPr>
          <w:p w14:paraId="4A3EBAC2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Meilensteine</w:t>
            </w:r>
          </w:p>
        </w:tc>
        <w:tc>
          <w:tcPr>
            <w:tcW w:w="1622" w:type="dxa"/>
            <w:shd w:val="clear" w:color="auto" w:fill="EAEAEA"/>
          </w:tcPr>
          <w:p w14:paraId="638F7134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26F9CC41" w14:textId="77777777" w:rsidTr="00C07F12">
        <w:tc>
          <w:tcPr>
            <w:tcW w:w="7873" w:type="dxa"/>
          </w:tcPr>
          <w:p w14:paraId="630D249B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A4227B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E795382" w14:textId="77777777" w:rsidTr="00C07F12">
        <w:tc>
          <w:tcPr>
            <w:tcW w:w="7873" w:type="dxa"/>
          </w:tcPr>
          <w:p w14:paraId="581DA55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45DD32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26324FD" w14:textId="77777777" w:rsidTr="00C07F12">
        <w:tc>
          <w:tcPr>
            <w:tcW w:w="7873" w:type="dxa"/>
          </w:tcPr>
          <w:p w14:paraId="2F8576B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2E295308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33DD563" w14:textId="77777777" w:rsidTr="00C07F12">
        <w:tc>
          <w:tcPr>
            <w:tcW w:w="7873" w:type="dxa"/>
          </w:tcPr>
          <w:p w14:paraId="308EB18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D3DB46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6302363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  <w:gridCol w:w="1614"/>
      </w:tblGrid>
      <w:tr w:rsidR="00CC6424" w:rsidRPr="0059137D" w14:paraId="443C9BCD" w14:textId="77777777" w:rsidTr="00C07F12">
        <w:tc>
          <w:tcPr>
            <w:tcW w:w="7881" w:type="dxa"/>
            <w:shd w:val="clear" w:color="auto" w:fill="EAEAEA"/>
          </w:tcPr>
          <w:p w14:paraId="1FCA6083" w14:textId="77777777" w:rsidR="00733E1A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  <w:tc>
          <w:tcPr>
            <w:tcW w:w="1614" w:type="dxa"/>
            <w:shd w:val="clear" w:color="auto" w:fill="EAEAEA"/>
          </w:tcPr>
          <w:p w14:paraId="31E5495F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Datum</w:t>
            </w:r>
          </w:p>
        </w:tc>
      </w:tr>
      <w:tr w:rsidR="00CC6424" w:rsidRPr="0059137D" w14:paraId="5BB27593" w14:textId="77777777" w:rsidTr="00C07F12">
        <w:tc>
          <w:tcPr>
            <w:tcW w:w="7881" w:type="dxa"/>
          </w:tcPr>
          <w:p w14:paraId="6431DC97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67E873E1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435D4F6" w14:textId="77777777" w:rsidTr="00C07F12">
        <w:tc>
          <w:tcPr>
            <w:tcW w:w="7881" w:type="dxa"/>
          </w:tcPr>
          <w:p w14:paraId="68556563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F1F70C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D786A7A" w14:textId="77777777" w:rsidTr="00C07F12">
        <w:tc>
          <w:tcPr>
            <w:tcW w:w="7881" w:type="dxa"/>
          </w:tcPr>
          <w:p w14:paraId="0037BF5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75B3CAC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43CFBEE" w14:textId="77777777" w:rsidTr="00C07F12">
        <w:tc>
          <w:tcPr>
            <w:tcW w:w="7881" w:type="dxa"/>
          </w:tcPr>
          <w:p w14:paraId="5F99952C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1FCA46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020C5AD" w14:textId="77777777" w:rsidTr="00C07F12">
        <w:tc>
          <w:tcPr>
            <w:tcW w:w="7881" w:type="dxa"/>
          </w:tcPr>
          <w:p w14:paraId="6299CFD9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1C7915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44C415C" w14:textId="77777777" w:rsidR="00733E1A" w:rsidRPr="0059137D" w:rsidRDefault="00733E1A" w:rsidP="004A6FCF">
      <w:pPr>
        <w:pStyle w:val="berschrift2"/>
      </w:pPr>
      <w:r w:rsidRPr="0059137D">
        <w:t>Budget</w:t>
      </w:r>
    </w:p>
    <w:p w14:paraId="1C743327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4"/>
        <w:gridCol w:w="1611"/>
      </w:tblGrid>
      <w:tr w:rsidR="00CC6424" w:rsidRPr="0059137D" w14:paraId="10B5016E" w14:textId="77777777" w:rsidTr="0059137D">
        <w:tc>
          <w:tcPr>
            <w:tcW w:w="8575" w:type="dxa"/>
            <w:shd w:val="clear" w:color="auto" w:fill="auto"/>
          </w:tcPr>
          <w:p w14:paraId="30DB12A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1" w:name="OLE_LINK57"/>
          </w:p>
        </w:tc>
        <w:tc>
          <w:tcPr>
            <w:tcW w:w="1701" w:type="dxa"/>
            <w:shd w:val="clear" w:color="auto" w:fill="auto"/>
          </w:tcPr>
          <w:p w14:paraId="5F67159D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Betrag</w:t>
            </w:r>
          </w:p>
        </w:tc>
      </w:tr>
      <w:tr w:rsidR="00CC6424" w:rsidRPr="0059137D" w14:paraId="0B0363C3" w14:textId="77777777" w:rsidTr="0059137D">
        <w:tc>
          <w:tcPr>
            <w:tcW w:w="8575" w:type="dxa"/>
            <w:shd w:val="clear" w:color="auto" w:fill="EAEAEA"/>
          </w:tcPr>
          <w:p w14:paraId="0B0480D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42"/>
            <w:bookmarkStart w:id="3" w:name="OLE_LINK56"/>
            <w:r w:rsidRPr="0059137D">
              <w:rPr>
                <w:rFonts w:cs="Arial"/>
                <w:color w:val="000000"/>
                <w:sz w:val="20"/>
              </w:rPr>
              <w:t>Ausgaben</w:t>
            </w:r>
          </w:p>
        </w:tc>
        <w:tc>
          <w:tcPr>
            <w:tcW w:w="1701" w:type="dxa"/>
            <w:shd w:val="clear" w:color="auto" w:fill="EAEAEA"/>
          </w:tcPr>
          <w:p w14:paraId="46CEEA6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5E9B631" w14:textId="77777777" w:rsidTr="0059137D">
        <w:tc>
          <w:tcPr>
            <w:tcW w:w="8575" w:type="dxa"/>
          </w:tcPr>
          <w:p w14:paraId="1C16EA5D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4" w:name="OLE_LINK44"/>
            <w:bookmarkEnd w:id="2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36299FF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4"/>
      <w:tr w:rsidR="00CC6424" w:rsidRPr="0059137D" w14:paraId="551C33F0" w14:textId="77777777" w:rsidTr="0059137D">
        <w:tc>
          <w:tcPr>
            <w:tcW w:w="8575" w:type="dxa"/>
          </w:tcPr>
          <w:p w14:paraId="21FF673F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5E288FA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DC3221A" w14:textId="77777777" w:rsidTr="0059137D">
        <w:tc>
          <w:tcPr>
            <w:tcW w:w="8575" w:type="dxa"/>
          </w:tcPr>
          <w:p w14:paraId="36016D7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FD0F13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586C09F" w14:textId="77777777" w:rsidTr="0059137D">
        <w:tc>
          <w:tcPr>
            <w:tcW w:w="8575" w:type="dxa"/>
          </w:tcPr>
          <w:p w14:paraId="020005CF" w14:textId="77777777" w:rsidR="00CC6424" w:rsidRDefault="00CC6424" w:rsidP="00B90E23">
            <w:bookmarkStart w:id="5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55EB78D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39380259" w14:textId="77777777" w:rsidTr="0059137D">
        <w:tc>
          <w:tcPr>
            <w:tcW w:w="8575" w:type="dxa"/>
            <w:shd w:val="clear" w:color="auto" w:fill="EAEAEA"/>
          </w:tcPr>
          <w:p w14:paraId="5D98644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Einnahmen</w:t>
            </w:r>
          </w:p>
        </w:tc>
        <w:tc>
          <w:tcPr>
            <w:tcW w:w="1701" w:type="dxa"/>
            <w:shd w:val="clear" w:color="auto" w:fill="EAEAEA"/>
          </w:tcPr>
          <w:p w14:paraId="3A4D0EA7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B1A1C2C" w14:textId="77777777" w:rsidTr="0059137D">
        <w:tc>
          <w:tcPr>
            <w:tcW w:w="8575" w:type="dxa"/>
          </w:tcPr>
          <w:p w14:paraId="34BED67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18366DA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AEF3337" w14:textId="77777777" w:rsidTr="0059137D">
        <w:tc>
          <w:tcPr>
            <w:tcW w:w="8575" w:type="dxa"/>
          </w:tcPr>
          <w:p w14:paraId="33B7C922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2CABEEA6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C2DECA2" w14:textId="77777777" w:rsidTr="0059137D">
        <w:tc>
          <w:tcPr>
            <w:tcW w:w="8575" w:type="dxa"/>
          </w:tcPr>
          <w:p w14:paraId="258CA7D0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200EA072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9D89232" w14:textId="77777777" w:rsidTr="0059137D">
        <w:tc>
          <w:tcPr>
            <w:tcW w:w="8575" w:type="dxa"/>
            <w:tcBorders>
              <w:bottom w:val="single" w:sz="4" w:space="0" w:color="C0C0C0"/>
            </w:tcBorders>
          </w:tcPr>
          <w:p w14:paraId="38DBFE09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701" w:type="dxa"/>
            <w:tcBorders>
              <w:bottom w:val="single" w:sz="4" w:space="0" w:color="C0C0C0"/>
            </w:tcBorders>
          </w:tcPr>
          <w:p w14:paraId="6AAD6A6C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2098E3C" w14:textId="77777777" w:rsidTr="0059137D">
        <w:tc>
          <w:tcPr>
            <w:tcW w:w="8575" w:type="dxa"/>
            <w:shd w:val="clear" w:color="auto" w:fill="E6E6E6"/>
          </w:tcPr>
          <w:p w14:paraId="246D3D4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701" w:type="dxa"/>
            <w:shd w:val="clear" w:color="auto" w:fill="E6E6E6"/>
          </w:tcPr>
          <w:p w14:paraId="0DD51168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1"/>
    <w:bookmarkEnd w:id="3"/>
    <w:p w14:paraId="03A26A45" w14:textId="77777777" w:rsidR="00B90E23" w:rsidRPr="00B90E23" w:rsidRDefault="00B90E23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[Total = 0: in einem ausgeglichenen Budget müssen die Einnahmen und die Ausgaben gleich hoch sein]</w:t>
      </w:r>
    </w:p>
    <w:p w14:paraId="08D37DB6" w14:textId="77777777" w:rsidR="00CC6424" w:rsidRPr="00A05635" w:rsidRDefault="00C34FC2" w:rsidP="004A6FCF">
      <w:pPr>
        <w:pStyle w:val="berschrift1"/>
      </w:pPr>
      <w:r w:rsidRPr="00A05635">
        <w:t>O</w:t>
      </w:r>
      <w:r w:rsidR="00CC6424" w:rsidRPr="00A05635">
        <w:t>rganisation</w:t>
      </w:r>
    </w:p>
    <w:p w14:paraId="348A5BC7" w14:textId="77777777" w:rsidR="00CC6424" w:rsidRPr="00CC6424" w:rsidRDefault="00CC6424" w:rsidP="004A6FCF">
      <w:pPr>
        <w:pStyle w:val="berschrift2"/>
      </w:pPr>
      <w:r>
        <w:t>Projektstruktur</w:t>
      </w:r>
      <w:r w:rsidRPr="00CC6424">
        <w:t xml:space="preserve"> </w:t>
      </w:r>
    </w:p>
    <w:p w14:paraId="3AEF9EA9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5A68A2C" w14:textId="77777777" w:rsidR="00CC6424" w:rsidRDefault="00CC6424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[Strukturplan hier einfügen]</w:t>
      </w:r>
    </w:p>
    <w:p w14:paraId="310F661E" w14:textId="77777777" w:rsidR="00C34FC2" w:rsidRDefault="00C34FC2" w:rsidP="00B90E23">
      <w:pPr>
        <w:pStyle w:val="Eingabe"/>
        <w:spacing w:before="120"/>
        <w:rPr>
          <w:color w:val="7F7F7F"/>
          <w:sz w:val="20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750"/>
      </w:tblGrid>
      <w:tr w:rsidR="00C34FC2" w:rsidRPr="0059137D" w14:paraId="5609DB08" w14:textId="77777777" w:rsidTr="00FA0BD7">
        <w:tc>
          <w:tcPr>
            <w:tcW w:w="4890" w:type="dxa"/>
            <w:shd w:val="clear" w:color="auto" w:fill="EAEAEA"/>
          </w:tcPr>
          <w:p w14:paraId="36CD663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Settings/Zielgruppe</w:t>
            </w:r>
          </w:p>
        </w:tc>
        <w:tc>
          <w:tcPr>
            <w:tcW w:w="4890" w:type="dxa"/>
            <w:shd w:val="clear" w:color="auto" w:fill="EAEAEA"/>
          </w:tcPr>
          <w:p w14:paraId="00D7133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Schlüsselperson(en)</w:t>
            </w:r>
          </w:p>
        </w:tc>
      </w:tr>
      <w:tr w:rsidR="00C34FC2" w:rsidRPr="0059137D" w14:paraId="4958D5D8" w14:textId="77777777" w:rsidTr="00FA0BD7">
        <w:tc>
          <w:tcPr>
            <w:tcW w:w="4890" w:type="dxa"/>
          </w:tcPr>
          <w:p w14:paraId="5324B3D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21561E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A334850" w14:textId="77777777" w:rsidTr="00FA0BD7">
        <w:tc>
          <w:tcPr>
            <w:tcW w:w="4890" w:type="dxa"/>
          </w:tcPr>
          <w:p w14:paraId="7010A8E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A2C227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9B0E416" w14:textId="77777777" w:rsidTr="00FA0BD7">
        <w:tc>
          <w:tcPr>
            <w:tcW w:w="4890" w:type="dxa"/>
          </w:tcPr>
          <w:p w14:paraId="3C69DC0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42C11B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8F10D5E" w14:textId="77777777" w:rsidTr="00FA0BD7">
        <w:tc>
          <w:tcPr>
            <w:tcW w:w="4890" w:type="dxa"/>
          </w:tcPr>
          <w:p w14:paraId="422AFFD3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6A527B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29A94FC" w14:textId="77777777" w:rsidR="00C34FC2" w:rsidRPr="00CC6424" w:rsidRDefault="00C34FC2" w:rsidP="004A6FCF">
      <w:pPr>
        <w:pStyle w:val="berschrift2"/>
      </w:pPr>
      <w:r w:rsidRPr="002E59EC">
        <w:t>Qualifikationen</w:t>
      </w:r>
    </w:p>
    <w:p w14:paraId="1F52461D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325893B6" w14:textId="77777777" w:rsidR="00CC6424" w:rsidRPr="00CC6424" w:rsidRDefault="00C34FC2" w:rsidP="004A6FCF">
      <w:pPr>
        <w:pStyle w:val="berschrift2"/>
      </w:pPr>
      <w:r w:rsidRPr="002E59EC">
        <w:t>Partizipation</w:t>
      </w:r>
    </w:p>
    <w:p w14:paraId="0B278A68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6"/>
      </w:tblGrid>
      <w:tr w:rsidR="00C34FC2" w:rsidRPr="0059137D" w14:paraId="3F07AFB7" w14:textId="77777777" w:rsidTr="00FA0BD7">
        <w:tc>
          <w:tcPr>
            <w:tcW w:w="4890" w:type="dxa"/>
            <w:shd w:val="clear" w:color="auto" w:fill="EAEAEA"/>
          </w:tcPr>
          <w:p w14:paraId="06F570BB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10F26B3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Art der Mitwirkung</w:t>
            </w:r>
          </w:p>
        </w:tc>
      </w:tr>
      <w:tr w:rsidR="00C34FC2" w:rsidRPr="0059137D" w14:paraId="5759CD46" w14:textId="77777777" w:rsidTr="00FA0BD7">
        <w:tc>
          <w:tcPr>
            <w:tcW w:w="4890" w:type="dxa"/>
          </w:tcPr>
          <w:p w14:paraId="24ECC2B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29F5D78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B52702D" w14:textId="77777777" w:rsidTr="00FA0BD7">
        <w:tc>
          <w:tcPr>
            <w:tcW w:w="4890" w:type="dxa"/>
          </w:tcPr>
          <w:p w14:paraId="2B24ECF8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42A3A73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C478A0D" w14:textId="77777777" w:rsidTr="00FA0BD7">
        <w:tc>
          <w:tcPr>
            <w:tcW w:w="4890" w:type="dxa"/>
          </w:tcPr>
          <w:p w14:paraId="44A6329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36F0505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5E4C463" w14:textId="77777777" w:rsidTr="00FA0BD7">
        <w:tc>
          <w:tcPr>
            <w:tcW w:w="4890" w:type="dxa"/>
          </w:tcPr>
          <w:p w14:paraId="1F87EA2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3C2E439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2385F7E" w14:textId="77777777" w:rsidR="00CC6424" w:rsidRPr="00CC6424" w:rsidRDefault="00CC6424" w:rsidP="004A6FCF">
      <w:pPr>
        <w:pStyle w:val="berschrift2"/>
      </w:pPr>
      <w:bookmarkStart w:id="6" w:name="_GoBack"/>
      <w:bookmarkEnd w:id="6"/>
      <w:r>
        <w:t>Vernetzung</w:t>
      </w:r>
    </w:p>
    <w:p w14:paraId="67B424D6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04F60B33" w14:textId="77777777" w:rsidR="00CC6424" w:rsidRPr="005B0224" w:rsidRDefault="00C34FC2" w:rsidP="004A6FCF">
      <w:pPr>
        <w:pStyle w:val="berschrift1"/>
      </w:pPr>
      <w:r>
        <w:t>S</w:t>
      </w:r>
      <w:r w:rsidR="00CC6424" w:rsidRPr="005B0224">
        <w:t>teuerung</w:t>
      </w:r>
    </w:p>
    <w:p w14:paraId="6E1854C1" w14:textId="77777777" w:rsidR="00C34FC2" w:rsidRPr="00CC6424" w:rsidRDefault="00A30F78" w:rsidP="004A6FCF">
      <w:pPr>
        <w:pStyle w:val="berschrift2"/>
      </w:pPr>
      <w:r w:rsidRPr="00A30F78">
        <w:t>Systematische Reflexion</w:t>
      </w:r>
    </w:p>
    <w:p w14:paraId="367856EA" w14:textId="77777777" w:rsidR="00C34FC2" w:rsidRDefault="00C34FC2" w:rsidP="00C34FC2">
      <w:pPr>
        <w:spacing w:before="60" w:after="240"/>
      </w:pPr>
      <w:r w:rsidRPr="00173C96">
        <w:t>…</w:t>
      </w:r>
    </w:p>
    <w:p w14:paraId="41AB30F0" w14:textId="77777777" w:rsidR="00CC6424" w:rsidRPr="00CC6424" w:rsidRDefault="00CC6424" w:rsidP="004A6FCF">
      <w:pPr>
        <w:pStyle w:val="berschrift2"/>
      </w:pPr>
      <w:r>
        <w:t>Evaluation</w:t>
      </w:r>
      <w:r w:rsidRPr="00CC6424">
        <w:t xml:space="preserve"> </w:t>
      </w:r>
    </w:p>
    <w:p w14:paraId="5F815089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0"/>
        <w:gridCol w:w="3160"/>
        <w:gridCol w:w="3195"/>
      </w:tblGrid>
      <w:tr w:rsidR="00C34FC2" w:rsidRPr="0059137D" w14:paraId="42725BCC" w14:textId="77777777" w:rsidTr="00FA0BD7">
        <w:tc>
          <w:tcPr>
            <w:tcW w:w="3236" w:type="dxa"/>
            <w:shd w:val="clear" w:color="auto" w:fill="EAEAEA"/>
          </w:tcPr>
          <w:p w14:paraId="7EFB8071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Ziele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3236" w:type="dxa"/>
            <w:shd w:val="clear" w:color="auto" w:fill="EAEAEA"/>
          </w:tcPr>
          <w:p w14:paraId="117B65B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Indikatoren</w:t>
            </w:r>
          </w:p>
        </w:tc>
        <w:tc>
          <w:tcPr>
            <w:tcW w:w="3237" w:type="dxa"/>
            <w:shd w:val="clear" w:color="auto" w:fill="EAEAEA"/>
          </w:tcPr>
          <w:p w14:paraId="45FAD2B6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Evaluationsmethoden</w:t>
            </w:r>
          </w:p>
        </w:tc>
      </w:tr>
      <w:tr w:rsidR="00C34FC2" w:rsidRPr="0059137D" w14:paraId="34BF61FA" w14:textId="77777777" w:rsidTr="00FA0BD7">
        <w:tc>
          <w:tcPr>
            <w:tcW w:w="3236" w:type="dxa"/>
            <w:shd w:val="clear" w:color="auto" w:fill="F2F2F2"/>
          </w:tcPr>
          <w:p w14:paraId="3838661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shd w:val="clear" w:color="auto" w:fill="F2F2F2"/>
          </w:tcPr>
          <w:p w14:paraId="66B271E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shd w:val="clear" w:color="auto" w:fill="F2F2F2"/>
          </w:tcPr>
          <w:p w14:paraId="66C87F0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45FD77B7" w14:textId="77777777" w:rsidTr="00FA0BD7">
        <w:tc>
          <w:tcPr>
            <w:tcW w:w="3236" w:type="dxa"/>
          </w:tcPr>
          <w:p w14:paraId="2D1E938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</w:tcPr>
          <w:p w14:paraId="090D93F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68F2CF0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F6FA346" w14:textId="77777777" w:rsidTr="00FA0BD7">
        <w:tc>
          <w:tcPr>
            <w:tcW w:w="3236" w:type="dxa"/>
          </w:tcPr>
          <w:p w14:paraId="27E69374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3236" w:type="dxa"/>
          </w:tcPr>
          <w:p w14:paraId="53B3992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2C07B9C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1928E87" w14:textId="77777777" w:rsidTr="00FA0BD7">
        <w:tc>
          <w:tcPr>
            <w:tcW w:w="3236" w:type="dxa"/>
          </w:tcPr>
          <w:p w14:paraId="38D777F1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</w:tcPr>
          <w:p w14:paraId="3D21254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</w:tcPr>
          <w:p w14:paraId="3B9FEEA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9818510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E728411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A4174C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7C295A7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AE0495F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DAA93A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79AFDE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00C172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51722E2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6B8912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D763CED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C0C0B3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0C9A04C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3A21323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BC51A2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3892E7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EC425F9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2173523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5F5E5C0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41FD557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65DE8E4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F18B56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E7B3FD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4C7CD6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03051CE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BBC7A27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8A6DF7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4D6D18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4DFC112" w14:textId="77777777" w:rsidTr="00FA0BD7"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BEFCB1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2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1F0D64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2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F589883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66FE7D18" w14:textId="77777777" w:rsidR="00C34FC2" w:rsidRDefault="00C34FC2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0"/>
        <w:gridCol w:w="4755"/>
      </w:tblGrid>
      <w:tr w:rsidR="00B90E23" w:rsidRPr="0059137D" w14:paraId="57402AA9" w14:textId="77777777" w:rsidTr="004001D7">
        <w:tc>
          <w:tcPr>
            <w:tcW w:w="4890" w:type="dxa"/>
            <w:shd w:val="clear" w:color="auto" w:fill="EAEAEA"/>
          </w:tcPr>
          <w:p w14:paraId="4C11EC57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Evaluationsfragen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66A4B1A6" w14:textId="77777777" w:rsidR="00B90E23" w:rsidRPr="0059137D" w:rsidRDefault="00B90E23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Evaluationsmethoden</w:t>
            </w:r>
          </w:p>
        </w:tc>
      </w:tr>
      <w:tr w:rsidR="00B90E23" w:rsidRPr="0059137D" w14:paraId="4ACDC76F" w14:textId="77777777" w:rsidTr="004001D7">
        <w:tc>
          <w:tcPr>
            <w:tcW w:w="4890" w:type="dxa"/>
          </w:tcPr>
          <w:p w14:paraId="53B16AD0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585B8A19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4D869412" w14:textId="77777777" w:rsidTr="004001D7">
        <w:tc>
          <w:tcPr>
            <w:tcW w:w="4890" w:type="dxa"/>
          </w:tcPr>
          <w:p w14:paraId="5368CBCF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765F9FE9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0735CCFB" w14:textId="77777777" w:rsidTr="004001D7">
        <w:tc>
          <w:tcPr>
            <w:tcW w:w="4890" w:type="dxa"/>
          </w:tcPr>
          <w:p w14:paraId="3EEB5C1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6637D6BC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4D7B6036" w14:textId="77777777" w:rsidTr="004001D7">
        <w:tc>
          <w:tcPr>
            <w:tcW w:w="4890" w:type="dxa"/>
          </w:tcPr>
          <w:p w14:paraId="36057521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890" w:type="dxa"/>
          </w:tcPr>
          <w:p w14:paraId="0A6B3275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1126C9D1" w14:textId="77777777" w:rsidR="00B90E23" w:rsidRPr="00B90E23" w:rsidRDefault="00B90E23" w:rsidP="00B90E23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der Evaluation die Evaluationstabelle nutzen]</w:t>
      </w:r>
    </w:p>
    <w:p w14:paraId="1819145F" w14:textId="77777777" w:rsidR="00C34FC2" w:rsidRPr="00CC6424" w:rsidRDefault="00C34FC2" w:rsidP="004A6FCF">
      <w:pPr>
        <w:pStyle w:val="berschrift2"/>
      </w:pPr>
      <w:r>
        <w:t>Dokumentation</w:t>
      </w:r>
    </w:p>
    <w:p w14:paraId="152F31E4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4E99C634" w14:textId="77777777" w:rsidR="00CC6424" w:rsidRPr="00CC6424" w:rsidRDefault="00CC6424" w:rsidP="004A6FCF">
      <w:pPr>
        <w:pStyle w:val="berschrift2"/>
      </w:pPr>
      <w:r>
        <w:t>Kommunikation</w:t>
      </w:r>
    </w:p>
    <w:p w14:paraId="7C559294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79E521DC" w14:textId="77777777" w:rsidR="00CC6424" w:rsidRPr="005B0224" w:rsidRDefault="00C34FC2" w:rsidP="004A6FCF">
      <w:pPr>
        <w:pStyle w:val="berschrift1"/>
      </w:pPr>
      <w:r>
        <w:t>Ausblick</w:t>
      </w:r>
    </w:p>
    <w:p w14:paraId="6650FCEA" w14:textId="77777777" w:rsidR="00CC6424" w:rsidRPr="00CC6424" w:rsidRDefault="00C34FC2" w:rsidP="004A6FCF">
      <w:pPr>
        <w:pStyle w:val="berschrift2"/>
      </w:pPr>
      <w:r w:rsidRPr="002E59EC">
        <w:t>Chancen und Risiken</w:t>
      </w:r>
      <w:r w:rsidR="00CC6424" w:rsidRPr="00CC6424">
        <w:t xml:space="preserve"> </w:t>
      </w:r>
    </w:p>
    <w:p w14:paraId="4C0390EC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23B01C67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3FDB8780" w14:textId="77777777" w:rsidR="00A30F78" w:rsidRPr="00ED039A" w:rsidRDefault="00A30F78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Chancen</w:t>
            </w:r>
          </w:p>
        </w:tc>
        <w:tc>
          <w:tcPr>
            <w:tcW w:w="4680" w:type="dxa"/>
            <w:shd w:val="clear" w:color="auto" w:fill="EAEAEA"/>
          </w:tcPr>
          <w:p w14:paraId="63EA0434" w14:textId="77777777" w:rsidR="00A30F78" w:rsidRPr="00ED039A" w:rsidRDefault="00A30F78" w:rsidP="00E40CFD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Risiken</w:t>
            </w:r>
          </w:p>
        </w:tc>
      </w:tr>
      <w:tr w:rsidR="00A30F78" w:rsidRPr="00ED039A" w14:paraId="63AC2930" w14:textId="77777777" w:rsidTr="00E40CFD">
        <w:trPr>
          <w:trHeight w:val="92"/>
        </w:trPr>
        <w:tc>
          <w:tcPr>
            <w:tcW w:w="4746" w:type="dxa"/>
          </w:tcPr>
          <w:p w14:paraId="363E6945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3594B58" w14:textId="77777777" w:rsidR="00A30F78" w:rsidRPr="00ED039A" w:rsidRDefault="00A30F78" w:rsidP="00E40CFD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5EB4F572" w14:textId="77777777" w:rsidR="00CC6424" w:rsidRPr="00CC6424" w:rsidRDefault="00CC6424" w:rsidP="004A6FCF">
      <w:pPr>
        <w:pStyle w:val="berschrift2"/>
      </w:pPr>
      <w:r>
        <w:t>Valorisierung</w:t>
      </w:r>
    </w:p>
    <w:p w14:paraId="5F38FC8A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283D2A14" w14:textId="77777777" w:rsidR="00CC6424" w:rsidRPr="00CC6424" w:rsidRDefault="00C34FC2" w:rsidP="004A6FCF">
      <w:pPr>
        <w:pStyle w:val="berschrift2"/>
      </w:pPr>
      <w:r>
        <w:t>Anmerkungen</w:t>
      </w:r>
      <w:r w:rsidR="00A30F78">
        <w:t xml:space="preserve"> und Fragen</w:t>
      </w:r>
    </w:p>
    <w:p w14:paraId="4D8402FA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4A6FC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3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0F437" w14:textId="77777777" w:rsidR="00EF67EC" w:rsidRDefault="00EF67EC">
      <w:r>
        <w:separator/>
      </w:r>
    </w:p>
  </w:endnote>
  <w:endnote w:type="continuationSeparator" w:id="0">
    <w:p w14:paraId="77BEC718" w14:textId="77777777" w:rsidR="00EF67EC" w:rsidRDefault="00EF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FB0FB" w14:textId="3471DC1E" w:rsidR="002D26DC" w:rsidRPr="004011EA" w:rsidRDefault="002D26DC" w:rsidP="00A235B1">
    <w:pPr>
      <w:pStyle w:val="Fuzeile"/>
      <w:tabs>
        <w:tab w:val="clear" w:pos="4703"/>
        <w:tab w:val="clear" w:pos="9406"/>
        <w:tab w:val="right" w:pos="9356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 w:rsidR="004A6FCF">
      <w:rPr>
        <w:color w:val="7F7F7F"/>
      </w:rPr>
      <w:t>Konzept [Projekt]</w:t>
    </w:r>
    <w:r w:rsidR="004A6FCF" w:rsidRPr="00E459D6">
      <w:rPr>
        <w:color w:val="7F7F7F"/>
      </w:rPr>
      <w:t>,</w:t>
    </w:r>
    <w:r w:rsidR="004A6FCF"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433D81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4A6FCF">
      <w:rPr>
        <w:noProof/>
        <w:color w:val="7F7F7F"/>
      </w:rPr>
      <w:t>4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433D81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4A6FCF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D9CC9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433D81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4A6FCF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433D81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4A6FCF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14BEFC" w14:textId="77777777" w:rsidR="00EF67EC" w:rsidRDefault="00EF67EC">
      <w:r>
        <w:separator/>
      </w:r>
    </w:p>
  </w:footnote>
  <w:footnote w:type="continuationSeparator" w:id="0">
    <w:p w14:paraId="05067C12" w14:textId="77777777" w:rsidR="00EF67EC" w:rsidRDefault="00EF6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967DA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D138A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EF67EC">
      <w:pict w14:anchorId="496524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59E642A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F705F"/>
    <w:rsid w:val="00173C96"/>
    <w:rsid w:val="001949F1"/>
    <w:rsid w:val="001A12FB"/>
    <w:rsid w:val="00242ADD"/>
    <w:rsid w:val="002D26DC"/>
    <w:rsid w:val="003005F4"/>
    <w:rsid w:val="00311C87"/>
    <w:rsid w:val="00315637"/>
    <w:rsid w:val="0034798C"/>
    <w:rsid w:val="0038323E"/>
    <w:rsid w:val="003C6EBE"/>
    <w:rsid w:val="004001D7"/>
    <w:rsid w:val="00433D81"/>
    <w:rsid w:val="00462027"/>
    <w:rsid w:val="0047177E"/>
    <w:rsid w:val="004A6FCF"/>
    <w:rsid w:val="004A76F2"/>
    <w:rsid w:val="00522195"/>
    <w:rsid w:val="00586DC6"/>
    <w:rsid w:val="00587E1D"/>
    <w:rsid w:val="0059137D"/>
    <w:rsid w:val="005B0224"/>
    <w:rsid w:val="00642CDC"/>
    <w:rsid w:val="00673555"/>
    <w:rsid w:val="00733E1A"/>
    <w:rsid w:val="0074202C"/>
    <w:rsid w:val="00756480"/>
    <w:rsid w:val="007D06E4"/>
    <w:rsid w:val="007E7A4A"/>
    <w:rsid w:val="00813BF1"/>
    <w:rsid w:val="00893635"/>
    <w:rsid w:val="00910DD4"/>
    <w:rsid w:val="00A05635"/>
    <w:rsid w:val="00A235B1"/>
    <w:rsid w:val="00A30F78"/>
    <w:rsid w:val="00A638A9"/>
    <w:rsid w:val="00AA595C"/>
    <w:rsid w:val="00AE239D"/>
    <w:rsid w:val="00B267DA"/>
    <w:rsid w:val="00B463D2"/>
    <w:rsid w:val="00B72442"/>
    <w:rsid w:val="00B90E23"/>
    <w:rsid w:val="00C07F12"/>
    <w:rsid w:val="00C34FC2"/>
    <w:rsid w:val="00CA7293"/>
    <w:rsid w:val="00CC6424"/>
    <w:rsid w:val="00D62ED3"/>
    <w:rsid w:val="00D74DAF"/>
    <w:rsid w:val="00DD3A16"/>
    <w:rsid w:val="00E0257F"/>
    <w:rsid w:val="00E27F71"/>
    <w:rsid w:val="00E40CFD"/>
    <w:rsid w:val="00E91FD1"/>
    <w:rsid w:val="00ED22C7"/>
    <w:rsid w:val="00EF67EC"/>
    <w:rsid w:val="00F42C07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1FC0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4FC2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4A6FCF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4A6FCF"/>
    <w:rPr>
      <w:rFonts w:ascii="Arial" w:eastAsia="Times New Roman" w:hAnsi="Arial"/>
      <w:b/>
      <w:color w:val="000000"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5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3</cp:revision>
  <cp:lastPrinted>2014-06-16T09:31:00Z</cp:lastPrinted>
  <dcterms:created xsi:type="dcterms:W3CDTF">2016-09-27T11:51:00Z</dcterms:created>
  <dcterms:modified xsi:type="dcterms:W3CDTF">2016-09-27T15:31:00Z</dcterms:modified>
</cp:coreProperties>
</file>